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14C" w:rsidRDefault="004B69E3">
      <w:pPr>
        <w:rPr>
          <w:rFonts w:ascii="Franklin Gothic Book" w:hAnsi="Franklin Gothic Book"/>
          <w:sz w:val="44"/>
        </w:rPr>
      </w:pPr>
      <w:r w:rsidRPr="004B69E3">
        <w:rPr>
          <w:rFonts w:ascii="Times New Roman" w:hAnsi="Times New Roman"/>
          <w:b/>
          <w:noProof/>
          <w:lang w:eastAsia="en-US"/>
        </w:rPr>
        <w:drawing>
          <wp:anchor distT="0" distB="0" distL="114300" distR="114300" simplePos="0" relativeHeight="251676160" behindDoc="0" locked="0" layoutInCell="1" allowOverlap="1" wp14:anchorId="765461C5" wp14:editId="1E37B955">
            <wp:simplePos x="0" y="0"/>
            <wp:positionH relativeFrom="column">
              <wp:posOffset>-52069</wp:posOffset>
            </wp:positionH>
            <wp:positionV relativeFrom="paragraph">
              <wp:posOffset>257175</wp:posOffset>
            </wp:positionV>
            <wp:extent cx="2209800" cy="1910080"/>
            <wp:effectExtent l="0" t="0" r="0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2_Amy Zbylut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1910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B69E3">
        <w:rPr>
          <w:rFonts w:ascii="Times New Roman" w:hAnsi="Times New Roman"/>
          <w:b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6152AF1A" wp14:editId="3C146ADD">
                <wp:simplePos x="0" y="0"/>
                <wp:positionH relativeFrom="column">
                  <wp:posOffset>-99695</wp:posOffset>
                </wp:positionH>
                <wp:positionV relativeFrom="paragraph">
                  <wp:posOffset>190500</wp:posOffset>
                </wp:positionV>
                <wp:extent cx="2362200" cy="2070100"/>
                <wp:effectExtent l="0" t="0" r="0" b="6350"/>
                <wp:wrapNone/>
                <wp:docPr id="2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2070100"/>
                        </a:xfrm>
                        <a:prstGeom prst="rect">
                          <a:avLst/>
                        </a:prstGeom>
                        <a:solidFill>
                          <a:srgbClr val="E5E8F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-7.85pt;margin-top:15pt;width:186pt;height:163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" fillcolor="#e5e8f7" stroked="f"/>
            </w:pict>
          </mc:Fallback>
        </mc:AlternateContent>
      </w:r>
      <w:r w:rsidR="00FD4053">
        <w:rPr>
          <w:rFonts w:ascii="Franklin Gothic Book" w:hAnsi="Franklin Gothic Book"/>
          <w:noProof/>
          <w:sz w:val="44"/>
          <w:lang w:eastAsia="en-US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1F84D76C" wp14:editId="46490C2C">
                <wp:simplePos x="0" y="0"/>
                <wp:positionH relativeFrom="column">
                  <wp:posOffset>1379220</wp:posOffset>
                </wp:positionH>
                <wp:positionV relativeFrom="paragraph">
                  <wp:posOffset>0</wp:posOffset>
                </wp:positionV>
                <wp:extent cx="5242560" cy="2629535"/>
                <wp:effectExtent l="7620" t="0" r="26670" b="27940"/>
                <wp:wrapNone/>
                <wp:docPr id="18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42560" cy="2629535"/>
                        </a:xfrm>
                        <a:prstGeom prst="ellipse">
                          <a:avLst/>
                        </a:prstGeom>
                        <a:solidFill>
                          <a:srgbClr val="E7F1D2"/>
                        </a:solidFill>
                        <a:ln>
                          <a:noFill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197A" w:rsidRDefault="00CA7B19" w:rsidP="00687138">
                            <w:pPr>
                              <w:rPr>
                                <w:rFonts w:ascii="Times New Roman" w:hAnsi="Times New Roman"/>
                                <w:b/>
                                <w:sz w:val="32"/>
                              </w:rPr>
                            </w:pPr>
                            <w:r w:rsidRPr="00734AC7">
                              <w:rPr>
                                <w:rFonts w:ascii="Times New Roman" w:hAnsi="Times New Roman"/>
                                <w:b/>
                                <w:sz w:val="32"/>
                              </w:rPr>
                              <w:t xml:space="preserve">Amy </w:t>
                            </w:r>
                            <w:proofErr w:type="spellStart"/>
                            <w:r w:rsidRPr="00734AC7">
                              <w:rPr>
                                <w:rFonts w:ascii="Times New Roman" w:hAnsi="Times New Roman"/>
                                <w:b/>
                                <w:sz w:val="32"/>
                              </w:rPr>
                              <w:t>Zbylut</w:t>
                            </w:r>
                            <w:proofErr w:type="spellEnd"/>
                          </w:p>
                          <w:p w:rsidR="00530AF5" w:rsidRPr="00734AC7" w:rsidRDefault="00530AF5" w:rsidP="00687138">
                            <w:pPr>
                              <w:rPr>
                                <w:rFonts w:ascii="Times New Roman" w:hAnsi="Times New Roman"/>
                                <w:b/>
                                <w:sz w:val="32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 xml:space="preserve">(Pronounced:  </w:t>
                            </w:r>
                            <w:proofErr w:type="spellStart"/>
                            <w:r>
                              <w:rPr>
                                <w:color w:val="000000"/>
                              </w:rPr>
                              <w:t>Za</w:t>
                            </w:r>
                            <w:proofErr w:type="spellEnd"/>
                            <w:r>
                              <w:rPr>
                                <w:color w:val="000000"/>
                              </w:rPr>
                              <w:t>-bill-it)</w:t>
                            </w:r>
                          </w:p>
                          <w:p w:rsidR="001A197A" w:rsidRPr="00734AC7" w:rsidRDefault="00202448" w:rsidP="00687138">
                            <w:pPr>
                              <w:tabs>
                                <w:tab w:val="left" w:pos="1820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Times New Roman" w:hAnsi="Times New Roman"/>
                                <w:sz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</w:rPr>
                              <w:t>5659</w:t>
                            </w:r>
                            <w:r w:rsidR="00CA7B19" w:rsidRPr="00734AC7">
                              <w:rPr>
                                <w:rFonts w:ascii="Times New Roman" w:hAnsi="Times New Roman"/>
                                <w:sz w:val="26"/>
                              </w:rPr>
                              <w:t xml:space="preserve"> S. FM 148</w:t>
                            </w:r>
                          </w:p>
                          <w:p w:rsidR="001A197A" w:rsidRPr="00734AC7" w:rsidRDefault="00CA7B19" w:rsidP="00687138">
                            <w:pPr>
                              <w:tabs>
                                <w:tab w:val="left" w:pos="1820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Times New Roman" w:hAnsi="Times New Roman"/>
                                <w:sz w:val="26"/>
                              </w:rPr>
                            </w:pPr>
                            <w:r w:rsidRPr="00734AC7">
                              <w:rPr>
                                <w:rFonts w:ascii="Times New Roman" w:hAnsi="Times New Roman"/>
                                <w:sz w:val="26"/>
                              </w:rPr>
                              <w:t>Kaufman, TX  75142</w:t>
                            </w:r>
                          </w:p>
                          <w:p w:rsidR="001A197A" w:rsidRPr="00734AC7" w:rsidRDefault="00CA7B19" w:rsidP="001A197A">
                            <w:pPr>
                              <w:tabs>
                                <w:tab w:val="left" w:pos="1820"/>
                              </w:tabs>
                              <w:autoSpaceDE w:val="0"/>
                              <w:autoSpaceDN w:val="0"/>
                              <w:adjustRightInd w:val="0"/>
                              <w:jc w:val="right"/>
                              <w:rPr>
                                <w:rFonts w:ascii="Times New Roman" w:hAnsi="Times New Roman"/>
                                <w:sz w:val="26"/>
                              </w:rPr>
                            </w:pPr>
                            <w:r w:rsidRPr="00734AC7">
                              <w:rPr>
                                <w:rFonts w:ascii="Times New Roman" w:hAnsi="Times New Roman"/>
                                <w:sz w:val="26"/>
                              </w:rPr>
                              <w:t>(972) 523-5644  phone</w:t>
                            </w:r>
                          </w:p>
                          <w:p w:rsidR="001A197A" w:rsidRPr="00734AC7" w:rsidRDefault="001A197A" w:rsidP="001A197A">
                            <w:pPr>
                              <w:tabs>
                                <w:tab w:val="left" w:pos="1820"/>
                              </w:tabs>
                              <w:autoSpaceDE w:val="0"/>
                              <w:autoSpaceDN w:val="0"/>
                              <w:adjustRightInd w:val="0"/>
                              <w:jc w:val="right"/>
                              <w:rPr>
                                <w:rFonts w:ascii="Times New Roman" w:hAnsi="Times New Roman"/>
                                <w:sz w:val="26"/>
                              </w:rPr>
                            </w:pPr>
                          </w:p>
                          <w:p w:rsidR="001A197A" w:rsidRPr="00734AC7" w:rsidRDefault="005963A3" w:rsidP="001A197A">
                            <w:pPr>
                              <w:tabs>
                                <w:tab w:val="left" w:pos="1820"/>
                              </w:tabs>
                              <w:autoSpaceDE w:val="0"/>
                              <w:autoSpaceDN w:val="0"/>
                              <w:adjustRightInd w:val="0"/>
                              <w:jc w:val="right"/>
                              <w:rPr>
                                <w:rFonts w:ascii="Times New Roman" w:hAnsi="Times New Roman"/>
                                <w:sz w:val="26"/>
                              </w:rPr>
                            </w:pPr>
                            <w:hyperlink r:id="rId13" w:history="1">
                              <w:r w:rsidR="00CA7B19" w:rsidRPr="00734AC7">
                                <w:rPr>
                                  <w:rStyle w:val="Hyperlink"/>
                                  <w:rFonts w:ascii="Times New Roman" w:hAnsi="Times New Roman"/>
                                  <w:sz w:val="26"/>
                                </w:rPr>
                                <w:t>Azbylut77@gmail.com</w:t>
                              </w:r>
                            </w:hyperlink>
                          </w:p>
                          <w:p w:rsidR="00CA7B19" w:rsidRDefault="005963A3" w:rsidP="001A197A">
                            <w:pPr>
                              <w:tabs>
                                <w:tab w:val="left" w:pos="1820"/>
                              </w:tabs>
                              <w:autoSpaceDE w:val="0"/>
                              <w:autoSpaceDN w:val="0"/>
                              <w:adjustRightInd w:val="0"/>
                              <w:jc w:val="right"/>
                              <w:rPr>
                                <w:rFonts w:ascii="Franklin Gothic Book" w:hAnsi="Franklin Gothic Book"/>
                                <w:sz w:val="26"/>
                              </w:rPr>
                            </w:pPr>
                            <w:hyperlink r:id="rId14" w:history="1">
                              <w:r w:rsidR="00CA7B19" w:rsidRPr="00734AC7">
                                <w:rPr>
                                  <w:rStyle w:val="Hyperlink"/>
                                  <w:rFonts w:ascii="Times New Roman" w:hAnsi="Times New Roman"/>
                                  <w:sz w:val="26"/>
                                </w:rPr>
                                <w:t>azbylut@dallasisd.org</w:t>
                              </w:r>
                            </w:hyperlink>
                          </w:p>
                          <w:p w:rsidR="00CA7B19" w:rsidRPr="00F52AD6" w:rsidRDefault="00CA7B19" w:rsidP="001A197A">
                            <w:pPr>
                              <w:tabs>
                                <w:tab w:val="left" w:pos="1820"/>
                              </w:tabs>
                              <w:autoSpaceDE w:val="0"/>
                              <w:autoSpaceDN w:val="0"/>
                              <w:adjustRightInd w:val="0"/>
                              <w:jc w:val="right"/>
                              <w:rPr>
                                <w:rFonts w:ascii="MS Shell Dlg" w:hAnsi="MS Shell Dlg" w:cs="MS Shell Dlg"/>
                                <w:sz w:val="26"/>
                                <w:szCs w:val="17"/>
                              </w:rPr>
                            </w:pPr>
                          </w:p>
                          <w:p w:rsidR="001A197A" w:rsidRDefault="001A197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108.6pt;margin-top:0;width:412.8pt;height:207.0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" fillcolor="#e7f1d2" stroked="f">
                <v:shadow on="t"/>
                <v:textbox>
                  <w:txbxContent>
                    <w:p w:rsidR="001A197A" w:rsidRDefault="00CA7B19" w:rsidP="00687138">
                      <w:pPr>
                        <w:rPr>
                          <w:rFonts w:ascii="Times New Roman" w:hAnsi="Times New Roman"/>
                          <w:b/>
                          <w:sz w:val="32"/>
                        </w:rPr>
                      </w:pPr>
                      <w:r w:rsidRPr="00734AC7">
                        <w:rPr>
                          <w:rFonts w:ascii="Times New Roman" w:hAnsi="Times New Roman"/>
                          <w:b/>
                          <w:sz w:val="32"/>
                        </w:rPr>
                        <w:t xml:space="preserve">Amy </w:t>
                      </w:r>
                      <w:proofErr w:type="spellStart"/>
                      <w:r w:rsidRPr="00734AC7">
                        <w:rPr>
                          <w:rFonts w:ascii="Times New Roman" w:hAnsi="Times New Roman"/>
                          <w:b/>
                          <w:sz w:val="32"/>
                        </w:rPr>
                        <w:t>Zbylut</w:t>
                      </w:r>
                      <w:proofErr w:type="spellEnd"/>
                    </w:p>
                    <w:p w:rsidR="00530AF5" w:rsidRPr="00734AC7" w:rsidRDefault="00530AF5" w:rsidP="00687138">
                      <w:pPr>
                        <w:rPr>
                          <w:rFonts w:ascii="Times New Roman" w:hAnsi="Times New Roman"/>
                          <w:b/>
                          <w:sz w:val="32"/>
                        </w:rPr>
                      </w:pPr>
                      <w:r>
                        <w:rPr>
                          <w:color w:val="000000"/>
                        </w:rPr>
                        <w:t xml:space="preserve">(Pronounced:  </w:t>
                      </w:r>
                      <w:proofErr w:type="spellStart"/>
                      <w:r>
                        <w:rPr>
                          <w:color w:val="000000"/>
                        </w:rPr>
                        <w:t>Za</w:t>
                      </w:r>
                      <w:proofErr w:type="spellEnd"/>
                      <w:r>
                        <w:rPr>
                          <w:color w:val="000000"/>
                        </w:rPr>
                        <w:t>-bill-it)</w:t>
                      </w:r>
                    </w:p>
                    <w:p w:rsidR="001A197A" w:rsidRPr="00734AC7" w:rsidRDefault="00202448" w:rsidP="00687138">
                      <w:pPr>
                        <w:tabs>
                          <w:tab w:val="left" w:pos="1820"/>
                        </w:tabs>
                        <w:autoSpaceDE w:val="0"/>
                        <w:autoSpaceDN w:val="0"/>
                        <w:adjustRightInd w:val="0"/>
                        <w:rPr>
                          <w:rFonts w:ascii="Times New Roman" w:hAnsi="Times New Roman"/>
                          <w:sz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</w:rPr>
                        <w:t>5659</w:t>
                      </w:r>
                      <w:r w:rsidR="00CA7B19" w:rsidRPr="00734AC7">
                        <w:rPr>
                          <w:rFonts w:ascii="Times New Roman" w:hAnsi="Times New Roman"/>
                          <w:sz w:val="26"/>
                        </w:rPr>
                        <w:t xml:space="preserve"> S. FM 148</w:t>
                      </w:r>
                    </w:p>
                    <w:p w:rsidR="001A197A" w:rsidRPr="00734AC7" w:rsidRDefault="00CA7B19" w:rsidP="00687138">
                      <w:pPr>
                        <w:tabs>
                          <w:tab w:val="left" w:pos="1820"/>
                        </w:tabs>
                        <w:autoSpaceDE w:val="0"/>
                        <w:autoSpaceDN w:val="0"/>
                        <w:adjustRightInd w:val="0"/>
                        <w:rPr>
                          <w:rFonts w:ascii="Times New Roman" w:hAnsi="Times New Roman"/>
                          <w:sz w:val="26"/>
                        </w:rPr>
                      </w:pPr>
                      <w:r w:rsidRPr="00734AC7">
                        <w:rPr>
                          <w:rFonts w:ascii="Times New Roman" w:hAnsi="Times New Roman"/>
                          <w:sz w:val="26"/>
                        </w:rPr>
                        <w:t>Kaufman, TX  75142</w:t>
                      </w:r>
                    </w:p>
                    <w:p w:rsidR="001A197A" w:rsidRPr="00734AC7" w:rsidRDefault="00CA7B19" w:rsidP="001A197A">
                      <w:pPr>
                        <w:tabs>
                          <w:tab w:val="left" w:pos="1820"/>
                        </w:tabs>
                        <w:autoSpaceDE w:val="0"/>
                        <w:autoSpaceDN w:val="0"/>
                        <w:adjustRightInd w:val="0"/>
                        <w:jc w:val="right"/>
                        <w:rPr>
                          <w:rFonts w:ascii="Times New Roman" w:hAnsi="Times New Roman"/>
                          <w:sz w:val="26"/>
                        </w:rPr>
                      </w:pPr>
                      <w:r w:rsidRPr="00734AC7">
                        <w:rPr>
                          <w:rFonts w:ascii="Times New Roman" w:hAnsi="Times New Roman"/>
                          <w:sz w:val="26"/>
                        </w:rPr>
                        <w:t>(972) 523-5644  phone</w:t>
                      </w:r>
                    </w:p>
                    <w:p w:rsidR="001A197A" w:rsidRPr="00734AC7" w:rsidRDefault="001A197A" w:rsidP="001A197A">
                      <w:pPr>
                        <w:tabs>
                          <w:tab w:val="left" w:pos="1820"/>
                        </w:tabs>
                        <w:autoSpaceDE w:val="0"/>
                        <w:autoSpaceDN w:val="0"/>
                        <w:adjustRightInd w:val="0"/>
                        <w:jc w:val="right"/>
                        <w:rPr>
                          <w:rFonts w:ascii="Times New Roman" w:hAnsi="Times New Roman"/>
                          <w:sz w:val="26"/>
                        </w:rPr>
                      </w:pPr>
                    </w:p>
                    <w:p w:rsidR="001A197A" w:rsidRPr="00734AC7" w:rsidRDefault="00B76B66" w:rsidP="001A197A">
                      <w:pPr>
                        <w:tabs>
                          <w:tab w:val="left" w:pos="1820"/>
                        </w:tabs>
                        <w:autoSpaceDE w:val="0"/>
                        <w:autoSpaceDN w:val="0"/>
                        <w:adjustRightInd w:val="0"/>
                        <w:jc w:val="right"/>
                        <w:rPr>
                          <w:rFonts w:ascii="Times New Roman" w:hAnsi="Times New Roman"/>
                          <w:sz w:val="26"/>
                        </w:rPr>
                      </w:pPr>
                      <w:hyperlink r:id="rId15" w:history="1">
                        <w:r w:rsidR="00CA7B19" w:rsidRPr="00734AC7">
                          <w:rPr>
                            <w:rStyle w:val="Hyperlink"/>
                            <w:rFonts w:ascii="Times New Roman" w:hAnsi="Times New Roman"/>
                            <w:sz w:val="26"/>
                          </w:rPr>
                          <w:t>Azbylut77@gmail.com</w:t>
                        </w:r>
                      </w:hyperlink>
                    </w:p>
                    <w:p w:rsidR="00CA7B19" w:rsidRDefault="00B76B66" w:rsidP="001A197A">
                      <w:pPr>
                        <w:tabs>
                          <w:tab w:val="left" w:pos="1820"/>
                        </w:tabs>
                        <w:autoSpaceDE w:val="0"/>
                        <w:autoSpaceDN w:val="0"/>
                        <w:adjustRightInd w:val="0"/>
                        <w:jc w:val="right"/>
                        <w:rPr>
                          <w:rFonts w:ascii="Franklin Gothic Book" w:hAnsi="Franklin Gothic Book"/>
                          <w:sz w:val="26"/>
                        </w:rPr>
                      </w:pPr>
                      <w:hyperlink r:id="rId16" w:history="1">
                        <w:r w:rsidR="00CA7B19" w:rsidRPr="00734AC7">
                          <w:rPr>
                            <w:rStyle w:val="Hyperlink"/>
                            <w:rFonts w:ascii="Times New Roman" w:hAnsi="Times New Roman"/>
                            <w:sz w:val="26"/>
                          </w:rPr>
                          <w:t>azbylut@dallasisd.org</w:t>
                        </w:r>
                      </w:hyperlink>
                    </w:p>
                    <w:p w:rsidR="00CA7B19" w:rsidRPr="00F52AD6" w:rsidRDefault="00CA7B19" w:rsidP="001A197A">
                      <w:pPr>
                        <w:tabs>
                          <w:tab w:val="left" w:pos="1820"/>
                        </w:tabs>
                        <w:autoSpaceDE w:val="0"/>
                        <w:autoSpaceDN w:val="0"/>
                        <w:adjustRightInd w:val="0"/>
                        <w:jc w:val="right"/>
                        <w:rPr>
                          <w:rFonts w:ascii="MS Shell Dlg" w:hAnsi="MS Shell Dlg" w:cs="MS Shell Dlg"/>
                          <w:sz w:val="26"/>
                          <w:szCs w:val="17"/>
                        </w:rPr>
                      </w:pPr>
                    </w:p>
                    <w:p w:rsidR="001A197A" w:rsidRDefault="001A197A"/>
                  </w:txbxContent>
                </v:textbox>
              </v:oval>
            </w:pict>
          </mc:Fallback>
        </mc:AlternateContent>
      </w:r>
      <w:r w:rsidR="00FD4053">
        <w:rPr>
          <w:rFonts w:ascii="Franklin Gothic Book" w:hAnsi="Franklin Gothic Book"/>
          <w:noProof/>
          <w:sz w:val="44"/>
          <w:lang w:eastAsia="en-US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7B64C7D3" wp14:editId="6452F3AB">
                <wp:simplePos x="0" y="0"/>
                <wp:positionH relativeFrom="column">
                  <wp:posOffset>1206500</wp:posOffset>
                </wp:positionH>
                <wp:positionV relativeFrom="paragraph">
                  <wp:posOffset>93980</wp:posOffset>
                </wp:positionV>
                <wp:extent cx="3710940" cy="2354580"/>
                <wp:effectExtent l="6350" t="8255" r="6985" b="8890"/>
                <wp:wrapNone/>
                <wp:docPr id="17" name="Oval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10940" cy="235458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0" o:spid="_x0000_s1026" style="position:absolute;margin-left:95pt;margin-top:7.4pt;width:292.2pt;height:185.4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" stroked="f"/>
            </w:pict>
          </mc:Fallback>
        </mc:AlternateContent>
      </w:r>
    </w:p>
    <w:p w:rsidR="00A0114C" w:rsidRDefault="00A0114C">
      <w:pPr>
        <w:rPr>
          <w:rFonts w:ascii="Franklin Gothic Book" w:hAnsi="Franklin Gothic Book"/>
          <w:sz w:val="44"/>
        </w:rPr>
      </w:pPr>
    </w:p>
    <w:p w:rsidR="00A0114C" w:rsidRDefault="00A0114C">
      <w:pPr>
        <w:rPr>
          <w:rFonts w:ascii="Franklin Gothic Book" w:hAnsi="Franklin Gothic Book"/>
          <w:sz w:val="44"/>
        </w:rPr>
      </w:pPr>
    </w:p>
    <w:p w:rsidR="00A0114C" w:rsidRDefault="00A0114C">
      <w:pPr>
        <w:rPr>
          <w:rFonts w:ascii="Franklin Gothic Book" w:hAnsi="Franklin Gothic Book"/>
          <w:sz w:val="44"/>
        </w:rPr>
      </w:pPr>
    </w:p>
    <w:p w:rsidR="00A0114C" w:rsidRDefault="00A0114C">
      <w:pPr>
        <w:rPr>
          <w:rFonts w:ascii="Franklin Gothic Book" w:hAnsi="Franklin Gothic Book"/>
          <w:sz w:val="44"/>
        </w:rPr>
      </w:pPr>
    </w:p>
    <w:p w:rsidR="00A0114C" w:rsidRDefault="00A0114C">
      <w:pPr>
        <w:rPr>
          <w:rFonts w:ascii="Franklin Gothic Book" w:hAnsi="Franklin Gothic Book"/>
          <w:sz w:val="44"/>
        </w:rPr>
      </w:pPr>
    </w:p>
    <w:p w:rsidR="00A0114C" w:rsidRDefault="00A0114C">
      <w:pPr>
        <w:rPr>
          <w:rFonts w:ascii="Franklin Gothic Book" w:hAnsi="Franklin Gothic Book"/>
          <w:sz w:val="44"/>
        </w:rPr>
      </w:pPr>
    </w:p>
    <w:p w:rsidR="00A0114C" w:rsidRDefault="00A0114C">
      <w:pPr>
        <w:rPr>
          <w:rFonts w:ascii="Franklin Gothic Book" w:hAnsi="Franklin Gothic Book"/>
          <w:sz w:val="44"/>
        </w:rPr>
      </w:pPr>
    </w:p>
    <w:p w:rsidR="00A0114C" w:rsidRDefault="00A0114C">
      <w:pPr>
        <w:rPr>
          <w:rFonts w:ascii="Franklin Gothic Book" w:hAnsi="Franklin Gothic Book"/>
        </w:rPr>
      </w:pPr>
    </w:p>
    <w:p w:rsidR="00A0114C" w:rsidRDefault="00FD4053">
      <w:pPr>
        <w:rPr>
          <w:rFonts w:ascii="Franklin Gothic Book" w:hAnsi="Franklin Gothic Book"/>
        </w:rPr>
      </w:pPr>
      <w:r>
        <w:rPr>
          <w:rFonts w:ascii="Franklin Gothic Book" w:hAnsi="Franklin Gothic Book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58420</wp:posOffset>
                </wp:positionH>
                <wp:positionV relativeFrom="paragraph">
                  <wp:posOffset>16510</wp:posOffset>
                </wp:positionV>
                <wp:extent cx="6512560" cy="355600"/>
                <wp:effectExtent l="20320" t="26035" r="20320" b="27940"/>
                <wp:wrapNone/>
                <wp:docPr id="14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2560" cy="355600"/>
                        </a:xfrm>
                        <a:prstGeom prst="flowChartAlternateProcess">
                          <a:avLst/>
                        </a:prstGeom>
                        <a:solidFill>
                          <a:srgbClr val="F2F2F2"/>
                        </a:solidFill>
                        <a:ln w="38100">
                          <a:solidFill>
                            <a:srgbClr val="E5E8F7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114C" w:rsidRPr="00734AC7" w:rsidRDefault="004659BD">
                            <w:pPr>
                              <w:rPr>
                                <w:rFonts w:ascii="Times New Roman" w:hAnsi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</w:rPr>
                              <w:t>Personal Vision of Leadership</w:t>
                            </w:r>
                            <w:r w:rsidR="00990B4A">
                              <w:rPr>
                                <w:rFonts w:ascii="Times New Roman" w:hAnsi="Times New Roman"/>
                                <w:sz w:val="28"/>
                              </w:rPr>
                              <w:t xml:space="preserve"> &amp; Commitment to Student Learning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2" o:spid="_x0000_s1027" type="#_x0000_t176" style="position:absolute;margin-left:4.6pt;margin-top:1.3pt;width:512.8pt;height:28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" fillcolor="#f2f2f2" strokecolor="#e5e8f7" strokeweight="3pt">
                <v:textbox>
                  <w:txbxContent>
                    <w:p w:rsidR="00A0114C" w:rsidRPr="00734AC7" w:rsidRDefault="004659BD">
                      <w:pPr>
                        <w:rPr>
                          <w:rFonts w:ascii="Times New Roman" w:hAnsi="Times New Roman"/>
                          <w:sz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</w:rPr>
                        <w:t>Personal Vision of Leadership</w:t>
                      </w:r>
                      <w:r w:rsidR="00990B4A">
                        <w:rPr>
                          <w:rFonts w:ascii="Times New Roman" w:hAnsi="Times New Roman"/>
                          <w:sz w:val="28"/>
                        </w:rPr>
                        <w:t xml:space="preserve"> &amp; Commitment to Student Learning</w:t>
                      </w:r>
                    </w:p>
                  </w:txbxContent>
                </v:textbox>
              </v:shape>
            </w:pict>
          </mc:Fallback>
        </mc:AlternateContent>
      </w:r>
      <w:r w:rsidR="00A0114C">
        <w:rPr>
          <w:rFonts w:ascii="Franklin Gothic Book" w:hAnsi="Franklin Gothic Book"/>
        </w:rPr>
        <w:tab/>
      </w:r>
      <w:r w:rsidR="00A0114C">
        <w:rPr>
          <w:rFonts w:ascii="Franklin Gothic Book" w:hAnsi="Franklin Gothic Book"/>
        </w:rPr>
        <w:tab/>
      </w:r>
    </w:p>
    <w:p w:rsidR="00A0114C" w:rsidRDefault="00A0114C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</w:p>
    <w:p w:rsidR="00A0114C" w:rsidRDefault="00A0114C">
      <w:pPr>
        <w:rPr>
          <w:rFonts w:ascii="Franklin Gothic Book" w:hAnsi="Franklin Gothic Book"/>
        </w:rPr>
      </w:pPr>
    </w:p>
    <w:tbl>
      <w:tblPr>
        <w:tblW w:w="10439" w:type="dxa"/>
        <w:tblBorders>
          <w:top w:val="single" w:sz="18" w:space="0" w:color="DBE5F1" w:themeColor="accent1" w:themeTint="33"/>
          <w:left w:val="single" w:sz="18" w:space="0" w:color="DBE5F1" w:themeColor="accent1" w:themeTint="33"/>
          <w:bottom w:val="single" w:sz="18" w:space="0" w:color="DBE5F1" w:themeColor="accent1" w:themeTint="33"/>
          <w:right w:val="single" w:sz="18" w:space="0" w:color="DBE5F1" w:themeColor="accent1" w:themeTint="33"/>
          <w:insideH w:val="single" w:sz="18" w:space="0" w:color="DBE5F1" w:themeColor="accent1" w:themeTint="33"/>
          <w:insideV w:val="single" w:sz="18" w:space="0" w:color="DBE5F1" w:themeColor="accent1" w:themeTint="33"/>
        </w:tblBorders>
        <w:tblLook w:val="00A0" w:firstRow="1" w:lastRow="0" w:firstColumn="1" w:lastColumn="0" w:noHBand="0" w:noVBand="0"/>
      </w:tblPr>
      <w:tblGrid>
        <w:gridCol w:w="10439"/>
      </w:tblGrid>
      <w:tr w:rsidR="004659BD" w:rsidRPr="005260C3" w:rsidTr="00672901">
        <w:trPr>
          <w:trHeight w:val="151"/>
        </w:trPr>
        <w:tc>
          <w:tcPr>
            <w:tcW w:w="10439" w:type="dxa"/>
          </w:tcPr>
          <w:p w:rsidR="004659BD" w:rsidRPr="004659BD" w:rsidRDefault="004659BD" w:rsidP="0001432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100" w:after="100"/>
              <w:rPr>
                <w:rFonts w:ascii="Times New Roman" w:hAnsi="Times New Roman"/>
              </w:rPr>
            </w:pPr>
            <w:r w:rsidRPr="004659BD">
              <w:rPr>
                <w:rFonts w:ascii="Times New Roman" w:hAnsi="Times New Roman"/>
              </w:rPr>
              <w:t>Schools should teach a curriculum that is aligned, engaging, and includes detailed instructional best practices, teaching materials, assessments, technology integration, enrichment, and interventions.</w:t>
            </w:r>
          </w:p>
        </w:tc>
      </w:tr>
      <w:tr w:rsidR="004659BD" w:rsidRPr="005260C3" w:rsidTr="00672901">
        <w:trPr>
          <w:trHeight w:val="148"/>
        </w:trPr>
        <w:tc>
          <w:tcPr>
            <w:tcW w:w="10439" w:type="dxa"/>
          </w:tcPr>
          <w:p w:rsidR="004659BD" w:rsidRPr="004659BD" w:rsidRDefault="004659BD" w:rsidP="0001432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100" w:after="100"/>
              <w:rPr>
                <w:rFonts w:ascii="Times New Roman" w:hAnsi="Times New Roman"/>
              </w:rPr>
            </w:pPr>
            <w:r w:rsidRPr="004659BD">
              <w:rPr>
                <w:rFonts w:ascii="Times New Roman" w:hAnsi="Times New Roman"/>
              </w:rPr>
              <w:t>A good school is one that teaches within flexible parameters that balance accountability with engagement and empowerment.</w:t>
            </w:r>
          </w:p>
        </w:tc>
      </w:tr>
      <w:tr w:rsidR="004659BD" w:rsidRPr="005260C3" w:rsidTr="00672901">
        <w:trPr>
          <w:trHeight w:val="148"/>
        </w:trPr>
        <w:tc>
          <w:tcPr>
            <w:tcW w:w="10439" w:type="dxa"/>
          </w:tcPr>
          <w:p w:rsidR="004659BD" w:rsidRPr="004659BD" w:rsidRDefault="004659BD" w:rsidP="0001432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100" w:after="100"/>
              <w:rPr>
                <w:rFonts w:ascii="Times New Roman" w:hAnsi="Times New Roman"/>
              </w:rPr>
            </w:pPr>
            <w:r w:rsidRPr="004659BD">
              <w:rPr>
                <w:rFonts w:ascii="Times New Roman" w:hAnsi="Times New Roman"/>
              </w:rPr>
              <w:t>An effective classroom is one in which all students are actively engaged and learning.</w:t>
            </w:r>
          </w:p>
        </w:tc>
      </w:tr>
      <w:tr w:rsidR="004659BD" w:rsidRPr="005260C3" w:rsidTr="00672901">
        <w:trPr>
          <w:trHeight w:val="148"/>
        </w:trPr>
        <w:tc>
          <w:tcPr>
            <w:tcW w:w="10439" w:type="dxa"/>
          </w:tcPr>
          <w:p w:rsidR="004659BD" w:rsidRPr="004659BD" w:rsidRDefault="004659BD" w:rsidP="0001432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100" w:after="100"/>
              <w:rPr>
                <w:rFonts w:ascii="Times New Roman" w:hAnsi="Times New Roman"/>
              </w:rPr>
            </w:pPr>
            <w:r w:rsidRPr="004659BD">
              <w:rPr>
                <w:rFonts w:ascii="Times New Roman" w:hAnsi="Times New Roman"/>
              </w:rPr>
              <w:t xml:space="preserve">A good principal is one who expresses, communicates, and implements the shared </w:t>
            </w:r>
            <w:r w:rsidRPr="004659BD">
              <w:rPr>
                <w:rFonts w:ascii="Times New Roman" w:hAnsi="Times New Roman"/>
                <w:i/>
              </w:rPr>
              <w:t>vision</w:t>
            </w:r>
            <w:r w:rsidRPr="004659BD">
              <w:rPr>
                <w:rFonts w:ascii="Times New Roman" w:hAnsi="Times New Roman"/>
              </w:rPr>
              <w:t xml:space="preserve"> with consistency.</w:t>
            </w:r>
          </w:p>
        </w:tc>
      </w:tr>
      <w:tr w:rsidR="004659BD" w:rsidRPr="005260C3" w:rsidTr="00672901">
        <w:trPr>
          <w:trHeight w:val="148"/>
        </w:trPr>
        <w:tc>
          <w:tcPr>
            <w:tcW w:w="10439" w:type="dxa"/>
          </w:tcPr>
          <w:p w:rsidR="004659BD" w:rsidRPr="004659BD" w:rsidRDefault="004659BD" w:rsidP="0001432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100" w:after="100"/>
              <w:rPr>
                <w:rFonts w:ascii="Times New Roman" w:hAnsi="Times New Roman"/>
              </w:rPr>
            </w:pPr>
            <w:r w:rsidRPr="004659BD">
              <w:rPr>
                <w:rFonts w:ascii="Times New Roman" w:hAnsi="Times New Roman"/>
              </w:rPr>
              <w:t>An effective school faculty is one that educates every student with a safe, welcoming, effective, and innovative learning environment.</w:t>
            </w:r>
          </w:p>
        </w:tc>
      </w:tr>
      <w:tr w:rsidR="004659BD" w:rsidRPr="005260C3" w:rsidTr="00672901">
        <w:trPr>
          <w:trHeight w:val="614"/>
        </w:trPr>
        <w:tc>
          <w:tcPr>
            <w:tcW w:w="10439" w:type="dxa"/>
          </w:tcPr>
          <w:p w:rsidR="004659BD" w:rsidRPr="004659BD" w:rsidRDefault="004659BD" w:rsidP="0001432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100" w:after="100"/>
              <w:rPr>
                <w:rFonts w:ascii="Times New Roman" w:hAnsi="Times New Roman"/>
              </w:rPr>
            </w:pPr>
            <w:r w:rsidRPr="004659BD">
              <w:rPr>
                <w:rFonts w:ascii="Times New Roman" w:hAnsi="Times New Roman"/>
              </w:rPr>
              <w:t>A quality instructional program includes engaging, innovative, and diverse components that educates all students.</w:t>
            </w:r>
          </w:p>
        </w:tc>
      </w:tr>
      <w:tr w:rsidR="004659BD" w:rsidRPr="005260C3" w:rsidTr="00672901">
        <w:trPr>
          <w:trHeight w:val="237"/>
        </w:trPr>
        <w:tc>
          <w:tcPr>
            <w:tcW w:w="10439" w:type="dxa"/>
            <w:shd w:val="clear" w:color="auto" w:fill="DBE5F1" w:themeFill="accent1" w:themeFillTint="33"/>
          </w:tcPr>
          <w:p w:rsidR="004659BD" w:rsidRPr="00990B4A" w:rsidRDefault="004659BD" w:rsidP="0001432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100" w:after="100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659BD" w:rsidRPr="005260C3" w:rsidTr="00672901">
        <w:trPr>
          <w:trHeight w:val="148"/>
        </w:trPr>
        <w:tc>
          <w:tcPr>
            <w:tcW w:w="10439" w:type="dxa"/>
          </w:tcPr>
          <w:p w:rsidR="004659BD" w:rsidRPr="00990B4A" w:rsidRDefault="004659BD" w:rsidP="00990B4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100" w:after="100"/>
              <w:rPr>
                <w:rFonts w:ascii="Times New Roman" w:hAnsi="Times New Roman"/>
              </w:rPr>
            </w:pPr>
            <w:r w:rsidRPr="00990B4A">
              <w:rPr>
                <w:rFonts w:ascii="Times New Roman" w:hAnsi="Times New Roman"/>
              </w:rPr>
              <w:t>Personal Vi</w:t>
            </w:r>
            <w:r w:rsidR="00990B4A" w:rsidRPr="00990B4A">
              <w:rPr>
                <w:rFonts w:ascii="Times New Roman" w:hAnsi="Times New Roman"/>
              </w:rPr>
              <w:t>sion of Leadership</w:t>
            </w:r>
            <w:r w:rsidRPr="00990B4A">
              <w:rPr>
                <w:rFonts w:ascii="Times New Roman" w:hAnsi="Times New Roman"/>
              </w:rPr>
              <w:t>:  Create an innovative, safe, and welcoming learning environment that actively engages and empowers all stakeholders.</w:t>
            </w:r>
          </w:p>
        </w:tc>
      </w:tr>
    </w:tbl>
    <w:p w:rsidR="00990B4A" w:rsidRDefault="00990B4A" w:rsidP="00990B4A">
      <w:pPr>
        <w:ind w:left="720"/>
        <w:rPr>
          <w:rFonts w:ascii="Times New Roman" w:hAnsi="Times New Roman"/>
        </w:rPr>
      </w:pPr>
    </w:p>
    <w:p w:rsidR="00990B4A" w:rsidRDefault="00990B4A" w:rsidP="00990B4A">
      <w:pPr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I will c</w:t>
      </w:r>
      <w:r w:rsidRPr="00660F07">
        <w:rPr>
          <w:rFonts w:ascii="Times New Roman" w:hAnsi="Times New Roman"/>
        </w:rPr>
        <w:t>reate an innovative, safe, and welcoming learning environment that actively engages and empowers all stakeholders.  I will</w:t>
      </w:r>
      <w:r w:rsidRPr="00734AC7">
        <w:rPr>
          <w:rFonts w:ascii="Times New Roman" w:hAnsi="Times New Roman"/>
        </w:rPr>
        <w:t xml:space="preserve"> apply my </w:t>
      </w:r>
      <w:r>
        <w:rPr>
          <w:rFonts w:ascii="Times New Roman" w:hAnsi="Times New Roman"/>
        </w:rPr>
        <w:t xml:space="preserve">administrative and </w:t>
      </w:r>
      <w:r w:rsidRPr="00734AC7">
        <w:rPr>
          <w:rFonts w:ascii="Times New Roman" w:hAnsi="Times New Roman"/>
        </w:rPr>
        <w:t xml:space="preserve">technology leadership skills to bring relevant technologies and content to my district.  </w:t>
      </w:r>
      <w:r>
        <w:rPr>
          <w:rFonts w:ascii="Times New Roman" w:hAnsi="Times New Roman"/>
        </w:rPr>
        <w:t xml:space="preserve">I will provide job embedded </w:t>
      </w:r>
      <w:r w:rsidRPr="00734AC7">
        <w:rPr>
          <w:rFonts w:ascii="Times New Roman" w:hAnsi="Times New Roman"/>
        </w:rPr>
        <w:t>professional development for educators and staff.  I will use technologies to engage students</w:t>
      </w:r>
      <w:r>
        <w:rPr>
          <w:rFonts w:ascii="Times New Roman" w:hAnsi="Times New Roman"/>
        </w:rPr>
        <w:t xml:space="preserve"> and staff</w:t>
      </w:r>
      <w:r w:rsidRPr="00734AC7">
        <w:rPr>
          <w:rFonts w:ascii="Times New Roman" w:hAnsi="Times New Roman"/>
        </w:rPr>
        <w:t xml:space="preserve"> in a diversified learning environment.  I will continue my professional development and stay ab</w:t>
      </w:r>
      <w:r>
        <w:rPr>
          <w:rFonts w:ascii="Times New Roman" w:hAnsi="Times New Roman"/>
        </w:rPr>
        <w:t>reast with current administrative, educational, and technological tools.</w:t>
      </w:r>
    </w:p>
    <w:p w:rsidR="004659BD" w:rsidRPr="00734AC7" w:rsidRDefault="004659BD" w:rsidP="00A661FC">
      <w:pPr>
        <w:ind w:left="720"/>
        <w:rPr>
          <w:rFonts w:ascii="Times New Roman" w:hAnsi="Times New Roman"/>
        </w:rPr>
      </w:pPr>
    </w:p>
    <w:p w:rsidR="00A661FC" w:rsidRPr="00734AC7" w:rsidRDefault="00A661FC" w:rsidP="00A661FC">
      <w:pPr>
        <w:rPr>
          <w:rFonts w:ascii="Times New Roman" w:hAnsi="Times New Roman"/>
        </w:rPr>
      </w:pPr>
    </w:p>
    <w:p w:rsidR="00A0114C" w:rsidRPr="00734AC7" w:rsidRDefault="00FD4053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58420</wp:posOffset>
                </wp:positionH>
                <wp:positionV relativeFrom="paragraph">
                  <wp:posOffset>31750</wp:posOffset>
                </wp:positionV>
                <wp:extent cx="6512560" cy="355600"/>
                <wp:effectExtent l="20320" t="22225" r="20320" b="22225"/>
                <wp:wrapNone/>
                <wp:docPr id="13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2560" cy="355600"/>
                        </a:xfrm>
                        <a:prstGeom prst="flowChartAlternateProcess">
                          <a:avLst/>
                        </a:prstGeom>
                        <a:solidFill>
                          <a:srgbClr val="F2F2F2"/>
                        </a:solidFill>
                        <a:ln w="38100">
                          <a:solidFill>
                            <a:srgbClr val="E5E8F7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7350" w:rsidRPr="00734AC7" w:rsidRDefault="00BB7350" w:rsidP="00BB7350">
                            <w:pPr>
                              <w:rPr>
                                <w:rFonts w:ascii="Times New Roman" w:hAnsi="Times New Roman"/>
                                <w:sz w:val="28"/>
                              </w:rPr>
                            </w:pPr>
                            <w:r w:rsidRPr="00734AC7">
                              <w:rPr>
                                <w:rFonts w:ascii="Times New Roman" w:hAnsi="Times New Roman"/>
                                <w:sz w:val="28"/>
                              </w:rPr>
                              <w:t>Licenses</w:t>
                            </w:r>
                            <w:r w:rsidR="00E1677D" w:rsidRPr="00734AC7">
                              <w:rPr>
                                <w:rFonts w:ascii="Times New Roman" w:hAnsi="Times New Roman"/>
                                <w:sz w:val="28"/>
                              </w:rPr>
                              <w:t xml:space="preserve"> &amp; Certifications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28" type="#_x0000_t176" style="position:absolute;margin-left:4.6pt;margin-top:2.5pt;width:512.8pt;height:28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" fillcolor="#f2f2f2" strokecolor="#e5e8f7" strokeweight="3pt">
                <v:textbox>
                  <w:txbxContent>
                    <w:p w:rsidR="00BB7350" w:rsidRPr="00734AC7" w:rsidRDefault="00BB7350" w:rsidP="00BB7350">
                      <w:pPr>
                        <w:rPr>
                          <w:rFonts w:ascii="Times New Roman" w:hAnsi="Times New Roman"/>
                          <w:sz w:val="28"/>
                        </w:rPr>
                      </w:pPr>
                      <w:r w:rsidRPr="00734AC7">
                        <w:rPr>
                          <w:rFonts w:ascii="Times New Roman" w:hAnsi="Times New Roman"/>
                          <w:sz w:val="28"/>
                        </w:rPr>
                        <w:t>Licenses</w:t>
                      </w:r>
                      <w:r w:rsidR="00E1677D" w:rsidRPr="00734AC7">
                        <w:rPr>
                          <w:rFonts w:ascii="Times New Roman" w:hAnsi="Times New Roman"/>
                          <w:sz w:val="28"/>
                        </w:rPr>
                        <w:t xml:space="preserve"> &amp; Certifications</w:t>
                      </w:r>
                    </w:p>
                  </w:txbxContent>
                </v:textbox>
              </v:shape>
            </w:pict>
          </mc:Fallback>
        </mc:AlternateContent>
      </w:r>
    </w:p>
    <w:p w:rsidR="00A0114C" w:rsidRPr="00734AC7" w:rsidRDefault="00A0114C">
      <w:pPr>
        <w:rPr>
          <w:rFonts w:ascii="Times New Roman" w:hAnsi="Times New Roman"/>
        </w:rPr>
      </w:pPr>
    </w:p>
    <w:p w:rsidR="00A0114C" w:rsidRPr="00734AC7" w:rsidRDefault="00A0114C">
      <w:pPr>
        <w:rPr>
          <w:rFonts w:ascii="Times New Roman" w:hAnsi="Times New Roman"/>
        </w:rPr>
      </w:pPr>
    </w:p>
    <w:p w:rsidR="0007775F" w:rsidRPr="00734AC7" w:rsidRDefault="0007775F" w:rsidP="0007775F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Principal (EC-12)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</w:t>
      </w:r>
      <w:r w:rsidRPr="00734AC7">
        <w:rPr>
          <w:rFonts w:ascii="Times New Roman" w:hAnsi="Times New Roman"/>
        </w:rPr>
        <w:t>Issued by: SBEC</w:t>
      </w:r>
      <w:r>
        <w:rPr>
          <w:rFonts w:ascii="Times New Roman" w:hAnsi="Times New Roman"/>
        </w:rPr>
        <w:t>, Texas</w:t>
      </w:r>
    </w:p>
    <w:p w:rsidR="0007775F" w:rsidRPr="00734AC7" w:rsidRDefault="0007775F" w:rsidP="0007775F">
      <w:pPr>
        <w:jc w:val="right"/>
        <w:rPr>
          <w:rFonts w:ascii="Times New Roman" w:hAnsi="Times New Roman"/>
        </w:rPr>
      </w:pPr>
      <w:r w:rsidRPr="00734AC7">
        <w:rPr>
          <w:rFonts w:ascii="Times New Roman" w:hAnsi="Times New Roman"/>
        </w:rPr>
        <w:t>Issued</w:t>
      </w:r>
      <w:r>
        <w:rPr>
          <w:rFonts w:ascii="Times New Roman" w:hAnsi="Times New Roman"/>
        </w:rPr>
        <w:t xml:space="preserve"> Date</w:t>
      </w:r>
      <w:r w:rsidRPr="00734AC7">
        <w:rPr>
          <w:rFonts w:ascii="Times New Roman" w:hAnsi="Times New Roman"/>
        </w:rPr>
        <w:t xml:space="preserve">: </w:t>
      </w:r>
      <w:r w:rsidR="004F7CCF">
        <w:rPr>
          <w:rFonts w:ascii="Times New Roman" w:hAnsi="Times New Roman"/>
        </w:rPr>
        <w:t>5/2012</w:t>
      </w:r>
    </w:p>
    <w:p w:rsidR="00565D76" w:rsidRDefault="00565D76" w:rsidP="0096689C">
      <w:pPr>
        <w:rPr>
          <w:rFonts w:ascii="Times New Roman" w:hAnsi="Times New Roman"/>
          <w:b/>
        </w:rPr>
      </w:pPr>
    </w:p>
    <w:p w:rsidR="00A340F6" w:rsidRPr="00734AC7" w:rsidRDefault="00A340F6" w:rsidP="0096689C">
      <w:pPr>
        <w:rPr>
          <w:rFonts w:ascii="Times New Roman" w:hAnsi="Times New Roman"/>
          <w:b/>
        </w:rPr>
        <w:sectPr w:rsidR="00A340F6" w:rsidRPr="00734AC7" w:rsidSect="004A34A7">
          <w:headerReference w:type="default" r:id="rId17"/>
          <w:pgSz w:w="12240" w:h="15840"/>
          <w:pgMar w:top="1440" w:right="1440" w:bottom="1440" w:left="907" w:header="720" w:footer="720" w:gutter="0"/>
          <w:cols w:space="720"/>
          <w:titlePg/>
          <w:docGrid w:linePitch="326"/>
        </w:sectPr>
      </w:pPr>
    </w:p>
    <w:p w:rsidR="0007775F" w:rsidRDefault="0007775F" w:rsidP="0096689C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Instructional Leadership Development (</w:t>
      </w:r>
      <w:r w:rsidR="00A340F6">
        <w:rPr>
          <w:rFonts w:ascii="Times New Roman" w:hAnsi="Times New Roman"/>
          <w:b/>
        </w:rPr>
        <w:t>ILD</w:t>
      </w:r>
      <w:r>
        <w:rPr>
          <w:rFonts w:ascii="Times New Roman" w:hAnsi="Times New Roman"/>
          <w:b/>
        </w:rPr>
        <w:t>)</w:t>
      </w:r>
    </w:p>
    <w:p w:rsidR="0007775F" w:rsidRDefault="0007775F" w:rsidP="0096689C">
      <w:pPr>
        <w:rPr>
          <w:rFonts w:ascii="Times New Roman" w:hAnsi="Times New Roman"/>
          <w:b/>
        </w:rPr>
      </w:pPr>
    </w:p>
    <w:p w:rsidR="00A340F6" w:rsidRDefault="00A340F6" w:rsidP="0096689C">
      <w:pPr>
        <w:rPr>
          <w:rFonts w:ascii="Times New Roman" w:hAnsi="Times New Roman"/>
          <w:b/>
        </w:rPr>
      </w:pPr>
    </w:p>
    <w:p w:rsidR="00565D76" w:rsidRPr="00734AC7" w:rsidRDefault="00DD2FF1" w:rsidP="0096689C">
      <w:pPr>
        <w:rPr>
          <w:rFonts w:ascii="Times New Roman" w:hAnsi="Times New Roman"/>
          <w:b/>
        </w:rPr>
      </w:pPr>
      <w:r w:rsidRPr="00734AC7">
        <w:rPr>
          <w:rFonts w:ascii="Times New Roman" w:hAnsi="Times New Roman"/>
          <w:b/>
        </w:rPr>
        <w:t>Elementary Self-Contained</w:t>
      </w:r>
      <w:r w:rsidR="005352D9" w:rsidRPr="00734AC7">
        <w:rPr>
          <w:rFonts w:ascii="Times New Roman" w:hAnsi="Times New Roman"/>
          <w:b/>
        </w:rPr>
        <w:t xml:space="preserve"> </w:t>
      </w:r>
      <w:r w:rsidRPr="00734AC7">
        <w:rPr>
          <w:rFonts w:ascii="Times New Roman" w:hAnsi="Times New Roman"/>
          <w:b/>
        </w:rPr>
        <w:t xml:space="preserve">Grades </w:t>
      </w:r>
      <w:r w:rsidR="005352D9" w:rsidRPr="00734AC7">
        <w:rPr>
          <w:rFonts w:ascii="Times New Roman" w:hAnsi="Times New Roman"/>
          <w:b/>
        </w:rPr>
        <w:t>(</w:t>
      </w:r>
      <w:r w:rsidRPr="00734AC7">
        <w:rPr>
          <w:rFonts w:ascii="Times New Roman" w:hAnsi="Times New Roman"/>
          <w:b/>
        </w:rPr>
        <w:t>1-6</w:t>
      </w:r>
      <w:r w:rsidR="005352D9" w:rsidRPr="00734AC7">
        <w:rPr>
          <w:rFonts w:ascii="Times New Roman" w:hAnsi="Times New Roman"/>
          <w:b/>
        </w:rPr>
        <w:t>)</w:t>
      </w:r>
    </w:p>
    <w:p w:rsidR="00A340F6" w:rsidRPr="00734AC7" w:rsidRDefault="00A340F6" w:rsidP="00A340F6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Issued by:  ESC Region 4</w:t>
      </w:r>
    </w:p>
    <w:p w:rsidR="00A340F6" w:rsidRDefault="00A340F6" w:rsidP="00A340F6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Issued: 10/2011</w:t>
      </w:r>
    </w:p>
    <w:p w:rsidR="00A340F6" w:rsidRDefault="00A340F6" w:rsidP="00565D76">
      <w:pPr>
        <w:jc w:val="right"/>
        <w:rPr>
          <w:rFonts w:ascii="Times New Roman" w:hAnsi="Times New Roman"/>
        </w:rPr>
      </w:pPr>
    </w:p>
    <w:p w:rsidR="00565D76" w:rsidRPr="00734AC7" w:rsidRDefault="00565D76" w:rsidP="00565D76">
      <w:pPr>
        <w:jc w:val="right"/>
        <w:rPr>
          <w:rFonts w:ascii="Times New Roman" w:hAnsi="Times New Roman"/>
          <w:b/>
        </w:rPr>
      </w:pPr>
      <w:r w:rsidRPr="00734AC7">
        <w:rPr>
          <w:rFonts w:ascii="Times New Roman" w:hAnsi="Times New Roman"/>
        </w:rPr>
        <w:t xml:space="preserve">Issued by: </w:t>
      </w:r>
      <w:r w:rsidR="00DD2FF1" w:rsidRPr="00734AC7">
        <w:rPr>
          <w:rFonts w:ascii="Times New Roman" w:hAnsi="Times New Roman"/>
        </w:rPr>
        <w:t>SBEC</w:t>
      </w:r>
      <w:r w:rsidR="00470E15">
        <w:rPr>
          <w:rFonts w:ascii="Times New Roman" w:hAnsi="Times New Roman"/>
        </w:rPr>
        <w:t>, Texas</w:t>
      </w:r>
    </w:p>
    <w:p w:rsidR="00565D76" w:rsidRPr="00734AC7" w:rsidRDefault="005352D9" w:rsidP="00565D76">
      <w:pPr>
        <w:jc w:val="right"/>
        <w:rPr>
          <w:rFonts w:ascii="Times New Roman" w:hAnsi="Times New Roman"/>
        </w:rPr>
      </w:pPr>
      <w:r w:rsidRPr="00734AC7">
        <w:rPr>
          <w:rFonts w:ascii="Times New Roman" w:hAnsi="Times New Roman"/>
        </w:rPr>
        <w:t>Issued</w:t>
      </w:r>
      <w:r w:rsidR="00A340F6">
        <w:rPr>
          <w:rFonts w:ascii="Times New Roman" w:hAnsi="Times New Roman"/>
        </w:rPr>
        <w:t>:</w:t>
      </w:r>
      <w:r w:rsidRPr="00734AC7">
        <w:rPr>
          <w:rFonts w:ascii="Times New Roman" w:hAnsi="Times New Roman"/>
        </w:rPr>
        <w:t xml:space="preserve"> 0</w:t>
      </w:r>
      <w:r w:rsidR="00DD2FF1" w:rsidRPr="00734AC7">
        <w:rPr>
          <w:rFonts w:ascii="Times New Roman" w:hAnsi="Times New Roman"/>
        </w:rPr>
        <w:t>6</w:t>
      </w:r>
      <w:r w:rsidRPr="00734AC7">
        <w:rPr>
          <w:rFonts w:ascii="Times New Roman" w:hAnsi="Times New Roman"/>
        </w:rPr>
        <w:t>/</w:t>
      </w:r>
      <w:r w:rsidR="00DD2FF1" w:rsidRPr="00734AC7">
        <w:rPr>
          <w:rFonts w:ascii="Times New Roman" w:hAnsi="Times New Roman"/>
        </w:rPr>
        <w:t>2003</w:t>
      </w:r>
    </w:p>
    <w:p w:rsidR="00565D76" w:rsidRPr="00734AC7" w:rsidRDefault="00565D76" w:rsidP="0096689C">
      <w:pPr>
        <w:rPr>
          <w:rFonts w:ascii="Times New Roman" w:hAnsi="Times New Roman"/>
          <w:b/>
        </w:rPr>
        <w:sectPr w:rsidR="00565D76" w:rsidRPr="00734AC7" w:rsidSect="00565D76">
          <w:type w:val="continuous"/>
          <w:pgSz w:w="12240" w:h="15840"/>
          <w:pgMar w:top="1440" w:right="1440" w:bottom="1440" w:left="900" w:header="720" w:footer="720" w:gutter="0"/>
          <w:cols w:num="2" w:space="720"/>
          <w:docGrid w:linePitch="326"/>
        </w:sectPr>
      </w:pPr>
    </w:p>
    <w:p w:rsidR="00E1677D" w:rsidRPr="00734AC7" w:rsidRDefault="00E1677D">
      <w:pPr>
        <w:rPr>
          <w:rFonts w:ascii="Times New Roman" w:hAnsi="Times New Roman"/>
        </w:rPr>
        <w:sectPr w:rsidR="00E1677D" w:rsidRPr="00734AC7" w:rsidSect="00E1677D">
          <w:type w:val="continuous"/>
          <w:pgSz w:w="12240" w:h="15840"/>
          <w:pgMar w:top="1440" w:right="1440" w:bottom="1440" w:left="900" w:header="720" w:footer="720" w:gutter="0"/>
          <w:cols w:num="2" w:space="720"/>
          <w:docGrid w:linePitch="326"/>
        </w:sectPr>
      </w:pPr>
    </w:p>
    <w:p w:rsidR="00A0114C" w:rsidRPr="00734AC7" w:rsidRDefault="00A0114C">
      <w:pPr>
        <w:rPr>
          <w:rFonts w:ascii="Times New Roman" w:hAnsi="Times New Roman"/>
        </w:rPr>
      </w:pPr>
    </w:p>
    <w:p w:rsidR="00565D76" w:rsidRPr="00734AC7" w:rsidRDefault="00565D76">
      <w:pPr>
        <w:rPr>
          <w:rFonts w:ascii="Times New Roman" w:hAnsi="Times New Roman"/>
        </w:rPr>
        <w:sectPr w:rsidR="00565D76" w:rsidRPr="00734AC7" w:rsidSect="00E1677D">
          <w:type w:val="continuous"/>
          <w:pgSz w:w="12240" w:h="15840"/>
          <w:pgMar w:top="1440" w:right="1440" w:bottom="1440" w:left="900" w:header="720" w:footer="720" w:gutter="0"/>
          <w:cols w:space="720"/>
          <w:docGrid w:linePitch="326"/>
        </w:sectPr>
      </w:pPr>
    </w:p>
    <w:p w:rsidR="00E1677D" w:rsidRPr="00734AC7" w:rsidRDefault="00DD2FF1">
      <w:pPr>
        <w:rPr>
          <w:rFonts w:ascii="Times New Roman" w:hAnsi="Times New Roman"/>
          <w:b/>
        </w:rPr>
      </w:pPr>
      <w:r w:rsidRPr="00734AC7">
        <w:rPr>
          <w:rFonts w:ascii="Times New Roman" w:hAnsi="Times New Roman"/>
          <w:b/>
        </w:rPr>
        <w:lastRenderedPageBreak/>
        <w:t>Technology Applications Grades (EC-12)</w:t>
      </w:r>
      <w:r w:rsidR="005352D9" w:rsidRPr="00734AC7">
        <w:rPr>
          <w:rFonts w:ascii="Times New Roman" w:hAnsi="Times New Roman"/>
          <w:b/>
        </w:rPr>
        <w:t xml:space="preserve"> </w:t>
      </w:r>
    </w:p>
    <w:p w:rsidR="00565D76" w:rsidRDefault="00565D76">
      <w:pPr>
        <w:rPr>
          <w:rFonts w:ascii="Times New Roman" w:hAnsi="Times New Roman"/>
        </w:rPr>
      </w:pPr>
    </w:p>
    <w:p w:rsidR="00990B4A" w:rsidRPr="00734AC7" w:rsidRDefault="00990B4A">
      <w:pPr>
        <w:rPr>
          <w:rFonts w:ascii="Times New Roman" w:hAnsi="Times New Roman"/>
        </w:rPr>
      </w:pPr>
    </w:p>
    <w:p w:rsidR="00E1677D" w:rsidRPr="00734AC7" w:rsidRDefault="00E1677D" w:rsidP="00565D76">
      <w:pPr>
        <w:jc w:val="right"/>
        <w:rPr>
          <w:rFonts w:ascii="Times New Roman" w:hAnsi="Times New Roman"/>
        </w:rPr>
      </w:pPr>
      <w:r w:rsidRPr="00734AC7">
        <w:rPr>
          <w:rFonts w:ascii="Times New Roman" w:hAnsi="Times New Roman"/>
        </w:rPr>
        <w:lastRenderedPageBreak/>
        <w:t xml:space="preserve">Issued by: </w:t>
      </w:r>
      <w:r w:rsidR="00DD2FF1" w:rsidRPr="00734AC7">
        <w:rPr>
          <w:rFonts w:ascii="Times New Roman" w:hAnsi="Times New Roman"/>
        </w:rPr>
        <w:t>SBEC</w:t>
      </w:r>
      <w:r w:rsidR="00470E15">
        <w:rPr>
          <w:rFonts w:ascii="Times New Roman" w:hAnsi="Times New Roman"/>
        </w:rPr>
        <w:t>, Texas</w:t>
      </w:r>
    </w:p>
    <w:p w:rsidR="00E1677D" w:rsidRPr="00734AC7" w:rsidRDefault="005352D9" w:rsidP="00565D76">
      <w:pPr>
        <w:jc w:val="right"/>
        <w:rPr>
          <w:rFonts w:ascii="Times New Roman" w:hAnsi="Times New Roman"/>
        </w:rPr>
      </w:pPr>
      <w:r w:rsidRPr="00734AC7">
        <w:rPr>
          <w:rFonts w:ascii="Times New Roman" w:hAnsi="Times New Roman"/>
        </w:rPr>
        <w:t xml:space="preserve">Issued: </w:t>
      </w:r>
      <w:r w:rsidR="00DD2FF1" w:rsidRPr="00734AC7">
        <w:rPr>
          <w:rFonts w:ascii="Times New Roman" w:hAnsi="Times New Roman"/>
        </w:rPr>
        <w:t>11</w:t>
      </w:r>
      <w:r w:rsidRPr="00734AC7">
        <w:rPr>
          <w:rFonts w:ascii="Times New Roman" w:hAnsi="Times New Roman"/>
        </w:rPr>
        <w:t>/</w:t>
      </w:r>
      <w:r w:rsidR="00DD2FF1" w:rsidRPr="00734AC7">
        <w:rPr>
          <w:rFonts w:ascii="Times New Roman" w:hAnsi="Times New Roman"/>
        </w:rPr>
        <w:t>2004</w:t>
      </w:r>
    </w:p>
    <w:p w:rsidR="00565D76" w:rsidRPr="00734AC7" w:rsidRDefault="00565D76">
      <w:pPr>
        <w:rPr>
          <w:rFonts w:ascii="Times New Roman" w:hAnsi="Times New Roman"/>
        </w:rPr>
        <w:sectPr w:rsidR="00565D76" w:rsidRPr="00734AC7" w:rsidSect="00565D76">
          <w:type w:val="continuous"/>
          <w:pgSz w:w="12240" w:h="15840"/>
          <w:pgMar w:top="1440" w:right="1440" w:bottom="1440" w:left="900" w:header="720" w:footer="720" w:gutter="0"/>
          <w:cols w:num="2" w:space="720"/>
          <w:docGrid w:linePitch="326"/>
        </w:sectPr>
      </w:pPr>
    </w:p>
    <w:p w:rsidR="00990B4A" w:rsidRDefault="00184E4A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C476FF1" wp14:editId="7B9E2D77">
                <wp:simplePos x="0" y="0"/>
                <wp:positionH relativeFrom="column">
                  <wp:posOffset>58420</wp:posOffset>
                </wp:positionH>
                <wp:positionV relativeFrom="paragraph">
                  <wp:posOffset>114300</wp:posOffset>
                </wp:positionV>
                <wp:extent cx="6512560" cy="355600"/>
                <wp:effectExtent l="19050" t="19050" r="21590" b="25400"/>
                <wp:wrapNone/>
                <wp:docPr id="1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2560" cy="355600"/>
                        </a:xfrm>
                        <a:prstGeom prst="flowChartAlternateProcess">
                          <a:avLst/>
                        </a:prstGeom>
                        <a:solidFill>
                          <a:srgbClr val="F2F2F2"/>
                        </a:solidFill>
                        <a:ln w="38100">
                          <a:solidFill>
                            <a:srgbClr val="E5E8F7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7350" w:rsidRPr="00734AC7" w:rsidRDefault="00BB7350" w:rsidP="00BB7350">
                            <w:pPr>
                              <w:rPr>
                                <w:rFonts w:ascii="Times New Roman" w:hAnsi="Times New Roman"/>
                                <w:sz w:val="28"/>
                              </w:rPr>
                            </w:pPr>
                            <w:r w:rsidRPr="00734AC7">
                              <w:rPr>
                                <w:rFonts w:ascii="Times New Roman" w:hAnsi="Times New Roman"/>
                                <w:sz w:val="28"/>
                              </w:rPr>
                              <w:t>Degree-Seeking Education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6" o:spid="_x0000_s1029" type="#_x0000_t176" style="position:absolute;margin-left:4.6pt;margin-top:9pt;width:512.8pt;height:2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" fillcolor="#f2f2f2" strokecolor="#e5e8f7" strokeweight="3pt">
                <v:textbox>
                  <w:txbxContent>
                    <w:p w:rsidR="00BB7350" w:rsidRPr="00734AC7" w:rsidRDefault="00BB7350" w:rsidP="00BB7350">
                      <w:pPr>
                        <w:rPr>
                          <w:rFonts w:ascii="Times New Roman" w:hAnsi="Times New Roman"/>
                          <w:sz w:val="28"/>
                        </w:rPr>
                      </w:pPr>
                      <w:r w:rsidRPr="00734AC7">
                        <w:rPr>
                          <w:rFonts w:ascii="Times New Roman" w:hAnsi="Times New Roman"/>
                          <w:sz w:val="28"/>
                        </w:rPr>
                        <w:t>Degree-Seeking Education</w:t>
                      </w:r>
                    </w:p>
                  </w:txbxContent>
                </v:textbox>
              </v:shape>
            </w:pict>
          </mc:Fallback>
        </mc:AlternateContent>
      </w:r>
    </w:p>
    <w:p w:rsidR="00990B4A" w:rsidRDefault="00990B4A" w:rsidP="00990B4A">
      <w:pPr>
        <w:rPr>
          <w:rFonts w:ascii="Times New Roman" w:hAnsi="Times New Roman"/>
          <w:b/>
        </w:rPr>
      </w:pPr>
    </w:p>
    <w:p w:rsidR="00990B4A" w:rsidRPr="00734AC7" w:rsidRDefault="00990B4A" w:rsidP="00990B4A">
      <w:pPr>
        <w:rPr>
          <w:rFonts w:ascii="Times New Roman" w:hAnsi="Times New Roman"/>
        </w:rPr>
        <w:sectPr w:rsidR="00990B4A" w:rsidRPr="00734AC7" w:rsidSect="00565D76">
          <w:type w:val="continuous"/>
          <w:pgSz w:w="12240" w:h="15840"/>
          <w:pgMar w:top="1440" w:right="1440" w:bottom="1440" w:left="900" w:header="720" w:footer="720" w:gutter="0"/>
          <w:cols w:num="2" w:space="720"/>
          <w:docGrid w:linePitch="326"/>
        </w:sectPr>
      </w:pPr>
    </w:p>
    <w:p w:rsidR="00990B4A" w:rsidRDefault="00990B4A">
      <w:pPr>
        <w:rPr>
          <w:rFonts w:ascii="Times New Roman" w:hAnsi="Times New Roman"/>
        </w:rPr>
      </w:pPr>
    </w:p>
    <w:p w:rsidR="00A0114C" w:rsidRPr="00734AC7" w:rsidRDefault="00A0114C">
      <w:pPr>
        <w:rPr>
          <w:rFonts w:ascii="Times New Roman" w:hAnsi="Times New Roman"/>
        </w:rPr>
      </w:pPr>
    </w:p>
    <w:p w:rsidR="007E2937" w:rsidRPr="00734AC7" w:rsidRDefault="00184E4A" w:rsidP="00184E4A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Lamar University – Beaumont, Texas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Applied for Admissions:  03/2012</w:t>
      </w:r>
    </w:p>
    <w:p w:rsidR="00565D76" w:rsidRPr="00184E4A" w:rsidRDefault="00184E4A">
      <w:pPr>
        <w:rPr>
          <w:rFonts w:ascii="Times New Roman" w:hAnsi="Times New Roman"/>
          <w:b/>
        </w:rPr>
      </w:pPr>
      <w:proofErr w:type="spellStart"/>
      <w:r>
        <w:rPr>
          <w:rFonts w:ascii="Times New Roman" w:hAnsi="Times New Roman"/>
          <w:b/>
        </w:rPr>
        <w:t>Ed.D</w:t>
      </w:r>
      <w:proofErr w:type="spellEnd"/>
      <w:r>
        <w:rPr>
          <w:rFonts w:ascii="Times New Roman" w:hAnsi="Times New Roman"/>
          <w:b/>
        </w:rPr>
        <w:t>. in Educational Leadership</w:t>
      </w:r>
    </w:p>
    <w:p w:rsidR="00565D76" w:rsidRPr="00734AC7" w:rsidRDefault="00184E4A" w:rsidP="00184E4A">
      <w:pPr>
        <w:rPr>
          <w:rFonts w:ascii="Times New Roman" w:hAnsi="Times New Roman"/>
        </w:rPr>
        <w:sectPr w:rsidR="00565D76" w:rsidRPr="00734AC7" w:rsidSect="00E1677D">
          <w:type w:val="continuous"/>
          <w:pgSz w:w="12240" w:h="15840"/>
          <w:pgMar w:top="1440" w:right="1440" w:bottom="1440" w:left="900" w:header="720" w:footer="720" w:gutter="0"/>
          <w:cols w:space="720"/>
          <w:docGrid w:linePitch="326"/>
        </w:sect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247770" w:rsidRDefault="00247770" w:rsidP="0087128A">
      <w:p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ab/>
      </w:r>
    </w:p>
    <w:p w:rsidR="0087128A" w:rsidRDefault="0087128A" w:rsidP="0087128A">
      <w:pPr>
        <w:rPr>
          <w:rFonts w:ascii="Times New Roman" w:hAnsi="Times New Roman"/>
          <w:b/>
        </w:rPr>
      </w:pPr>
      <w:r w:rsidRPr="00734AC7">
        <w:rPr>
          <w:rFonts w:ascii="Times New Roman" w:hAnsi="Times New Roman"/>
        </w:rPr>
        <w:t>Lamar University – Beaumont, Texas</w:t>
      </w:r>
    </w:p>
    <w:p w:rsidR="0087128A" w:rsidRPr="0087128A" w:rsidRDefault="0087128A" w:rsidP="0087128A">
      <w:pPr>
        <w:rPr>
          <w:rFonts w:ascii="Times New Roman" w:hAnsi="Times New Roman"/>
          <w:b/>
        </w:rPr>
      </w:pPr>
      <w:proofErr w:type="spellStart"/>
      <w:r w:rsidRPr="00734AC7">
        <w:rPr>
          <w:rFonts w:ascii="Times New Roman" w:hAnsi="Times New Roman"/>
          <w:b/>
        </w:rPr>
        <w:t>M.Ed</w:t>
      </w:r>
      <w:proofErr w:type="spellEnd"/>
      <w:r w:rsidRPr="00734AC7">
        <w:rPr>
          <w:rFonts w:ascii="Times New Roman" w:hAnsi="Times New Roman"/>
          <w:b/>
        </w:rPr>
        <w:t xml:space="preserve"> in Educational Technology </w:t>
      </w:r>
      <w:r>
        <w:rPr>
          <w:rFonts w:ascii="Times New Roman" w:hAnsi="Times New Roman"/>
          <w:b/>
        </w:rPr>
        <w:t xml:space="preserve">&amp; Administrative </w:t>
      </w:r>
      <w:r w:rsidRPr="00734AC7">
        <w:rPr>
          <w:rFonts w:ascii="Times New Roman" w:hAnsi="Times New Roman"/>
          <w:b/>
        </w:rPr>
        <w:t>Leadership</w:t>
      </w:r>
    </w:p>
    <w:p w:rsidR="0087128A" w:rsidRPr="00734AC7" w:rsidRDefault="0087128A" w:rsidP="0087128A">
      <w:pPr>
        <w:rPr>
          <w:rFonts w:ascii="Times New Roman" w:hAnsi="Times New Roman"/>
          <w:b/>
        </w:rPr>
      </w:pPr>
    </w:p>
    <w:p w:rsidR="007E2937" w:rsidRPr="00734AC7" w:rsidRDefault="007E2937" w:rsidP="00247770">
      <w:pPr>
        <w:jc w:val="right"/>
        <w:rPr>
          <w:rFonts w:ascii="Times New Roman" w:hAnsi="Times New Roman"/>
        </w:rPr>
      </w:pPr>
    </w:p>
    <w:p w:rsidR="00990B4A" w:rsidRDefault="006B37B9" w:rsidP="00990B4A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Expected Conferred Date:  05</w:t>
      </w:r>
      <w:r w:rsidR="00990B4A" w:rsidRPr="00734AC7">
        <w:rPr>
          <w:rFonts w:ascii="Times New Roman" w:hAnsi="Times New Roman"/>
        </w:rPr>
        <w:t>/2012</w:t>
      </w:r>
    </w:p>
    <w:p w:rsidR="00990B4A" w:rsidRDefault="00990B4A" w:rsidP="00990B4A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GPA: 4.0</w:t>
      </w:r>
    </w:p>
    <w:p w:rsidR="00565D76" w:rsidRPr="00734AC7" w:rsidRDefault="00565D76">
      <w:pPr>
        <w:rPr>
          <w:rFonts w:ascii="Times New Roman" w:hAnsi="Times New Roman"/>
        </w:rPr>
      </w:pPr>
    </w:p>
    <w:p w:rsidR="00565D76" w:rsidRPr="00734AC7" w:rsidRDefault="00565D76">
      <w:pPr>
        <w:rPr>
          <w:rFonts w:ascii="Times New Roman" w:hAnsi="Times New Roman"/>
        </w:rPr>
      </w:pPr>
    </w:p>
    <w:p w:rsidR="00D71A16" w:rsidRPr="00734AC7" w:rsidRDefault="00D71A16" w:rsidP="009C1AF8">
      <w:pPr>
        <w:jc w:val="right"/>
        <w:rPr>
          <w:rFonts w:ascii="Times New Roman" w:hAnsi="Times New Roman"/>
        </w:rPr>
        <w:sectPr w:rsidR="00D71A16" w:rsidRPr="00734AC7" w:rsidSect="007E2937">
          <w:type w:val="continuous"/>
          <w:pgSz w:w="12240" w:h="15840"/>
          <w:pgMar w:top="1440" w:right="1440" w:bottom="1440" w:left="900" w:header="720" w:footer="720" w:gutter="0"/>
          <w:cols w:num="2" w:space="720"/>
          <w:docGrid w:linePitch="326"/>
        </w:sectPr>
      </w:pPr>
    </w:p>
    <w:p w:rsidR="009C1AF8" w:rsidRPr="00734AC7" w:rsidRDefault="009C1AF8">
      <w:pPr>
        <w:rPr>
          <w:rFonts w:ascii="Times New Roman" w:hAnsi="Times New Roman"/>
        </w:rPr>
      </w:pPr>
    </w:p>
    <w:p w:rsidR="002F07E2" w:rsidRDefault="002F07E2">
      <w:pPr>
        <w:rPr>
          <w:rFonts w:ascii="Times New Roman" w:hAnsi="Times New Roman"/>
        </w:rPr>
      </w:pPr>
    </w:p>
    <w:p w:rsidR="007E2937" w:rsidRPr="00734AC7" w:rsidRDefault="00DD2FF1">
      <w:pPr>
        <w:rPr>
          <w:rFonts w:ascii="Times New Roman" w:hAnsi="Times New Roman"/>
        </w:rPr>
      </w:pPr>
      <w:r w:rsidRPr="00734AC7">
        <w:rPr>
          <w:rFonts w:ascii="Times New Roman" w:hAnsi="Times New Roman"/>
        </w:rPr>
        <w:t>Excelsior University</w:t>
      </w:r>
      <w:r w:rsidR="007E2937" w:rsidRPr="00734AC7">
        <w:rPr>
          <w:rFonts w:ascii="Times New Roman" w:hAnsi="Times New Roman"/>
        </w:rPr>
        <w:t xml:space="preserve"> – </w:t>
      </w:r>
      <w:r w:rsidRPr="00734AC7">
        <w:rPr>
          <w:rFonts w:ascii="Times New Roman" w:hAnsi="Times New Roman"/>
        </w:rPr>
        <w:t>Albany, New York</w:t>
      </w:r>
    </w:p>
    <w:p w:rsidR="007E2937" w:rsidRPr="00734AC7" w:rsidRDefault="00DD2FF1">
      <w:pPr>
        <w:rPr>
          <w:rFonts w:ascii="Times New Roman" w:hAnsi="Times New Roman"/>
          <w:b/>
        </w:rPr>
      </w:pPr>
      <w:r w:rsidRPr="00734AC7">
        <w:rPr>
          <w:rFonts w:ascii="Times New Roman" w:hAnsi="Times New Roman"/>
          <w:b/>
        </w:rPr>
        <w:t>Bachelor of Science in Liberal Studies</w:t>
      </w:r>
    </w:p>
    <w:p w:rsidR="007E2937" w:rsidRPr="00734AC7" w:rsidRDefault="007E2937" w:rsidP="007E2937">
      <w:pPr>
        <w:jc w:val="right"/>
        <w:rPr>
          <w:rFonts w:ascii="Times New Roman" w:hAnsi="Times New Roman"/>
        </w:rPr>
      </w:pPr>
    </w:p>
    <w:p w:rsidR="007E2937" w:rsidRPr="00734AC7" w:rsidRDefault="007E2937" w:rsidP="007E2937">
      <w:pPr>
        <w:jc w:val="right"/>
        <w:rPr>
          <w:rFonts w:ascii="Times New Roman" w:hAnsi="Times New Roman"/>
        </w:rPr>
      </w:pPr>
    </w:p>
    <w:p w:rsidR="00565D76" w:rsidRPr="00734AC7" w:rsidRDefault="00FD4053" w:rsidP="007E2937">
      <w:pPr>
        <w:jc w:val="right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109220</wp:posOffset>
                </wp:positionH>
                <wp:positionV relativeFrom="paragraph">
                  <wp:posOffset>83820</wp:posOffset>
                </wp:positionV>
                <wp:extent cx="6512560" cy="355600"/>
                <wp:effectExtent l="23495" t="26670" r="26670" b="27305"/>
                <wp:wrapNone/>
                <wp:docPr id="11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2560" cy="355600"/>
                        </a:xfrm>
                        <a:prstGeom prst="flowChartAlternateProcess">
                          <a:avLst/>
                        </a:prstGeom>
                        <a:solidFill>
                          <a:srgbClr val="F2F2F2"/>
                        </a:solidFill>
                        <a:ln w="38100">
                          <a:solidFill>
                            <a:srgbClr val="E5E8F7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5C37" w:rsidRPr="00734AC7" w:rsidRDefault="003E5C37" w:rsidP="003E5C37">
                            <w:pPr>
                              <w:rPr>
                                <w:rFonts w:ascii="Times New Roman" w:hAnsi="Times New Roman"/>
                                <w:sz w:val="28"/>
                              </w:rPr>
                            </w:pPr>
                            <w:r w:rsidRPr="00734AC7">
                              <w:rPr>
                                <w:rFonts w:ascii="Times New Roman" w:hAnsi="Times New Roman"/>
                                <w:sz w:val="28"/>
                              </w:rPr>
                              <w:t>Non-Degree-Seeking Education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" o:spid="_x0000_s1030" type="#_x0000_t176" style="position:absolute;left:0;text-align:left;margin-left:8.6pt;margin-top:6.6pt;width:512.8pt;height:28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" fillcolor="#f2f2f2" strokecolor="#e5e8f7" strokeweight="3pt">
                <v:textbox>
                  <w:txbxContent>
                    <w:p w:rsidR="003E5C37" w:rsidRPr="00734AC7" w:rsidRDefault="003E5C37" w:rsidP="003E5C37">
                      <w:pPr>
                        <w:rPr>
                          <w:rFonts w:ascii="Times New Roman" w:hAnsi="Times New Roman"/>
                          <w:sz w:val="28"/>
                        </w:rPr>
                      </w:pPr>
                      <w:r w:rsidRPr="00734AC7">
                        <w:rPr>
                          <w:rFonts w:ascii="Times New Roman" w:hAnsi="Times New Roman"/>
                          <w:sz w:val="28"/>
                        </w:rPr>
                        <w:t>Non-Degree-Seeking Education</w:t>
                      </w:r>
                    </w:p>
                  </w:txbxContent>
                </v:textbox>
              </v:shape>
            </w:pict>
          </mc:Fallback>
        </mc:AlternateContent>
      </w:r>
    </w:p>
    <w:p w:rsidR="00565D76" w:rsidRPr="00734AC7" w:rsidRDefault="00565D76" w:rsidP="007E2937">
      <w:pPr>
        <w:jc w:val="right"/>
        <w:rPr>
          <w:rFonts w:ascii="Times New Roman" w:hAnsi="Times New Roman"/>
        </w:rPr>
      </w:pPr>
    </w:p>
    <w:p w:rsidR="007E2937" w:rsidRPr="00734AC7" w:rsidRDefault="007E2937" w:rsidP="007E2937">
      <w:pPr>
        <w:jc w:val="right"/>
        <w:rPr>
          <w:rFonts w:ascii="Times New Roman" w:hAnsi="Times New Roman"/>
        </w:rPr>
      </w:pPr>
      <w:r w:rsidRPr="00734AC7">
        <w:rPr>
          <w:rFonts w:ascii="Times New Roman" w:hAnsi="Times New Roman"/>
        </w:rPr>
        <w:t xml:space="preserve">Graduated:  </w:t>
      </w:r>
      <w:r w:rsidR="00DD2FF1" w:rsidRPr="00734AC7">
        <w:rPr>
          <w:rFonts w:ascii="Times New Roman" w:hAnsi="Times New Roman"/>
        </w:rPr>
        <w:t>11</w:t>
      </w:r>
      <w:r w:rsidR="005352D9" w:rsidRPr="00734AC7">
        <w:rPr>
          <w:rFonts w:ascii="Times New Roman" w:hAnsi="Times New Roman"/>
        </w:rPr>
        <w:t>/</w:t>
      </w:r>
      <w:r w:rsidR="00DD2FF1" w:rsidRPr="00734AC7">
        <w:rPr>
          <w:rFonts w:ascii="Times New Roman" w:hAnsi="Times New Roman"/>
        </w:rPr>
        <w:t>2000</w:t>
      </w:r>
    </w:p>
    <w:p w:rsidR="007E2937" w:rsidRPr="00734AC7" w:rsidRDefault="007E2937" w:rsidP="007E2937">
      <w:pPr>
        <w:jc w:val="right"/>
        <w:rPr>
          <w:rFonts w:ascii="Times New Roman" w:hAnsi="Times New Roman"/>
        </w:rPr>
      </w:pPr>
      <w:r w:rsidRPr="00734AC7">
        <w:rPr>
          <w:rFonts w:ascii="Times New Roman" w:hAnsi="Times New Roman"/>
        </w:rPr>
        <w:t>GPA</w:t>
      </w:r>
      <w:r w:rsidR="005352D9" w:rsidRPr="00734AC7">
        <w:rPr>
          <w:rFonts w:ascii="Times New Roman" w:hAnsi="Times New Roman"/>
        </w:rPr>
        <w:t xml:space="preserve">: </w:t>
      </w:r>
      <w:r w:rsidR="00DD2FF1" w:rsidRPr="00734AC7">
        <w:rPr>
          <w:rFonts w:ascii="Times New Roman" w:hAnsi="Times New Roman"/>
        </w:rPr>
        <w:t>3</w:t>
      </w:r>
      <w:r w:rsidR="00E46349" w:rsidRPr="00734AC7">
        <w:rPr>
          <w:rFonts w:ascii="Times New Roman" w:hAnsi="Times New Roman"/>
        </w:rPr>
        <w:t>.6</w:t>
      </w:r>
    </w:p>
    <w:p w:rsidR="003E5C37" w:rsidRPr="00734AC7" w:rsidRDefault="002C1696" w:rsidP="007E2937">
      <w:pPr>
        <w:jc w:val="right"/>
        <w:rPr>
          <w:rFonts w:ascii="Times New Roman" w:hAnsi="Times New Roman"/>
        </w:rPr>
      </w:pPr>
      <w:r w:rsidRPr="00734AC7">
        <w:rPr>
          <w:rFonts w:ascii="Times New Roman" w:hAnsi="Times New Roman"/>
        </w:rPr>
        <w:t xml:space="preserve">Honors: </w:t>
      </w:r>
      <w:r w:rsidR="002F07E2">
        <w:rPr>
          <w:rFonts w:ascii="Times New Roman" w:hAnsi="Times New Roman"/>
        </w:rPr>
        <w:t xml:space="preserve"> </w:t>
      </w:r>
      <w:r w:rsidRPr="00734AC7">
        <w:rPr>
          <w:rFonts w:ascii="Times New Roman" w:hAnsi="Times New Roman"/>
        </w:rPr>
        <w:t>Magna Cum Laude</w:t>
      </w:r>
    </w:p>
    <w:p w:rsidR="003E5C37" w:rsidRPr="00734AC7" w:rsidRDefault="003E5C37" w:rsidP="007E2937">
      <w:pPr>
        <w:jc w:val="right"/>
        <w:rPr>
          <w:rFonts w:ascii="Times New Roman" w:hAnsi="Times New Roman"/>
        </w:rPr>
      </w:pPr>
    </w:p>
    <w:p w:rsidR="003E5C37" w:rsidRPr="00734AC7" w:rsidRDefault="003E5C37" w:rsidP="007E2937">
      <w:pPr>
        <w:jc w:val="right"/>
        <w:rPr>
          <w:rFonts w:ascii="Times New Roman" w:hAnsi="Times New Roman"/>
        </w:rPr>
      </w:pPr>
    </w:p>
    <w:p w:rsidR="003E5C37" w:rsidRPr="00734AC7" w:rsidRDefault="003E5C37" w:rsidP="007E2937">
      <w:pPr>
        <w:jc w:val="right"/>
        <w:rPr>
          <w:rFonts w:ascii="Times New Roman" w:hAnsi="Times New Roman"/>
        </w:rPr>
        <w:sectPr w:rsidR="003E5C37" w:rsidRPr="00734AC7" w:rsidSect="007E2937">
          <w:type w:val="continuous"/>
          <w:pgSz w:w="12240" w:h="15840"/>
          <w:pgMar w:top="1440" w:right="1440" w:bottom="1440" w:left="900" w:header="720" w:footer="720" w:gutter="0"/>
          <w:cols w:num="2" w:space="720"/>
          <w:docGrid w:linePitch="326"/>
        </w:sectPr>
      </w:pPr>
    </w:p>
    <w:p w:rsidR="003E5C37" w:rsidRPr="00734AC7" w:rsidRDefault="003E5C37" w:rsidP="00B474E8">
      <w:pPr>
        <w:rPr>
          <w:rFonts w:ascii="Times New Roman" w:hAnsi="Times New Roman"/>
        </w:rPr>
      </w:pPr>
    </w:p>
    <w:p w:rsidR="003E5C37" w:rsidRPr="00734AC7" w:rsidRDefault="003E5C37" w:rsidP="003E5C37">
      <w:pPr>
        <w:rPr>
          <w:rFonts w:ascii="Times New Roman" w:hAnsi="Times New Roman"/>
        </w:rPr>
      </w:pPr>
    </w:p>
    <w:p w:rsidR="003E5C37" w:rsidRPr="00734AC7" w:rsidRDefault="003E5C37" w:rsidP="003E5C37">
      <w:pPr>
        <w:rPr>
          <w:rFonts w:ascii="Times New Roman" w:hAnsi="Times New Roman"/>
        </w:rPr>
        <w:sectPr w:rsidR="003E5C37" w:rsidRPr="00734AC7" w:rsidSect="007E2937">
          <w:type w:val="continuous"/>
          <w:pgSz w:w="12240" w:h="15840"/>
          <w:pgMar w:top="1440" w:right="1440" w:bottom="1440" w:left="900" w:header="720" w:footer="720" w:gutter="0"/>
          <w:cols w:space="720"/>
          <w:docGrid w:linePitch="326"/>
        </w:sectPr>
      </w:pPr>
    </w:p>
    <w:p w:rsidR="003E5C37" w:rsidRPr="00734AC7" w:rsidRDefault="003E5C37" w:rsidP="003E5C37">
      <w:pPr>
        <w:rPr>
          <w:rFonts w:ascii="Times New Roman" w:hAnsi="Times New Roman"/>
        </w:rPr>
      </w:pPr>
      <w:r w:rsidRPr="00734AC7">
        <w:rPr>
          <w:rFonts w:ascii="Times New Roman" w:hAnsi="Times New Roman"/>
          <w:b/>
        </w:rPr>
        <w:lastRenderedPageBreak/>
        <w:t>Texas Tech University</w:t>
      </w:r>
      <w:r w:rsidRPr="00734AC7">
        <w:rPr>
          <w:rFonts w:ascii="Times New Roman" w:hAnsi="Times New Roman"/>
        </w:rPr>
        <w:t xml:space="preserve"> – Lubbock, Texas</w:t>
      </w:r>
    </w:p>
    <w:p w:rsidR="003E5C37" w:rsidRPr="00734AC7" w:rsidRDefault="003E5C37" w:rsidP="003E5C37">
      <w:pPr>
        <w:rPr>
          <w:rFonts w:ascii="Times New Roman" w:hAnsi="Times New Roman"/>
        </w:rPr>
      </w:pPr>
      <w:r w:rsidRPr="00734AC7">
        <w:rPr>
          <w:rFonts w:ascii="Times New Roman" w:hAnsi="Times New Roman"/>
        </w:rPr>
        <w:t>15 credits</w:t>
      </w:r>
    </w:p>
    <w:p w:rsidR="003E5C37" w:rsidRPr="00734AC7" w:rsidRDefault="003E5C37" w:rsidP="003E5C37">
      <w:pPr>
        <w:jc w:val="right"/>
        <w:rPr>
          <w:rFonts w:ascii="Times New Roman" w:hAnsi="Times New Roman"/>
        </w:rPr>
        <w:sectPr w:rsidR="003E5C37" w:rsidRPr="00734AC7" w:rsidSect="00C3207B">
          <w:type w:val="continuous"/>
          <w:pgSz w:w="12240" w:h="15840"/>
          <w:pgMar w:top="1440" w:right="1440" w:bottom="1440" w:left="900" w:header="720" w:footer="720" w:gutter="0"/>
          <w:cols w:num="2" w:space="720"/>
          <w:docGrid w:linePitch="326"/>
        </w:sectPr>
      </w:pPr>
      <w:r w:rsidRPr="00734AC7">
        <w:rPr>
          <w:rFonts w:ascii="Times New Roman" w:hAnsi="Times New Roman"/>
        </w:rPr>
        <w:lastRenderedPageBreak/>
        <w:t>Attended: 7/2000 – 11/2000</w:t>
      </w:r>
    </w:p>
    <w:p w:rsidR="00C3207B" w:rsidRPr="00734AC7" w:rsidRDefault="00C3207B">
      <w:pPr>
        <w:rPr>
          <w:rFonts w:ascii="Times New Roman" w:hAnsi="Times New Roman"/>
        </w:rPr>
        <w:sectPr w:rsidR="00C3207B" w:rsidRPr="00734AC7" w:rsidSect="00C3207B">
          <w:type w:val="continuous"/>
          <w:pgSz w:w="12240" w:h="15840"/>
          <w:pgMar w:top="1440" w:right="1440" w:bottom="1440" w:left="900" w:header="720" w:footer="720" w:gutter="0"/>
          <w:cols w:num="2" w:space="720"/>
          <w:docGrid w:linePitch="326"/>
        </w:sectPr>
      </w:pPr>
    </w:p>
    <w:p w:rsidR="003E5C37" w:rsidRPr="00734AC7" w:rsidRDefault="003E5C37" w:rsidP="003E5C37">
      <w:pPr>
        <w:rPr>
          <w:rFonts w:ascii="Times New Roman" w:hAnsi="Times New Roman"/>
        </w:rPr>
      </w:pPr>
      <w:r w:rsidRPr="00734AC7">
        <w:rPr>
          <w:rFonts w:ascii="Times New Roman" w:hAnsi="Times New Roman"/>
          <w:b/>
        </w:rPr>
        <w:lastRenderedPageBreak/>
        <w:t>Eastfield College</w:t>
      </w:r>
      <w:r w:rsidRPr="00734AC7">
        <w:rPr>
          <w:rFonts w:ascii="Times New Roman" w:hAnsi="Times New Roman"/>
        </w:rPr>
        <w:t xml:space="preserve"> – Mesquite, Texas</w:t>
      </w:r>
    </w:p>
    <w:p w:rsidR="003E5C37" w:rsidRPr="00734AC7" w:rsidRDefault="00773C47" w:rsidP="003E5C37">
      <w:pPr>
        <w:rPr>
          <w:rFonts w:ascii="Times New Roman" w:hAnsi="Times New Roman"/>
        </w:rPr>
      </w:pPr>
      <w:r w:rsidRPr="00734AC7">
        <w:rPr>
          <w:rFonts w:ascii="Times New Roman" w:hAnsi="Times New Roman"/>
        </w:rPr>
        <w:t>63</w:t>
      </w:r>
      <w:r w:rsidR="003E5C37" w:rsidRPr="00734AC7">
        <w:rPr>
          <w:rFonts w:ascii="Times New Roman" w:hAnsi="Times New Roman"/>
        </w:rPr>
        <w:t xml:space="preserve"> credits</w:t>
      </w:r>
    </w:p>
    <w:p w:rsidR="003E5C37" w:rsidRPr="00734AC7" w:rsidRDefault="003E5C37" w:rsidP="003E5C37">
      <w:pPr>
        <w:jc w:val="right"/>
        <w:rPr>
          <w:rFonts w:ascii="Times New Roman" w:hAnsi="Times New Roman"/>
        </w:rPr>
        <w:sectPr w:rsidR="003E5C37" w:rsidRPr="00734AC7" w:rsidSect="00C3207B">
          <w:type w:val="continuous"/>
          <w:pgSz w:w="12240" w:h="15840"/>
          <w:pgMar w:top="1440" w:right="1440" w:bottom="1440" w:left="900" w:header="720" w:footer="720" w:gutter="0"/>
          <w:cols w:num="2" w:space="720"/>
          <w:docGrid w:linePitch="326"/>
        </w:sectPr>
      </w:pPr>
      <w:r w:rsidRPr="00734AC7">
        <w:rPr>
          <w:rFonts w:ascii="Times New Roman" w:hAnsi="Times New Roman"/>
        </w:rPr>
        <w:lastRenderedPageBreak/>
        <w:t>Attended: 8/1996 – 5/2000</w:t>
      </w:r>
    </w:p>
    <w:p w:rsidR="003E5C37" w:rsidRPr="00734AC7" w:rsidRDefault="003E5C37" w:rsidP="003E5C37">
      <w:pPr>
        <w:rPr>
          <w:rFonts w:ascii="Times New Roman" w:hAnsi="Times New Roman"/>
        </w:rPr>
        <w:sectPr w:rsidR="003E5C37" w:rsidRPr="00734AC7" w:rsidSect="00C3207B">
          <w:type w:val="continuous"/>
          <w:pgSz w:w="12240" w:h="15840"/>
          <w:pgMar w:top="1440" w:right="1440" w:bottom="1440" w:left="900" w:header="720" w:footer="720" w:gutter="0"/>
          <w:cols w:num="2" w:space="720"/>
          <w:docGrid w:linePitch="326"/>
        </w:sectPr>
      </w:pPr>
    </w:p>
    <w:p w:rsidR="005D1AB6" w:rsidRPr="00734AC7" w:rsidRDefault="005D1AB6">
      <w:pPr>
        <w:rPr>
          <w:rFonts w:ascii="Times New Roman" w:hAnsi="Times New Roman"/>
        </w:rPr>
      </w:pPr>
    </w:p>
    <w:p w:rsidR="004F7CCF" w:rsidRDefault="004F7CCF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A0114C" w:rsidRPr="00734AC7" w:rsidRDefault="00FD4053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109220</wp:posOffset>
                </wp:positionH>
                <wp:positionV relativeFrom="paragraph">
                  <wp:posOffset>102870</wp:posOffset>
                </wp:positionV>
                <wp:extent cx="6512560" cy="355600"/>
                <wp:effectExtent l="23495" t="26670" r="26670" b="27305"/>
                <wp:wrapNone/>
                <wp:docPr id="10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2560" cy="355600"/>
                        </a:xfrm>
                        <a:prstGeom prst="flowChartAlternateProcess">
                          <a:avLst/>
                        </a:prstGeom>
                        <a:solidFill>
                          <a:srgbClr val="F2F2F2"/>
                        </a:solidFill>
                        <a:ln w="38100">
                          <a:solidFill>
                            <a:srgbClr val="E5E8F7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2937" w:rsidRPr="00734AC7" w:rsidRDefault="00FF4A14" w:rsidP="007E2937">
                            <w:pPr>
                              <w:rPr>
                                <w:rFonts w:ascii="Times New Roman" w:hAnsi="Times New Roman"/>
                                <w:sz w:val="28"/>
                              </w:rPr>
                            </w:pPr>
                            <w:r w:rsidRPr="00734AC7">
                              <w:rPr>
                                <w:rFonts w:ascii="Times New Roman" w:hAnsi="Times New Roman"/>
                                <w:sz w:val="28"/>
                              </w:rPr>
                              <w:t xml:space="preserve">Honors </w:t>
                            </w:r>
                            <w:r w:rsidR="00E1677D" w:rsidRPr="00734AC7">
                              <w:rPr>
                                <w:rFonts w:ascii="Times New Roman" w:hAnsi="Times New Roman"/>
                                <w:sz w:val="28"/>
                              </w:rPr>
                              <w:t>&amp;</w:t>
                            </w:r>
                            <w:r w:rsidRPr="00734AC7">
                              <w:rPr>
                                <w:rFonts w:ascii="Times New Roman" w:hAnsi="Times New Roman"/>
                                <w:sz w:val="28"/>
                              </w:rPr>
                              <w:t xml:space="preserve"> Awards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31" type="#_x0000_t176" style="position:absolute;margin-left:8.6pt;margin-top:8.1pt;width:512.8pt;height:2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" fillcolor="#f2f2f2" strokecolor="#e5e8f7" strokeweight="3pt">
                <v:textbox>
                  <w:txbxContent>
                    <w:p w:rsidR="007E2937" w:rsidRPr="00734AC7" w:rsidRDefault="00FF4A14" w:rsidP="007E2937">
                      <w:pPr>
                        <w:rPr>
                          <w:rFonts w:ascii="Times New Roman" w:hAnsi="Times New Roman"/>
                          <w:sz w:val="28"/>
                        </w:rPr>
                      </w:pPr>
                      <w:r w:rsidRPr="00734AC7">
                        <w:rPr>
                          <w:rFonts w:ascii="Times New Roman" w:hAnsi="Times New Roman"/>
                          <w:sz w:val="28"/>
                        </w:rPr>
                        <w:t xml:space="preserve">Honors </w:t>
                      </w:r>
                      <w:r w:rsidR="00E1677D" w:rsidRPr="00734AC7">
                        <w:rPr>
                          <w:rFonts w:ascii="Times New Roman" w:hAnsi="Times New Roman"/>
                          <w:sz w:val="28"/>
                        </w:rPr>
                        <w:t>&amp;</w:t>
                      </w:r>
                      <w:r w:rsidRPr="00734AC7">
                        <w:rPr>
                          <w:rFonts w:ascii="Times New Roman" w:hAnsi="Times New Roman"/>
                          <w:sz w:val="28"/>
                        </w:rPr>
                        <w:t xml:space="preserve"> Awards</w:t>
                      </w:r>
                    </w:p>
                  </w:txbxContent>
                </v:textbox>
              </v:shape>
            </w:pict>
          </mc:Fallback>
        </mc:AlternateContent>
      </w:r>
    </w:p>
    <w:p w:rsidR="00A0114C" w:rsidRPr="00734AC7" w:rsidRDefault="00A0114C">
      <w:pPr>
        <w:rPr>
          <w:rFonts w:ascii="Times New Roman" w:hAnsi="Times New Roman"/>
        </w:rPr>
      </w:pPr>
    </w:p>
    <w:p w:rsidR="00A0114C" w:rsidRPr="00734AC7" w:rsidRDefault="00A0114C">
      <w:pPr>
        <w:rPr>
          <w:rFonts w:ascii="Times New Roman" w:hAnsi="Times New Roman"/>
        </w:rPr>
      </w:pPr>
    </w:p>
    <w:p w:rsidR="00A0114C" w:rsidRPr="00734AC7" w:rsidRDefault="00A0114C">
      <w:pPr>
        <w:rPr>
          <w:rFonts w:ascii="Times New Roman" w:hAnsi="Times New Roman"/>
        </w:rPr>
      </w:pPr>
    </w:p>
    <w:p w:rsidR="005352D9" w:rsidRPr="00734AC7" w:rsidRDefault="005352D9" w:rsidP="001E4304">
      <w:pPr>
        <w:rPr>
          <w:rFonts w:ascii="Times New Roman" w:hAnsi="Times New Roman"/>
          <w:b/>
        </w:rPr>
        <w:sectPr w:rsidR="005352D9" w:rsidRPr="00734AC7" w:rsidSect="007E2937">
          <w:type w:val="continuous"/>
          <w:pgSz w:w="12240" w:h="15840"/>
          <w:pgMar w:top="1440" w:right="1440" w:bottom="1440" w:left="900" w:header="720" w:footer="720" w:gutter="0"/>
          <w:cols w:space="720"/>
          <w:docGrid w:linePitch="326"/>
        </w:sectPr>
      </w:pPr>
    </w:p>
    <w:p w:rsidR="001E4304" w:rsidRPr="00734AC7" w:rsidRDefault="00E46349" w:rsidP="001E4304">
      <w:pPr>
        <w:rPr>
          <w:rFonts w:ascii="Times New Roman" w:hAnsi="Times New Roman"/>
        </w:rPr>
      </w:pPr>
      <w:r w:rsidRPr="00734AC7">
        <w:rPr>
          <w:rFonts w:ascii="Times New Roman" w:hAnsi="Times New Roman"/>
          <w:b/>
        </w:rPr>
        <w:lastRenderedPageBreak/>
        <w:t xml:space="preserve">Service </w:t>
      </w:r>
      <w:proofErr w:type="gramStart"/>
      <w:r w:rsidRPr="00734AC7">
        <w:rPr>
          <w:rFonts w:ascii="Times New Roman" w:hAnsi="Times New Roman"/>
          <w:b/>
        </w:rPr>
        <w:t>Above</w:t>
      </w:r>
      <w:proofErr w:type="gramEnd"/>
      <w:r w:rsidRPr="00734AC7">
        <w:rPr>
          <w:rFonts w:ascii="Times New Roman" w:hAnsi="Times New Roman"/>
          <w:b/>
        </w:rPr>
        <w:t xml:space="preserve"> Self</w:t>
      </w:r>
      <w:r w:rsidR="001E4304" w:rsidRPr="00734AC7">
        <w:rPr>
          <w:rFonts w:ascii="Times New Roman" w:hAnsi="Times New Roman"/>
        </w:rPr>
        <w:t xml:space="preserve">, </w:t>
      </w:r>
      <w:r w:rsidR="00364071">
        <w:rPr>
          <w:rFonts w:ascii="Times New Roman" w:hAnsi="Times New Roman"/>
        </w:rPr>
        <w:t>Clarice Tinsley (</w:t>
      </w:r>
      <w:r w:rsidR="00857DD3">
        <w:rPr>
          <w:rFonts w:ascii="Times New Roman" w:hAnsi="Times New Roman"/>
        </w:rPr>
        <w:t xml:space="preserve">KDFW FOX 4 News) &amp; </w:t>
      </w:r>
      <w:r w:rsidRPr="00734AC7">
        <w:rPr>
          <w:rFonts w:ascii="Times New Roman" w:hAnsi="Times New Roman"/>
        </w:rPr>
        <w:t>Rotary Club of Dallas</w:t>
      </w:r>
      <w:r w:rsidR="005352D9" w:rsidRPr="00734AC7">
        <w:rPr>
          <w:rFonts w:ascii="Times New Roman" w:hAnsi="Times New Roman"/>
        </w:rPr>
        <w:t xml:space="preserve"> </w:t>
      </w:r>
      <w:r w:rsidR="00632031" w:rsidRPr="00734AC7">
        <w:rPr>
          <w:rFonts w:ascii="Times New Roman" w:hAnsi="Times New Roman"/>
        </w:rPr>
        <w:tab/>
        <w:t xml:space="preserve">         5/2009</w:t>
      </w:r>
    </w:p>
    <w:p w:rsidR="00E46349" w:rsidRPr="00734AC7" w:rsidRDefault="00E46349" w:rsidP="00E46349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  <w:lang w:eastAsia="en-US"/>
        </w:rPr>
      </w:pPr>
    </w:p>
    <w:p w:rsidR="005352D9" w:rsidRDefault="00E46349" w:rsidP="00E46349">
      <w:pPr>
        <w:autoSpaceDE w:val="0"/>
        <w:autoSpaceDN w:val="0"/>
        <w:adjustRightInd w:val="0"/>
        <w:rPr>
          <w:rFonts w:ascii="Times New Roman" w:hAnsi="Times New Roman"/>
          <w:lang w:eastAsia="en-US"/>
        </w:rPr>
      </w:pPr>
      <w:r w:rsidRPr="00447276">
        <w:rPr>
          <w:rFonts w:ascii="Times New Roman" w:hAnsi="Times New Roman"/>
          <w:lang w:eastAsia="en-US"/>
        </w:rPr>
        <w:t xml:space="preserve">This award </w:t>
      </w:r>
      <w:proofErr w:type="gramStart"/>
      <w:r w:rsidR="00632031" w:rsidRPr="00447276">
        <w:rPr>
          <w:rFonts w:ascii="Times New Roman" w:hAnsi="Times New Roman"/>
          <w:lang w:eastAsia="en-US"/>
        </w:rPr>
        <w:t>was received</w:t>
      </w:r>
      <w:proofErr w:type="gramEnd"/>
      <w:r w:rsidRPr="00447276">
        <w:rPr>
          <w:rFonts w:ascii="Times New Roman" w:hAnsi="Times New Roman"/>
          <w:lang w:eastAsia="en-US"/>
        </w:rPr>
        <w:t xml:space="preserve"> for performance of job duties in an exemplary and extraordinary manner that benefits the</w:t>
      </w:r>
      <w:r w:rsidRPr="00447276">
        <w:rPr>
          <w:rFonts w:ascii="Times New Roman" w:hAnsi="Times New Roman"/>
        </w:rPr>
        <w:t xml:space="preserve"> </w:t>
      </w:r>
      <w:r w:rsidRPr="00447276">
        <w:rPr>
          <w:rFonts w:ascii="Times New Roman" w:hAnsi="Times New Roman"/>
          <w:lang w:eastAsia="en-US"/>
        </w:rPr>
        <w:t>community in a way that positively affects students.</w:t>
      </w:r>
    </w:p>
    <w:p w:rsidR="00857DD3" w:rsidRPr="00447276" w:rsidRDefault="00857DD3" w:rsidP="00E46349">
      <w:pPr>
        <w:autoSpaceDE w:val="0"/>
        <w:autoSpaceDN w:val="0"/>
        <w:adjustRightInd w:val="0"/>
        <w:rPr>
          <w:rFonts w:ascii="Times New Roman" w:hAnsi="Times New Roman"/>
        </w:rPr>
      </w:pPr>
    </w:p>
    <w:p w:rsidR="00857DD3" w:rsidRDefault="00857DD3" w:rsidP="00857DD3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Grant Recipient, </w:t>
      </w:r>
      <w:r w:rsidR="002960CE">
        <w:rPr>
          <w:rFonts w:ascii="Times New Roman" w:hAnsi="Times New Roman"/>
        </w:rPr>
        <w:t xml:space="preserve">Dallas Junior League, </w:t>
      </w:r>
      <w:r>
        <w:rPr>
          <w:rFonts w:ascii="Times New Roman" w:hAnsi="Times New Roman"/>
        </w:rPr>
        <w:t>Donorschoose.org</w:t>
      </w:r>
      <w:r w:rsidR="002960CE">
        <w:rPr>
          <w:rFonts w:ascii="Times New Roman" w:hAnsi="Times New Roman"/>
        </w:rPr>
        <w:t>, &amp; Others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2008-Current</w:t>
      </w:r>
    </w:p>
    <w:p w:rsidR="005352D9" w:rsidRPr="00734AC7" w:rsidRDefault="00857DD3" w:rsidP="00857DD3">
      <w:pPr>
        <w:rPr>
          <w:rFonts w:ascii="Times New Roman" w:hAnsi="Times New Roman"/>
          <w:b/>
        </w:rPr>
      </w:pPr>
      <w:r>
        <w:rPr>
          <w:rFonts w:ascii="Times New Roman" w:hAnsi="Times New Roman"/>
        </w:rPr>
        <w:t>Awarded over $10K through multiple grants fr</w:t>
      </w:r>
      <w:r w:rsidR="007B7581">
        <w:rPr>
          <w:rFonts w:ascii="Times New Roman" w:hAnsi="Times New Roman"/>
        </w:rPr>
        <w:t xml:space="preserve">om the Dallas Junior League, </w:t>
      </w:r>
      <w:r>
        <w:rPr>
          <w:rFonts w:ascii="Times New Roman" w:hAnsi="Times New Roman"/>
        </w:rPr>
        <w:t>Donorschoose.org</w:t>
      </w:r>
      <w:r w:rsidR="007B7581">
        <w:rPr>
          <w:rFonts w:ascii="Times New Roman" w:hAnsi="Times New Roman"/>
        </w:rPr>
        <w:t>, and other grant issuing authorities</w:t>
      </w:r>
    </w:p>
    <w:p w:rsidR="00E46349" w:rsidRDefault="00E46349" w:rsidP="005352D9">
      <w:pPr>
        <w:rPr>
          <w:rFonts w:ascii="Times New Roman" w:hAnsi="Times New Roman"/>
          <w:b/>
        </w:rPr>
      </w:pPr>
    </w:p>
    <w:p w:rsidR="00857DD3" w:rsidRPr="00734AC7" w:rsidRDefault="00857DD3" w:rsidP="005352D9">
      <w:pPr>
        <w:rPr>
          <w:rFonts w:ascii="Times New Roman" w:hAnsi="Times New Roman"/>
          <w:b/>
        </w:rPr>
        <w:sectPr w:rsidR="00857DD3" w:rsidRPr="00734AC7" w:rsidSect="007E2937">
          <w:type w:val="continuous"/>
          <w:pgSz w:w="12240" w:h="15840"/>
          <w:pgMar w:top="1440" w:right="1440" w:bottom="1440" w:left="900" w:header="720" w:footer="720" w:gutter="0"/>
          <w:cols w:space="720"/>
          <w:docGrid w:linePitch="326"/>
        </w:sectPr>
      </w:pPr>
    </w:p>
    <w:p w:rsidR="005352D9" w:rsidRPr="00734AC7" w:rsidRDefault="00EB3DC6" w:rsidP="005352D9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 xml:space="preserve">Magna </w:t>
      </w:r>
      <w:proofErr w:type="gramStart"/>
      <w:r>
        <w:rPr>
          <w:rFonts w:ascii="Times New Roman" w:hAnsi="Times New Roman"/>
          <w:b/>
        </w:rPr>
        <w:t>Cum</w:t>
      </w:r>
      <w:proofErr w:type="gramEnd"/>
      <w:r>
        <w:rPr>
          <w:rFonts w:ascii="Times New Roman" w:hAnsi="Times New Roman"/>
          <w:b/>
        </w:rPr>
        <w:t xml:space="preserve"> Laude</w:t>
      </w:r>
      <w:r w:rsidR="005352D9" w:rsidRPr="00734AC7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Excelsior University</w:t>
      </w:r>
    </w:p>
    <w:p w:rsidR="005352D9" w:rsidRPr="00734AC7" w:rsidRDefault="00EB3DC6" w:rsidP="005352D9">
      <w:pPr>
        <w:rPr>
          <w:rFonts w:ascii="Times New Roman" w:hAnsi="Times New Roman"/>
        </w:rPr>
      </w:pPr>
      <w:r>
        <w:rPr>
          <w:rFonts w:ascii="Times New Roman" w:hAnsi="Times New Roman"/>
        </w:rPr>
        <w:t>Graduated with high academic honors</w:t>
      </w:r>
    </w:p>
    <w:p w:rsidR="005352D9" w:rsidRPr="00734AC7" w:rsidRDefault="00EB3DC6" w:rsidP="005352D9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11/200</w:t>
      </w:r>
      <w:r w:rsidR="005352D9" w:rsidRPr="00734AC7">
        <w:rPr>
          <w:rFonts w:ascii="Times New Roman" w:hAnsi="Times New Roman"/>
        </w:rPr>
        <w:t>0</w:t>
      </w:r>
    </w:p>
    <w:p w:rsidR="005352D9" w:rsidRPr="00734AC7" w:rsidRDefault="005352D9" w:rsidP="005352D9">
      <w:pPr>
        <w:rPr>
          <w:rFonts w:ascii="Times New Roman" w:hAnsi="Times New Roman"/>
        </w:rPr>
        <w:sectPr w:rsidR="005352D9" w:rsidRPr="00734AC7" w:rsidSect="005352D9">
          <w:type w:val="continuous"/>
          <w:pgSz w:w="12240" w:h="15840"/>
          <w:pgMar w:top="1440" w:right="1440" w:bottom="1440" w:left="900" w:header="720" w:footer="720" w:gutter="0"/>
          <w:cols w:num="2" w:space="720"/>
          <w:docGrid w:linePitch="326"/>
        </w:sectPr>
      </w:pPr>
    </w:p>
    <w:p w:rsidR="00857DD3" w:rsidRPr="00857DD3" w:rsidRDefault="00857DD3">
      <w:pPr>
        <w:rPr>
          <w:rFonts w:ascii="Times New Roman" w:hAnsi="Times New Roman"/>
        </w:rPr>
      </w:pPr>
    </w:p>
    <w:p w:rsidR="00A0114C" w:rsidRPr="00734AC7" w:rsidRDefault="00FD4053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109220</wp:posOffset>
                </wp:positionH>
                <wp:positionV relativeFrom="paragraph">
                  <wp:posOffset>82550</wp:posOffset>
                </wp:positionV>
                <wp:extent cx="6512560" cy="355600"/>
                <wp:effectExtent l="23495" t="25400" r="26670" b="19050"/>
                <wp:wrapNone/>
                <wp:docPr id="9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2560" cy="355600"/>
                        </a:xfrm>
                        <a:prstGeom prst="flowChartAlternateProcess">
                          <a:avLst/>
                        </a:prstGeom>
                        <a:solidFill>
                          <a:srgbClr val="F2F2F2"/>
                        </a:solidFill>
                        <a:ln w="38100">
                          <a:solidFill>
                            <a:srgbClr val="E5E8F7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4A14" w:rsidRPr="00734AC7" w:rsidRDefault="00FF4A14" w:rsidP="00FF4A14">
                            <w:pPr>
                              <w:rPr>
                                <w:rFonts w:ascii="Times New Roman" w:hAnsi="Times New Roman"/>
                                <w:sz w:val="28"/>
                              </w:rPr>
                            </w:pPr>
                            <w:r w:rsidRPr="00734AC7">
                              <w:rPr>
                                <w:rFonts w:ascii="Times New Roman" w:hAnsi="Times New Roman"/>
                                <w:sz w:val="28"/>
                              </w:rPr>
                              <w:t>Teaching-Related Experience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" o:spid="_x0000_s1032" type="#_x0000_t176" style="position:absolute;margin-left:8.6pt;margin-top:6.5pt;width:512.8pt;height:2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" fillcolor="#f2f2f2" strokecolor="#e5e8f7" strokeweight="3pt">
                <v:textbox>
                  <w:txbxContent>
                    <w:p w:rsidR="00FF4A14" w:rsidRPr="00734AC7" w:rsidRDefault="00FF4A14" w:rsidP="00FF4A14">
                      <w:pPr>
                        <w:rPr>
                          <w:rFonts w:ascii="Times New Roman" w:hAnsi="Times New Roman"/>
                          <w:sz w:val="28"/>
                        </w:rPr>
                      </w:pPr>
                      <w:r w:rsidRPr="00734AC7">
                        <w:rPr>
                          <w:rFonts w:ascii="Times New Roman" w:hAnsi="Times New Roman"/>
                          <w:sz w:val="28"/>
                        </w:rPr>
                        <w:t>Teaching-Related Experience</w:t>
                      </w:r>
                    </w:p>
                  </w:txbxContent>
                </v:textbox>
              </v:shape>
            </w:pict>
          </mc:Fallback>
        </mc:AlternateContent>
      </w:r>
    </w:p>
    <w:p w:rsidR="00A0114C" w:rsidRPr="00734AC7" w:rsidRDefault="00A0114C">
      <w:pPr>
        <w:rPr>
          <w:rFonts w:ascii="Times New Roman" w:hAnsi="Times New Roman"/>
        </w:rPr>
      </w:pPr>
    </w:p>
    <w:p w:rsidR="00E77486" w:rsidRPr="00734AC7" w:rsidRDefault="00E77486" w:rsidP="00FF4A14">
      <w:pPr>
        <w:pStyle w:val="BodyText3"/>
        <w:widowControl w:val="0"/>
        <w:rPr>
          <w:rFonts w:ascii="Times New Roman" w:hAnsi="Times New Roman"/>
          <w:sz w:val="24"/>
          <w:szCs w:val="24"/>
        </w:rPr>
      </w:pPr>
    </w:p>
    <w:p w:rsidR="005352D9" w:rsidRPr="00734AC7" w:rsidRDefault="005352D9" w:rsidP="00470E15">
      <w:pPr>
        <w:pStyle w:val="BodyText3"/>
        <w:widowControl w:val="0"/>
        <w:rPr>
          <w:rFonts w:ascii="Times New Roman" w:hAnsi="Times New Roman"/>
          <w:b/>
          <w:iCs/>
          <w:sz w:val="24"/>
          <w:szCs w:val="24"/>
        </w:rPr>
        <w:sectPr w:rsidR="005352D9" w:rsidRPr="00734AC7" w:rsidSect="007E2937">
          <w:type w:val="continuous"/>
          <w:pgSz w:w="12240" w:h="15840"/>
          <w:pgMar w:top="1440" w:right="1440" w:bottom="1440" w:left="900" w:header="720" w:footer="720" w:gutter="0"/>
          <w:cols w:space="720"/>
          <w:docGrid w:linePitch="326"/>
        </w:sectPr>
      </w:pPr>
    </w:p>
    <w:p w:rsidR="00FF4A14" w:rsidRPr="00734AC7" w:rsidRDefault="00202448" w:rsidP="00FF4A14">
      <w:pPr>
        <w:pStyle w:val="BodyText3"/>
        <w:widowControl w:val="0"/>
        <w:spacing w:line="192" w:lineRule="auto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lastRenderedPageBreak/>
        <w:t xml:space="preserve">Campus </w:t>
      </w:r>
      <w:proofErr w:type="spellStart"/>
      <w:r w:rsidR="00A60835">
        <w:rPr>
          <w:rFonts w:ascii="Times New Roman" w:hAnsi="Times New Roman"/>
          <w:b/>
          <w:iCs/>
          <w:sz w:val="24"/>
          <w:szCs w:val="24"/>
        </w:rPr>
        <w:t>Rt</w:t>
      </w:r>
      <w:r w:rsidR="00CA6618">
        <w:rPr>
          <w:rFonts w:ascii="Times New Roman" w:hAnsi="Times New Roman"/>
          <w:b/>
          <w:iCs/>
          <w:sz w:val="24"/>
          <w:szCs w:val="24"/>
        </w:rPr>
        <w:t>I</w:t>
      </w:r>
      <w:proofErr w:type="spellEnd"/>
      <w:r w:rsidR="00CA6618">
        <w:rPr>
          <w:rFonts w:ascii="Times New Roman" w:hAnsi="Times New Roman"/>
          <w:b/>
          <w:iCs/>
          <w:sz w:val="24"/>
          <w:szCs w:val="24"/>
        </w:rPr>
        <w:t xml:space="preserve"> Coordinator, Campus Technology &amp; Test Coordinator, CILT, Educator, </w:t>
      </w:r>
      <w:r w:rsidR="00470E15">
        <w:rPr>
          <w:rFonts w:ascii="Times New Roman" w:hAnsi="Times New Roman"/>
          <w:b/>
          <w:iCs/>
          <w:sz w:val="24"/>
          <w:szCs w:val="24"/>
        </w:rPr>
        <w:t>Technology Integration Mentor</w:t>
      </w:r>
    </w:p>
    <w:p w:rsidR="005352D9" w:rsidRPr="00734AC7" w:rsidRDefault="005352D9" w:rsidP="005352D9">
      <w:pPr>
        <w:pStyle w:val="BodyText3"/>
        <w:widowControl w:val="0"/>
        <w:spacing w:line="192" w:lineRule="auto"/>
        <w:rPr>
          <w:rFonts w:ascii="Times New Roman" w:hAnsi="Times New Roman"/>
          <w:sz w:val="24"/>
          <w:szCs w:val="24"/>
        </w:rPr>
      </w:pPr>
    </w:p>
    <w:p w:rsidR="005352D9" w:rsidRPr="00734AC7" w:rsidRDefault="00470E15" w:rsidP="005352D9">
      <w:pPr>
        <w:pStyle w:val="BodyText3"/>
        <w:widowControl w:val="0"/>
        <w:spacing w:line="192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Dallas ISD</w:t>
      </w:r>
      <w:r w:rsidR="005352D9" w:rsidRPr="00734AC7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Dallas</w:t>
      </w:r>
      <w:r w:rsidR="005352D9" w:rsidRPr="00734AC7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Texas</w:t>
      </w:r>
    </w:p>
    <w:p w:rsidR="005352D9" w:rsidRPr="00734AC7" w:rsidRDefault="00470E15" w:rsidP="005352D9">
      <w:pPr>
        <w:pStyle w:val="BodyText3"/>
        <w:widowControl w:val="0"/>
        <w:spacing w:line="192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11/2000</w:t>
      </w:r>
      <w:r w:rsidR="005352D9" w:rsidRPr="00734AC7">
        <w:rPr>
          <w:rFonts w:ascii="Times New Roman" w:hAnsi="Times New Roman"/>
          <w:sz w:val="24"/>
          <w:szCs w:val="24"/>
        </w:rPr>
        <w:t>—</w:t>
      </w:r>
      <w:r>
        <w:rPr>
          <w:rFonts w:ascii="Times New Roman" w:hAnsi="Times New Roman"/>
          <w:sz w:val="24"/>
          <w:szCs w:val="24"/>
        </w:rPr>
        <w:t>Current</w:t>
      </w:r>
    </w:p>
    <w:p w:rsidR="005352D9" w:rsidRPr="00734AC7" w:rsidRDefault="005352D9" w:rsidP="00FF4A14">
      <w:pPr>
        <w:pStyle w:val="BodyText3"/>
        <w:widowControl w:val="0"/>
        <w:spacing w:line="192" w:lineRule="auto"/>
        <w:rPr>
          <w:rFonts w:ascii="Times New Roman" w:hAnsi="Times New Roman"/>
          <w:sz w:val="24"/>
          <w:szCs w:val="24"/>
        </w:rPr>
        <w:sectPr w:rsidR="005352D9" w:rsidRPr="00734AC7" w:rsidSect="005352D9">
          <w:type w:val="continuous"/>
          <w:pgSz w:w="12240" w:h="15840"/>
          <w:pgMar w:top="1440" w:right="1440" w:bottom="1440" w:left="900" w:header="720" w:footer="720" w:gutter="0"/>
          <w:cols w:num="2" w:space="720"/>
          <w:docGrid w:linePitch="326"/>
        </w:sectPr>
      </w:pPr>
    </w:p>
    <w:p w:rsidR="005352D9" w:rsidRPr="00734AC7" w:rsidRDefault="005352D9" w:rsidP="00FF4A14">
      <w:pPr>
        <w:pStyle w:val="BodyText3"/>
        <w:widowControl w:val="0"/>
        <w:spacing w:line="192" w:lineRule="auto"/>
        <w:rPr>
          <w:rFonts w:ascii="Times New Roman" w:hAnsi="Times New Roman"/>
          <w:sz w:val="24"/>
          <w:szCs w:val="24"/>
        </w:rPr>
      </w:pPr>
    </w:p>
    <w:p w:rsidR="00202448" w:rsidRDefault="00202448" w:rsidP="00AA3D6C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Completed all duties related to a Campus Instructional Leader, </w:t>
      </w:r>
      <w:r w:rsidR="00A60835">
        <w:rPr>
          <w:rFonts w:ascii="Times New Roman" w:hAnsi="Times New Roman"/>
        </w:rPr>
        <w:t xml:space="preserve">Campus </w:t>
      </w:r>
      <w:proofErr w:type="spellStart"/>
      <w:r w:rsidR="00A60835">
        <w:rPr>
          <w:rFonts w:ascii="Times New Roman" w:hAnsi="Times New Roman"/>
        </w:rPr>
        <w:t>Rt</w:t>
      </w:r>
      <w:r w:rsidR="00CA6618">
        <w:rPr>
          <w:rFonts w:ascii="Times New Roman" w:hAnsi="Times New Roman"/>
        </w:rPr>
        <w:t>I</w:t>
      </w:r>
      <w:proofErr w:type="spellEnd"/>
      <w:r w:rsidR="00CA6618">
        <w:rPr>
          <w:rFonts w:ascii="Times New Roman" w:hAnsi="Times New Roman"/>
        </w:rPr>
        <w:t xml:space="preserve"> Coordinator, Campus Technology Coordinator, </w:t>
      </w:r>
      <w:r>
        <w:rPr>
          <w:rFonts w:ascii="Times New Roman" w:hAnsi="Times New Roman"/>
        </w:rPr>
        <w:t>Campus Test Coordinator, Classroom Educator, and Technology Integration Mentor</w:t>
      </w:r>
    </w:p>
    <w:p w:rsidR="00202448" w:rsidRDefault="00202448" w:rsidP="00AA3D6C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Effectively completed activities related to Administrative Leadership including master schedules, ISS, SST, ARDS, AEIS &amp; NCLB Data Analysis, budgeting, Title I,  School Law, Code of Ethics, CIP, and Community Outreach</w:t>
      </w:r>
    </w:p>
    <w:p w:rsidR="00470E15" w:rsidRPr="00470E15" w:rsidRDefault="00202448" w:rsidP="00AA3D6C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Knowledgeable in &amp; trains others to use:  </w:t>
      </w:r>
      <w:r w:rsidR="00470E15" w:rsidRPr="00470E15">
        <w:rPr>
          <w:rFonts w:ascii="Times New Roman" w:hAnsi="Times New Roman"/>
        </w:rPr>
        <w:t xml:space="preserve"> </w:t>
      </w:r>
      <w:r w:rsidR="00CA6618">
        <w:rPr>
          <w:rFonts w:ascii="Times New Roman" w:hAnsi="Times New Roman"/>
        </w:rPr>
        <w:t xml:space="preserve">Audacity, Corel, </w:t>
      </w:r>
      <w:proofErr w:type="spellStart"/>
      <w:r w:rsidR="00470E15" w:rsidRPr="00470E15">
        <w:rPr>
          <w:rFonts w:ascii="Times New Roman" w:hAnsi="Times New Roman"/>
        </w:rPr>
        <w:t>Kidspiration</w:t>
      </w:r>
      <w:proofErr w:type="spellEnd"/>
      <w:r w:rsidR="00470E15" w:rsidRPr="00470E15">
        <w:rPr>
          <w:rFonts w:ascii="Times New Roman" w:hAnsi="Times New Roman"/>
        </w:rPr>
        <w:t>, Windows</w:t>
      </w:r>
      <w:r w:rsidR="00CA6618">
        <w:rPr>
          <w:rFonts w:ascii="Times New Roman" w:hAnsi="Times New Roman"/>
        </w:rPr>
        <w:t xml:space="preserve"> 7</w:t>
      </w:r>
      <w:r w:rsidR="00470E15" w:rsidRPr="00470E15">
        <w:rPr>
          <w:rFonts w:ascii="Times New Roman" w:hAnsi="Times New Roman"/>
        </w:rPr>
        <w:t xml:space="preserve">, Microsoft Works, Microsoft Office (Word, Excel, Power Point, etc.), Open Office, DeepFreeze, LAN School, Open Source Software, Brick, Smart Technologies, EInstruction, and other </w:t>
      </w:r>
      <w:r w:rsidR="00AA3D6C">
        <w:rPr>
          <w:rFonts w:ascii="Times New Roman" w:hAnsi="Times New Roman"/>
        </w:rPr>
        <w:t>technology applications</w:t>
      </w:r>
    </w:p>
    <w:p w:rsidR="00AA3D6C" w:rsidRDefault="00AA3D6C" w:rsidP="00AA3D6C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W</w:t>
      </w:r>
      <w:r w:rsidR="00470E15" w:rsidRPr="00470E15">
        <w:rPr>
          <w:rFonts w:ascii="Times New Roman" w:hAnsi="Times New Roman"/>
        </w:rPr>
        <w:t xml:space="preserve">orked with campus/district technology </w:t>
      </w:r>
      <w:r w:rsidR="00202448">
        <w:rPr>
          <w:rFonts w:ascii="Times New Roman" w:hAnsi="Times New Roman"/>
        </w:rPr>
        <w:t>for 11</w:t>
      </w:r>
      <w:r>
        <w:rPr>
          <w:rFonts w:ascii="Times New Roman" w:hAnsi="Times New Roman"/>
        </w:rPr>
        <w:t xml:space="preserve"> years</w:t>
      </w:r>
    </w:p>
    <w:p w:rsidR="00470E15" w:rsidRPr="00470E15" w:rsidRDefault="00AA3D6C" w:rsidP="00AA3D6C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I</w:t>
      </w:r>
      <w:r w:rsidR="00470E15" w:rsidRPr="00470E15">
        <w:rPr>
          <w:rFonts w:ascii="Times New Roman" w:hAnsi="Times New Roman"/>
        </w:rPr>
        <w:t>ntegrate</w:t>
      </w:r>
      <w:r>
        <w:rPr>
          <w:rFonts w:ascii="Times New Roman" w:hAnsi="Times New Roman"/>
        </w:rPr>
        <w:t>d</w:t>
      </w:r>
      <w:r w:rsidR="00470E15" w:rsidRPr="00470E15">
        <w:rPr>
          <w:rFonts w:ascii="Times New Roman" w:hAnsi="Times New Roman"/>
        </w:rPr>
        <w:t xml:space="preserve"> </w:t>
      </w:r>
      <w:r w:rsidR="00202448">
        <w:rPr>
          <w:rFonts w:ascii="Times New Roman" w:hAnsi="Times New Roman"/>
        </w:rPr>
        <w:t xml:space="preserve">and provided job-embedded training on </w:t>
      </w:r>
      <w:r w:rsidR="00470E15" w:rsidRPr="00470E15">
        <w:rPr>
          <w:rFonts w:ascii="Times New Roman" w:hAnsi="Times New Roman"/>
        </w:rPr>
        <w:t xml:space="preserve">websites, EInstruction, Smart Boards, </w:t>
      </w:r>
      <w:r>
        <w:rPr>
          <w:rFonts w:ascii="Times New Roman" w:hAnsi="Times New Roman"/>
        </w:rPr>
        <w:t>document cameras</w:t>
      </w:r>
      <w:r w:rsidR="00470E15" w:rsidRPr="00470E15">
        <w:rPr>
          <w:rFonts w:ascii="Times New Roman" w:hAnsi="Times New Roman"/>
        </w:rPr>
        <w:t xml:space="preserve">, and other technology </w:t>
      </w:r>
      <w:r w:rsidR="00202448">
        <w:rPr>
          <w:rFonts w:ascii="Times New Roman" w:hAnsi="Times New Roman"/>
        </w:rPr>
        <w:t>that enrich the</w:t>
      </w:r>
      <w:r w:rsidR="00470E15" w:rsidRPr="00470E15">
        <w:rPr>
          <w:rFonts w:ascii="Times New Roman" w:hAnsi="Times New Roman"/>
        </w:rPr>
        <w:t xml:space="preserve"> Core </w:t>
      </w:r>
      <w:r>
        <w:rPr>
          <w:rFonts w:ascii="Times New Roman" w:hAnsi="Times New Roman"/>
        </w:rPr>
        <w:t>Curriculum</w:t>
      </w:r>
    </w:p>
    <w:p w:rsidR="00470E15" w:rsidRPr="00470E15" w:rsidRDefault="00AA3D6C" w:rsidP="00AA3D6C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Maintained</w:t>
      </w:r>
      <w:r w:rsidR="00470E15" w:rsidRPr="00470E15">
        <w:rPr>
          <w:rFonts w:ascii="Times New Roman" w:hAnsi="Times New Roman"/>
        </w:rPr>
        <w:t xml:space="preserve"> an interactive </w:t>
      </w:r>
      <w:r w:rsidR="00202448">
        <w:rPr>
          <w:rFonts w:ascii="Times New Roman" w:hAnsi="Times New Roman"/>
        </w:rPr>
        <w:t>campus website, wikis, blogs, glogs, and other Web 2.0 tools</w:t>
      </w:r>
    </w:p>
    <w:p w:rsidR="00AA3D6C" w:rsidRPr="004967DA" w:rsidRDefault="00AA3D6C" w:rsidP="004967DA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Created and maintained</w:t>
      </w:r>
      <w:r w:rsidR="00470E15" w:rsidRPr="00470E15">
        <w:rPr>
          <w:rFonts w:ascii="Times New Roman" w:hAnsi="Times New Roman"/>
        </w:rPr>
        <w:t xml:space="preserve"> databases, excel files, and mail merge documents</w:t>
      </w:r>
      <w:r>
        <w:rPr>
          <w:rFonts w:ascii="Times New Roman" w:hAnsi="Times New Roman"/>
        </w:rPr>
        <w:t xml:space="preserve"> relevant to educational productivity</w:t>
      </w:r>
    </w:p>
    <w:p w:rsidR="00AA3D6C" w:rsidRPr="00AA3D6C" w:rsidRDefault="00AA3D6C" w:rsidP="004967DA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Used</w:t>
      </w:r>
      <w:r w:rsidRPr="00AA3D6C">
        <w:rPr>
          <w:rFonts w:ascii="Times New Roman" w:hAnsi="Times New Roman"/>
        </w:rPr>
        <w:t xml:space="preserve"> various Web Design Tools and Multimedia Products (A few examples:  </w:t>
      </w:r>
      <w:r w:rsidR="00B24D66">
        <w:rPr>
          <w:rFonts w:ascii="Times New Roman" w:hAnsi="Times New Roman"/>
        </w:rPr>
        <w:t xml:space="preserve">Corel, </w:t>
      </w:r>
      <w:r w:rsidRPr="00AA3D6C">
        <w:rPr>
          <w:rFonts w:ascii="Times New Roman" w:hAnsi="Times New Roman"/>
        </w:rPr>
        <w:t>Dream Weaver,</w:t>
      </w:r>
      <w:r w:rsidR="00B24D66">
        <w:rPr>
          <w:rFonts w:ascii="Times New Roman" w:hAnsi="Times New Roman"/>
        </w:rPr>
        <w:t xml:space="preserve"> </w:t>
      </w:r>
      <w:r w:rsidRPr="00AA3D6C">
        <w:rPr>
          <w:rFonts w:ascii="Times New Roman" w:hAnsi="Times New Roman"/>
        </w:rPr>
        <w:t>Flash</w:t>
      </w:r>
      <w:r w:rsidR="00B24D66">
        <w:rPr>
          <w:rFonts w:ascii="Times New Roman" w:hAnsi="Times New Roman"/>
        </w:rPr>
        <w:t xml:space="preserve"> Programs</w:t>
      </w:r>
      <w:r w:rsidRPr="00AA3D6C">
        <w:rPr>
          <w:rFonts w:ascii="Times New Roman" w:hAnsi="Times New Roman"/>
        </w:rPr>
        <w:t xml:space="preserve">, </w:t>
      </w:r>
      <w:proofErr w:type="spellStart"/>
      <w:r w:rsidR="00B24D66">
        <w:rPr>
          <w:rFonts w:ascii="Times New Roman" w:hAnsi="Times New Roman"/>
        </w:rPr>
        <w:t>Glogster</w:t>
      </w:r>
      <w:proofErr w:type="spellEnd"/>
      <w:r w:rsidR="0068057E">
        <w:rPr>
          <w:rFonts w:ascii="Times New Roman" w:hAnsi="Times New Roman"/>
        </w:rPr>
        <w:t xml:space="preserve">, MIT Scratch, </w:t>
      </w:r>
      <w:r w:rsidRPr="00AA3D6C">
        <w:rPr>
          <w:rFonts w:ascii="Times New Roman" w:hAnsi="Times New Roman"/>
        </w:rPr>
        <w:t xml:space="preserve">Photoshop, </w:t>
      </w:r>
      <w:r w:rsidR="0068057E" w:rsidRPr="00AA3D6C">
        <w:rPr>
          <w:rFonts w:ascii="Times New Roman" w:hAnsi="Times New Roman"/>
        </w:rPr>
        <w:t xml:space="preserve">Power Point, </w:t>
      </w:r>
      <w:proofErr w:type="spellStart"/>
      <w:r w:rsidR="0068057E">
        <w:rPr>
          <w:rFonts w:ascii="Times New Roman" w:hAnsi="Times New Roman"/>
        </w:rPr>
        <w:t>Prezi</w:t>
      </w:r>
      <w:proofErr w:type="spellEnd"/>
      <w:r w:rsidR="0068057E">
        <w:rPr>
          <w:rFonts w:ascii="Times New Roman" w:hAnsi="Times New Roman"/>
        </w:rPr>
        <w:t xml:space="preserve">, </w:t>
      </w:r>
      <w:r w:rsidRPr="00AA3D6C">
        <w:rPr>
          <w:rFonts w:ascii="Times New Roman" w:hAnsi="Times New Roman"/>
        </w:rPr>
        <w:t xml:space="preserve">Print Shop, </w:t>
      </w:r>
      <w:r w:rsidR="00B24D66">
        <w:rPr>
          <w:rFonts w:ascii="Times New Roman" w:hAnsi="Times New Roman"/>
        </w:rPr>
        <w:t xml:space="preserve">Wikis, </w:t>
      </w:r>
      <w:r w:rsidR="0068057E">
        <w:rPr>
          <w:rFonts w:ascii="Times New Roman" w:hAnsi="Times New Roman"/>
        </w:rPr>
        <w:t xml:space="preserve">and </w:t>
      </w:r>
      <w:proofErr w:type="spellStart"/>
      <w:r w:rsidR="0068057E">
        <w:rPr>
          <w:rFonts w:ascii="Times New Roman" w:hAnsi="Times New Roman"/>
        </w:rPr>
        <w:t>Wordle</w:t>
      </w:r>
      <w:proofErr w:type="spellEnd"/>
      <w:r w:rsidRPr="00AA3D6C">
        <w:rPr>
          <w:rFonts w:ascii="Times New Roman" w:hAnsi="Times New Roman"/>
        </w:rPr>
        <w:t>)</w:t>
      </w:r>
    </w:p>
    <w:p w:rsidR="00FC1C37" w:rsidRDefault="00FC1C37" w:rsidP="004967DA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Filmed, edited, and produced educational videos used for core curriculum integration and professional development</w:t>
      </w:r>
    </w:p>
    <w:p w:rsidR="00AA3D6C" w:rsidRPr="00AA3D6C" w:rsidRDefault="00AA3D6C" w:rsidP="00AA3D6C">
      <w:pPr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</w:rPr>
      </w:pPr>
      <w:r w:rsidRPr="00AA3D6C">
        <w:rPr>
          <w:rFonts w:ascii="Times New Roman" w:hAnsi="Times New Roman"/>
        </w:rPr>
        <w:lastRenderedPageBreak/>
        <w:t>Performed duties related to the Campus Technologist Position:  Basic Trouble Shooting, hardware/software configurations, curriculum integration, Hardware/software Inventories, Star Chart, TAC Tickets, &amp; etc</w:t>
      </w:r>
    </w:p>
    <w:p w:rsidR="00AA3D6C" w:rsidRPr="00F001B1" w:rsidRDefault="00AA3D6C" w:rsidP="00AA3D6C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i/>
          <w:iCs/>
        </w:rPr>
      </w:pPr>
      <w:r w:rsidRPr="00F001B1">
        <w:rPr>
          <w:rFonts w:ascii="Times New Roman" w:hAnsi="Times New Roman"/>
        </w:rPr>
        <w:t>Prepared students and administered the RPTE II</w:t>
      </w:r>
      <w:r w:rsidR="00B24D66">
        <w:rPr>
          <w:rFonts w:ascii="Times New Roman" w:hAnsi="Times New Roman"/>
        </w:rPr>
        <w:t xml:space="preserve"> &amp; TELPAS</w:t>
      </w:r>
      <w:r w:rsidRPr="00F001B1">
        <w:rPr>
          <w:rFonts w:ascii="Times New Roman" w:hAnsi="Times New Roman"/>
        </w:rPr>
        <w:t xml:space="preserve"> online testing, 5</w:t>
      </w:r>
      <w:r w:rsidRPr="00F001B1">
        <w:rPr>
          <w:rFonts w:ascii="Times New Roman" w:hAnsi="Times New Roman"/>
          <w:vertAlign w:val="superscript"/>
        </w:rPr>
        <w:t>th</w:t>
      </w:r>
      <w:r w:rsidRPr="00F001B1">
        <w:rPr>
          <w:rFonts w:ascii="Times New Roman" w:hAnsi="Times New Roman"/>
        </w:rPr>
        <w:t xml:space="preserve"> Grade T</w:t>
      </w:r>
      <w:r w:rsidR="00B24D66">
        <w:rPr>
          <w:rFonts w:ascii="Times New Roman" w:hAnsi="Times New Roman"/>
        </w:rPr>
        <w:t xml:space="preserve">echnology </w:t>
      </w:r>
      <w:r w:rsidRPr="00F001B1">
        <w:rPr>
          <w:rFonts w:ascii="Times New Roman" w:hAnsi="Times New Roman"/>
        </w:rPr>
        <w:t>L</w:t>
      </w:r>
      <w:r w:rsidR="00B24D66">
        <w:rPr>
          <w:rFonts w:ascii="Times New Roman" w:hAnsi="Times New Roman"/>
        </w:rPr>
        <w:t xml:space="preserve">iteracy </w:t>
      </w:r>
      <w:r w:rsidRPr="00F001B1">
        <w:rPr>
          <w:rFonts w:ascii="Times New Roman" w:hAnsi="Times New Roman"/>
        </w:rPr>
        <w:t>A</w:t>
      </w:r>
      <w:r w:rsidR="00B24D66">
        <w:rPr>
          <w:rFonts w:ascii="Times New Roman" w:hAnsi="Times New Roman"/>
        </w:rPr>
        <w:t>ssessment (TLA)</w:t>
      </w:r>
      <w:r w:rsidRPr="00F001B1">
        <w:rPr>
          <w:rFonts w:ascii="Times New Roman" w:hAnsi="Times New Roman"/>
        </w:rPr>
        <w:t xml:space="preserve">, </w:t>
      </w:r>
      <w:r w:rsidR="0068057E">
        <w:rPr>
          <w:rFonts w:ascii="Times New Roman" w:hAnsi="Times New Roman"/>
        </w:rPr>
        <w:t xml:space="preserve">ISIP, </w:t>
      </w:r>
      <w:r w:rsidR="00F001B1">
        <w:rPr>
          <w:rFonts w:ascii="Times New Roman" w:hAnsi="Times New Roman"/>
        </w:rPr>
        <w:t>and other online assessment tools</w:t>
      </w:r>
    </w:p>
    <w:p w:rsidR="00FF4A14" w:rsidRPr="004967DA" w:rsidRDefault="00F001B1" w:rsidP="004967DA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rPr>
          <w:rFonts w:ascii="Times New Roman" w:hAnsi="Times New Roman"/>
        </w:rPr>
      </w:pPr>
      <w:r w:rsidRPr="004967DA">
        <w:rPr>
          <w:rFonts w:ascii="Times New Roman" w:hAnsi="Times New Roman"/>
        </w:rPr>
        <w:t>Implemented and facilitated Reasoning Minds online Math Curriculum</w:t>
      </w:r>
    </w:p>
    <w:p w:rsidR="009C7C41" w:rsidRPr="009C7C41" w:rsidRDefault="009C7C41" w:rsidP="004967DA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rPr>
          <w:rFonts w:ascii="Times New Roman" w:hAnsi="Times New Roman"/>
        </w:rPr>
      </w:pPr>
      <w:r w:rsidRPr="009C7C41">
        <w:rPr>
          <w:rFonts w:ascii="Times New Roman" w:hAnsi="Times New Roman"/>
        </w:rPr>
        <w:t>Develop</w:t>
      </w:r>
      <w:r>
        <w:rPr>
          <w:rFonts w:ascii="Times New Roman" w:hAnsi="Times New Roman"/>
        </w:rPr>
        <w:t>ed</w:t>
      </w:r>
      <w:r w:rsidRPr="009C7C41">
        <w:rPr>
          <w:rFonts w:ascii="Times New Roman" w:hAnsi="Times New Roman"/>
        </w:rPr>
        <w:t xml:space="preserve"> and implement</w:t>
      </w:r>
      <w:r>
        <w:rPr>
          <w:rFonts w:ascii="Times New Roman" w:hAnsi="Times New Roman"/>
        </w:rPr>
        <w:t>ed</w:t>
      </w:r>
      <w:r w:rsidRPr="009C7C41">
        <w:rPr>
          <w:rFonts w:ascii="Times New Roman" w:hAnsi="Times New Roman"/>
        </w:rPr>
        <w:t xml:space="preserve"> lesson plans that fulfill the requirements of district’s curriculum program and show written evidence of preparation as required</w:t>
      </w:r>
    </w:p>
    <w:p w:rsidR="009C7C41" w:rsidRPr="009C7C41" w:rsidRDefault="009C7C41" w:rsidP="009C7C41">
      <w:pPr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</w:rPr>
      </w:pPr>
      <w:r w:rsidRPr="009C7C41">
        <w:rPr>
          <w:rFonts w:ascii="Times New Roman" w:hAnsi="Times New Roman"/>
        </w:rPr>
        <w:t>Work</w:t>
      </w:r>
      <w:r>
        <w:rPr>
          <w:rFonts w:ascii="Times New Roman" w:hAnsi="Times New Roman"/>
        </w:rPr>
        <w:t>ed</w:t>
      </w:r>
      <w:r w:rsidRPr="009C7C41">
        <w:rPr>
          <w:rFonts w:ascii="Times New Roman" w:hAnsi="Times New Roman"/>
        </w:rPr>
        <w:t xml:space="preserve"> cooperatively with special education teachers to modify curricula as needed for special education students according to guidelines established in Individual Education Plans (IEP)</w:t>
      </w:r>
    </w:p>
    <w:p w:rsidR="009C7C41" w:rsidRDefault="009C7C41" w:rsidP="009C7C41">
      <w:pPr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</w:rPr>
      </w:pPr>
      <w:r w:rsidRPr="009C7C41">
        <w:rPr>
          <w:rFonts w:ascii="Times New Roman" w:hAnsi="Times New Roman"/>
        </w:rPr>
        <w:t>Work</w:t>
      </w:r>
      <w:r>
        <w:rPr>
          <w:rFonts w:ascii="Times New Roman" w:hAnsi="Times New Roman"/>
        </w:rPr>
        <w:t>ed</w:t>
      </w:r>
      <w:r w:rsidRPr="009C7C41">
        <w:rPr>
          <w:rFonts w:ascii="Times New Roman" w:hAnsi="Times New Roman"/>
        </w:rPr>
        <w:t xml:space="preserve"> with other members of staff to determine instructional goals, objectives, and methods according to district </w:t>
      </w:r>
      <w:r w:rsidR="00202448">
        <w:rPr>
          <w:rFonts w:ascii="Times New Roman" w:hAnsi="Times New Roman"/>
        </w:rPr>
        <w:t xml:space="preserve">and state </w:t>
      </w:r>
      <w:r w:rsidRPr="009C7C41">
        <w:rPr>
          <w:rFonts w:ascii="Times New Roman" w:hAnsi="Times New Roman"/>
        </w:rPr>
        <w:t>requirements</w:t>
      </w:r>
    </w:p>
    <w:p w:rsidR="009C7C41" w:rsidRPr="009C7C41" w:rsidRDefault="009C7C41" w:rsidP="009C7C41">
      <w:pPr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</w:rPr>
      </w:pPr>
      <w:r w:rsidRPr="009C7C41">
        <w:rPr>
          <w:rFonts w:ascii="Times New Roman" w:hAnsi="Times New Roman"/>
        </w:rPr>
        <w:t>Maintain</w:t>
      </w:r>
      <w:r>
        <w:rPr>
          <w:rFonts w:ascii="Times New Roman" w:hAnsi="Times New Roman"/>
        </w:rPr>
        <w:t>ed</w:t>
      </w:r>
      <w:r w:rsidRPr="009C7C41">
        <w:rPr>
          <w:rFonts w:ascii="Times New Roman" w:hAnsi="Times New Roman"/>
        </w:rPr>
        <w:t xml:space="preserve"> a professional relationship with colleagues, students, parents, and community members</w:t>
      </w:r>
    </w:p>
    <w:p w:rsidR="009C7C41" w:rsidRPr="009C7C41" w:rsidRDefault="009C7C41" w:rsidP="009C7C41">
      <w:pPr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</w:rPr>
      </w:pPr>
      <w:r w:rsidRPr="009C7C41">
        <w:rPr>
          <w:rFonts w:ascii="Times New Roman" w:hAnsi="Times New Roman"/>
        </w:rPr>
        <w:t>Create</w:t>
      </w:r>
      <w:r>
        <w:rPr>
          <w:rFonts w:ascii="Times New Roman" w:hAnsi="Times New Roman"/>
        </w:rPr>
        <w:t>d</w:t>
      </w:r>
      <w:r w:rsidRPr="009C7C41">
        <w:rPr>
          <w:rFonts w:ascii="Times New Roman" w:hAnsi="Times New Roman"/>
        </w:rPr>
        <w:t xml:space="preserve"> classroom environment conducive to learning and appropriate for the physical, social, and emotional development of students</w:t>
      </w:r>
    </w:p>
    <w:p w:rsidR="009C7C41" w:rsidRPr="009C7C41" w:rsidRDefault="009C7C41" w:rsidP="009C7C41">
      <w:pPr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</w:rPr>
      </w:pPr>
      <w:r w:rsidRPr="009C7C41">
        <w:rPr>
          <w:rFonts w:ascii="Times New Roman" w:hAnsi="Times New Roman"/>
        </w:rPr>
        <w:t>Manage</w:t>
      </w:r>
      <w:r>
        <w:rPr>
          <w:rFonts w:ascii="Times New Roman" w:hAnsi="Times New Roman"/>
        </w:rPr>
        <w:t>d</w:t>
      </w:r>
      <w:r w:rsidRPr="009C7C41">
        <w:rPr>
          <w:rFonts w:ascii="Times New Roman" w:hAnsi="Times New Roman"/>
        </w:rPr>
        <w:t xml:space="preserve"> student behavior in accordance with Student Code of Conduct and student handbook</w:t>
      </w:r>
    </w:p>
    <w:p w:rsidR="009C7C41" w:rsidRPr="009C7C41" w:rsidRDefault="009C7C41" w:rsidP="009C7C41">
      <w:pPr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</w:rPr>
      </w:pPr>
      <w:r w:rsidRPr="009C7C41">
        <w:rPr>
          <w:rFonts w:ascii="Times New Roman" w:hAnsi="Times New Roman"/>
        </w:rPr>
        <w:t>Establish</w:t>
      </w:r>
      <w:r>
        <w:rPr>
          <w:rFonts w:ascii="Times New Roman" w:hAnsi="Times New Roman"/>
        </w:rPr>
        <w:t>ed</w:t>
      </w:r>
      <w:r w:rsidRPr="009C7C41">
        <w:rPr>
          <w:rFonts w:ascii="Times New Roman" w:hAnsi="Times New Roman"/>
        </w:rPr>
        <w:t xml:space="preserve"> and maintain</w:t>
      </w:r>
      <w:r>
        <w:rPr>
          <w:rFonts w:ascii="Times New Roman" w:hAnsi="Times New Roman"/>
        </w:rPr>
        <w:t>ed</w:t>
      </w:r>
      <w:r w:rsidRPr="009C7C41">
        <w:rPr>
          <w:rFonts w:ascii="Times New Roman" w:hAnsi="Times New Roman"/>
        </w:rPr>
        <w:t xml:space="preserve"> open communication by conducting conferences with parents, students, principals, and teachers</w:t>
      </w:r>
    </w:p>
    <w:p w:rsidR="009C7C41" w:rsidRPr="009C7C41" w:rsidRDefault="009C7C41" w:rsidP="009C7C41">
      <w:pPr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</w:rPr>
      </w:pPr>
      <w:r w:rsidRPr="009C7C41">
        <w:rPr>
          <w:rFonts w:ascii="Times New Roman" w:hAnsi="Times New Roman"/>
        </w:rPr>
        <w:t>Compile</w:t>
      </w:r>
      <w:r>
        <w:rPr>
          <w:rFonts w:ascii="Times New Roman" w:hAnsi="Times New Roman"/>
        </w:rPr>
        <w:t>d</w:t>
      </w:r>
      <w:r w:rsidRPr="009C7C41">
        <w:rPr>
          <w:rFonts w:ascii="Times New Roman" w:hAnsi="Times New Roman"/>
        </w:rPr>
        <w:t>, maintain</w:t>
      </w:r>
      <w:r>
        <w:rPr>
          <w:rFonts w:ascii="Times New Roman" w:hAnsi="Times New Roman"/>
        </w:rPr>
        <w:t>ed</w:t>
      </w:r>
      <w:r w:rsidRPr="009C7C41">
        <w:rPr>
          <w:rFonts w:ascii="Times New Roman" w:hAnsi="Times New Roman"/>
        </w:rPr>
        <w:t>, and file</w:t>
      </w:r>
      <w:r>
        <w:rPr>
          <w:rFonts w:ascii="Times New Roman" w:hAnsi="Times New Roman"/>
        </w:rPr>
        <w:t>d</w:t>
      </w:r>
      <w:r w:rsidRPr="009C7C41">
        <w:rPr>
          <w:rFonts w:ascii="Times New Roman" w:hAnsi="Times New Roman"/>
        </w:rPr>
        <w:t xml:space="preserve"> all reports, records, and other documents required</w:t>
      </w:r>
    </w:p>
    <w:p w:rsidR="009C7C41" w:rsidRPr="009C7C41" w:rsidRDefault="009C7C41" w:rsidP="009C7C41">
      <w:pPr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</w:rPr>
      </w:pPr>
      <w:r w:rsidRPr="009C7C41">
        <w:rPr>
          <w:rFonts w:ascii="Times New Roman" w:hAnsi="Times New Roman"/>
        </w:rPr>
        <w:t>Created and maintain</w:t>
      </w:r>
      <w:r>
        <w:rPr>
          <w:rFonts w:ascii="Times New Roman" w:hAnsi="Times New Roman"/>
        </w:rPr>
        <w:t>ed</w:t>
      </w:r>
      <w:r w:rsidRPr="009C7C41">
        <w:rPr>
          <w:rFonts w:ascii="Times New Roman" w:hAnsi="Times New Roman"/>
        </w:rPr>
        <w:t xml:space="preserve"> Instructional Calendars and Common Assessments for the campus</w:t>
      </w:r>
    </w:p>
    <w:p w:rsidR="009C7C41" w:rsidRDefault="009C7C41" w:rsidP="009C7C41">
      <w:pPr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</w:rPr>
      </w:pPr>
      <w:r w:rsidRPr="009C7C41">
        <w:rPr>
          <w:rFonts w:ascii="Times New Roman" w:hAnsi="Times New Roman"/>
        </w:rPr>
        <w:t>Participate</w:t>
      </w:r>
      <w:r>
        <w:rPr>
          <w:rFonts w:ascii="Times New Roman" w:hAnsi="Times New Roman"/>
        </w:rPr>
        <w:t>d</w:t>
      </w:r>
      <w:r w:rsidRPr="009C7C41">
        <w:rPr>
          <w:rFonts w:ascii="Times New Roman" w:hAnsi="Times New Roman"/>
        </w:rPr>
        <w:t xml:space="preserve"> in, facilitate</w:t>
      </w:r>
      <w:r>
        <w:rPr>
          <w:rFonts w:ascii="Times New Roman" w:hAnsi="Times New Roman"/>
        </w:rPr>
        <w:t>d</w:t>
      </w:r>
      <w:r w:rsidRPr="009C7C41">
        <w:rPr>
          <w:rFonts w:ascii="Times New Roman" w:hAnsi="Times New Roman"/>
        </w:rPr>
        <w:t>, and present</w:t>
      </w:r>
      <w:r>
        <w:rPr>
          <w:rFonts w:ascii="Times New Roman" w:hAnsi="Times New Roman"/>
        </w:rPr>
        <w:t>ed</w:t>
      </w:r>
      <w:r w:rsidRPr="009C7C41">
        <w:rPr>
          <w:rFonts w:ascii="Times New Roman" w:hAnsi="Times New Roman"/>
        </w:rPr>
        <w:t xml:space="preserve"> staff development activities to imp</w:t>
      </w:r>
      <w:r>
        <w:rPr>
          <w:rFonts w:ascii="Times New Roman" w:hAnsi="Times New Roman"/>
        </w:rPr>
        <w:t>rove job-related skills</w:t>
      </w:r>
    </w:p>
    <w:p w:rsidR="009C7C41" w:rsidRDefault="009C7C41" w:rsidP="009C7C41">
      <w:pPr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</w:rPr>
      </w:pPr>
      <w:r w:rsidRPr="009C7C41">
        <w:rPr>
          <w:rFonts w:ascii="Times New Roman" w:hAnsi="Times New Roman"/>
        </w:rPr>
        <w:t>Attended, facilitated, and participated in faculty meetings and served</w:t>
      </w:r>
      <w:r>
        <w:rPr>
          <w:rFonts w:ascii="Times New Roman" w:hAnsi="Times New Roman"/>
        </w:rPr>
        <w:t xml:space="preserve"> on staff committees</w:t>
      </w:r>
      <w:r w:rsidR="00202448">
        <w:rPr>
          <w:rFonts w:ascii="Times New Roman" w:hAnsi="Times New Roman"/>
        </w:rPr>
        <w:t xml:space="preserve"> including SBDM, SST, CILT</w:t>
      </w:r>
    </w:p>
    <w:p w:rsidR="009C7C41" w:rsidRPr="009C7C41" w:rsidRDefault="009C7C41" w:rsidP="009C7C41">
      <w:pPr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</w:rPr>
      </w:pPr>
      <w:r w:rsidRPr="009C7C41">
        <w:rPr>
          <w:rFonts w:ascii="Times New Roman" w:hAnsi="Times New Roman"/>
        </w:rPr>
        <w:t>Assume</w:t>
      </w:r>
      <w:r>
        <w:rPr>
          <w:rFonts w:ascii="Times New Roman" w:hAnsi="Times New Roman"/>
        </w:rPr>
        <w:t>d</w:t>
      </w:r>
      <w:r w:rsidRPr="009C7C41">
        <w:rPr>
          <w:rFonts w:ascii="Times New Roman" w:hAnsi="Times New Roman"/>
        </w:rPr>
        <w:t xml:space="preserve"> responsibility for extracurricular activities </w:t>
      </w:r>
      <w:r>
        <w:rPr>
          <w:rFonts w:ascii="Times New Roman" w:hAnsi="Times New Roman"/>
        </w:rPr>
        <w:t>and</w:t>
      </w:r>
      <w:r w:rsidRPr="009C7C41">
        <w:rPr>
          <w:rFonts w:ascii="Times New Roman" w:hAnsi="Times New Roman"/>
        </w:rPr>
        <w:t xml:space="preserve"> sponsor</w:t>
      </w:r>
      <w:r>
        <w:rPr>
          <w:rFonts w:ascii="Times New Roman" w:hAnsi="Times New Roman"/>
        </w:rPr>
        <w:t>ed</w:t>
      </w:r>
      <w:r w:rsidRPr="009C7C41">
        <w:rPr>
          <w:rFonts w:ascii="Times New Roman" w:hAnsi="Times New Roman"/>
        </w:rPr>
        <w:t xml:space="preserve"> outside activities approved by the campus principal</w:t>
      </w:r>
    </w:p>
    <w:p w:rsidR="009630A9" w:rsidRPr="00734AC7" w:rsidRDefault="009630A9" w:rsidP="00565D76">
      <w:pPr>
        <w:rPr>
          <w:rFonts w:ascii="Times New Roman" w:hAnsi="Times New Roman"/>
        </w:rPr>
      </w:pPr>
    </w:p>
    <w:p w:rsidR="00565D76" w:rsidRPr="00734AC7" w:rsidRDefault="00FD4053" w:rsidP="00565D76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58420</wp:posOffset>
                </wp:positionH>
                <wp:positionV relativeFrom="paragraph">
                  <wp:posOffset>139065</wp:posOffset>
                </wp:positionV>
                <wp:extent cx="6512560" cy="355600"/>
                <wp:effectExtent l="20320" t="24765" r="20320" b="19685"/>
                <wp:wrapNone/>
                <wp:docPr id="8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2560" cy="355600"/>
                        </a:xfrm>
                        <a:prstGeom prst="flowChartAlternateProcess">
                          <a:avLst/>
                        </a:prstGeom>
                        <a:solidFill>
                          <a:srgbClr val="F2F2F2"/>
                        </a:solidFill>
                        <a:ln w="38100">
                          <a:solidFill>
                            <a:srgbClr val="E5E8F7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5D76" w:rsidRPr="00734AC7" w:rsidRDefault="00426B20" w:rsidP="00426B20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734AC7">
                              <w:rPr>
                                <w:rFonts w:ascii="Times New Roman" w:eastAsia="Calibri" w:hAnsi="Times New Roman"/>
                                <w:sz w:val="28"/>
                                <w:szCs w:val="28"/>
                              </w:rPr>
                              <w:t>Administrative/Supervisory/Leadership Experience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" o:spid="_x0000_s1033" type="#_x0000_t176" style="position:absolute;margin-left:4.6pt;margin-top:10.95pt;width:512.8pt;height:2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" fillcolor="#f2f2f2" strokecolor="#e5e8f7" strokeweight="3pt">
                <v:textbox>
                  <w:txbxContent>
                    <w:p w:rsidR="00565D76" w:rsidRPr="00734AC7" w:rsidRDefault="00426B20" w:rsidP="00426B20">
                      <w:pPr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734AC7">
                        <w:rPr>
                          <w:rFonts w:ascii="Times New Roman" w:eastAsia="Calibri" w:hAnsi="Times New Roman"/>
                          <w:sz w:val="28"/>
                          <w:szCs w:val="28"/>
                        </w:rPr>
                        <w:t>Administrative/Supervisory/Leadership Experience</w:t>
                      </w:r>
                    </w:p>
                  </w:txbxContent>
                </v:textbox>
              </v:shape>
            </w:pict>
          </mc:Fallback>
        </mc:AlternateContent>
      </w:r>
    </w:p>
    <w:p w:rsidR="00565D76" w:rsidRPr="00734AC7" w:rsidRDefault="00565D76" w:rsidP="00565D76">
      <w:pPr>
        <w:rPr>
          <w:rFonts w:ascii="Times New Roman" w:hAnsi="Times New Roman"/>
        </w:rPr>
      </w:pPr>
    </w:p>
    <w:p w:rsidR="00565D76" w:rsidRPr="00734AC7" w:rsidRDefault="00565D76" w:rsidP="00565D76">
      <w:pPr>
        <w:rPr>
          <w:rFonts w:ascii="Times New Roman" w:hAnsi="Times New Roman"/>
        </w:rPr>
      </w:pPr>
    </w:p>
    <w:p w:rsidR="004142A5" w:rsidRDefault="004142A5" w:rsidP="004142A5">
      <w:pPr>
        <w:rPr>
          <w:rFonts w:ascii="Times New Roman" w:hAnsi="Times New Roman"/>
          <w:b/>
        </w:rPr>
      </w:pPr>
    </w:p>
    <w:p w:rsidR="004142A5" w:rsidRDefault="004142A5" w:rsidP="004142A5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Administrative &amp; Technology Leadership Internship (2010-2012):</w:t>
      </w:r>
    </w:p>
    <w:p w:rsidR="004142A5" w:rsidRDefault="004142A5" w:rsidP="004142A5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Completed an 18 month Administrative </w:t>
      </w:r>
      <w:r w:rsidR="003E311A">
        <w:rPr>
          <w:rFonts w:ascii="Times New Roman" w:hAnsi="Times New Roman"/>
        </w:rPr>
        <w:t>&amp; Technology Leadership internship through Lamar University</w:t>
      </w:r>
    </w:p>
    <w:p w:rsidR="003E311A" w:rsidRPr="004142A5" w:rsidRDefault="003E311A" w:rsidP="004142A5">
      <w:pPr>
        <w:rPr>
          <w:rFonts w:ascii="Times New Roman" w:hAnsi="Times New Roman"/>
        </w:rPr>
      </w:pPr>
    </w:p>
    <w:p w:rsidR="004142A5" w:rsidRPr="00734AC7" w:rsidRDefault="004142A5" w:rsidP="004142A5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>Reasoning Minds Campus Coordinator (2010-Current)</w:t>
      </w:r>
      <w:r w:rsidRPr="00734AC7">
        <w:rPr>
          <w:rFonts w:ascii="Times New Roman" w:hAnsi="Times New Roman"/>
        </w:rPr>
        <w:t>:</w:t>
      </w:r>
    </w:p>
    <w:p w:rsidR="004142A5" w:rsidRDefault="004142A5" w:rsidP="004142A5">
      <w:pPr>
        <w:rPr>
          <w:rFonts w:ascii="Times New Roman" w:hAnsi="Times New Roman"/>
        </w:rPr>
      </w:pPr>
      <w:r>
        <w:rPr>
          <w:rFonts w:ascii="Times New Roman" w:hAnsi="Times New Roman"/>
        </w:rPr>
        <w:t>Served as the Reasoning Minds Online Math Curriculum Coordinator for our campus</w:t>
      </w:r>
    </w:p>
    <w:p w:rsidR="004142A5" w:rsidRDefault="004142A5" w:rsidP="004142A5">
      <w:pPr>
        <w:rPr>
          <w:rFonts w:ascii="Times New Roman" w:hAnsi="Times New Roman"/>
        </w:rPr>
      </w:pPr>
    </w:p>
    <w:p w:rsidR="004142A5" w:rsidRPr="00734AC7" w:rsidRDefault="004142A5" w:rsidP="004142A5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>Technology Coordinator &amp; Technology Integration Mentor (2009-Current)</w:t>
      </w:r>
      <w:r w:rsidRPr="00734AC7">
        <w:rPr>
          <w:rFonts w:ascii="Times New Roman" w:hAnsi="Times New Roman"/>
        </w:rPr>
        <w:t>:</w:t>
      </w:r>
    </w:p>
    <w:p w:rsidR="004142A5" w:rsidRDefault="004142A5" w:rsidP="004142A5">
      <w:pPr>
        <w:rPr>
          <w:rFonts w:ascii="Times New Roman" w:hAnsi="Times New Roman"/>
        </w:rPr>
      </w:pPr>
      <w:r>
        <w:rPr>
          <w:rFonts w:ascii="Times New Roman" w:hAnsi="Times New Roman"/>
        </w:rPr>
        <w:t>Served as Technology Integration Mentor for our campus by assisting colleagues with technology integration</w:t>
      </w:r>
    </w:p>
    <w:p w:rsidR="004142A5" w:rsidRDefault="004142A5" w:rsidP="004142A5">
      <w:pPr>
        <w:rPr>
          <w:rFonts w:ascii="Times New Roman" w:hAnsi="Times New Roman"/>
        </w:rPr>
      </w:pPr>
    </w:p>
    <w:p w:rsidR="004142A5" w:rsidRPr="00734AC7" w:rsidRDefault="004142A5" w:rsidP="004142A5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>Test Coordinator (2010-Current)</w:t>
      </w:r>
      <w:r w:rsidRPr="00734AC7">
        <w:rPr>
          <w:rFonts w:ascii="Times New Roman" w:hAnsi="Times New Roman"/>
        </w:rPr>
        <w:t>:</w:t>
      </w:r>
    </w:p>
    <w:p w:rsidR="00565D76" w:rsidRDefault="004142A5" w:rsidP="004142A5">
      <w:pPr>
        <w:rPr>
          <w:rFonts w:ascii="Times New Roman" w:hAnsi="Times New Roman"/>
        </w:rPr>
      </w:pPr>
      <w:r>
        <w:rPr>
          <w:rFonts w:ascii="Times New Roman" w:hAnsi="Times New Roman"/>
        </w:rPr>
        <w:t>Served as the Test Coordinator for our campus by preparing materials, staff, and students for District and State level assessments</w:t>
      </w:r>
    </w:p>
    <w:p w:rsidR="004142A5" w:rsidRPr="00734AC7" w:rsidRDefault="004142A5" w:rsidP="004142A5">
      <w:pPr>
        <w:rPr>
          <w:rFonts w:ascii="Times New Roman" w:hAnsi="Times New Roman"/>
        </w:rPr>
      </w:pPr>
    </w:p>
    <w:p w:rsidR="004142A5" w:rsidRPr="00734AC7" w:rsidRDefault="004142A5" w:rsidP="004142A5">
      <w:pPr>
        <w:rPr>
          <w:rFonts w:ascii="Times New Roman" w:hAnsi="Times New Roman"/>
        </w:rPr>
      </w:pPr>
      <w:r w:rsidRPr="00FA1C46">
        <w:rPr>
          <w:rFonts w:ascii="Times New Roman" w:hAnsi="Times New Roman"/>
          <w:b/>
        </w:rPr>
        <w:t>Campu</w:t>
      </w:r>
      <w:r>
        <w:rPr>
          <w:rFonts w:ascii="Times New Roman" w:hAnsi="Times New Roman"/>
          <w:b/>
        </w:rPr>
        <w:t>s Instructional Leadership Team (CILT)</w:t>
      </w:r>
      <w:r w:rsidRPr="00FA1C46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(2009-Current)</w:t>
      </w:r>
      <w:r w:rsidRPr="00734AC7">
        <w:rPr>
          <w:rFonts w:ascii="Times New Roman" w:hAnsi="Times New Roman"/>
        </w:rPr>
        <w:t>:</w:t>
      </w:r>
    </w:p>
    <w:p w:rsidR="004142A5" w:rsidRDefault="004142A5" w:rsidP="004142A5">
      <w:pPr>
        <w:rPr>
          <w:rFonts w:ascii="Times New Roman" w:hAnsi="Times New Roman"/>
          <w:b/>
        </w:rPr>
      </w:pPr>
      <w:r>
        <w:rPr>
          <w:rFonts w:ascii="Times New Roman" w:hAnsi="Times New Roman"/>
        </w:rPr>
        <w:t>Served as the Technolog</w:t>
      </w:r>
      <w:r w:rsidR="00A60835">
        <w:rPr>
          <w:rFonts w:ascii="Times New Roman" w:hAnsi="Times New Roman"/>
        </w:rPr>
        <w:t xml:space="preserve">y Leadership for our campus &amp; </w:t>
      </w:r>
      <w:proofErr w:type="spellStart"/>
      <w:r w:rsidR="00A60835">
        <w:rPr>
          <w:rFonts w:ascii="Times New Roman" w:hAnsi="Times New Roman"/>
        </w:rPr>
        <w:t>Rt</w:t>
      </w:r>
      <w:r>
        <w:rPr>
          <w:rFonts w:ascii="Times New Roman" w:hAnsi="Times New Roman"/>
        </w:rPr>
        <w:t>I</w:t>
      </w:r>
      <w:proofErr w:type="spellEnd"/>
      <w:r>
        <w:rPr>
          <w:rFonts w:ascii="Times New Roman" w:hAnsi="Times New Roman"/>
        </w:rPr>
        <w:t xml:space="preserve"> CILT Member</w:t>
      </w:r>
      <w:r w:rsidRPr="00FA1C46">
        <w:rPr>
          <w:rFonts w:ascii="Times New Roman" w:hAnsi="Times New Roman"/>
          <w:b/>
        </w:rPr>
        <w:t xml:space="preserve"> </w:t>
      </w:r>
    </w:p>
    <w:p w:rsidR="004142A5" w:rsidRDefault="004142A5" w:rsidP="004142A5">
      <w:pPr>
        <w:rPr>
          <w:rFonts w:ascii="Times New Roman" w:hAnsi="Times New Roman"/>
          <w:b/>
        </w:rPr>
      </w:pPr>
    </w:p>
    <w:p w:rsidR="004142A5" w:rsidRPr="00734AC7" w:rsidRDefault="004142A5" w:rsidP="004142A5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>Grants Recipient (2008-Current)</w:t>
      </w:r>
      <w:r w:rsidRPr="00734AC7">
        <w:rPr>
          <w:rFonts w:ascii="Times New Roman" w:hAnsi="Times New Roman"/>
        </w:rPr>
        <w:t>:</w:t>
      </w:r>
    </w:p>
    <w:p w:rsidR="004142A5" w:rsidRDefault="004142A5" w:rsidP="004142A5">
      <w:pPr>
        <w:rPr>
          <w:rFonts w:ascii="Times New Roman" w:hAnsi="Times New Roman"/>
        </w:rPr>
      </w:pPr>
      <w:r>
        <w:rPr>
          <w:rFonts w:ascii="Times New Roman" w:hAnsi="Times New Roman"/>
        </w:rPr>
        <w:t>Wrote, awarded, and facilitated multiple grants for our campus including Dallas Junior League and Donorschoose.org</w:t>
      </w:r>
      <w:r w:rsidR="003E311A">
        <w:rPr>
          <w:rFonts w:ascii="Times New Roman" w:hAnsi="Times New Roman"/>
        </w:rPr>
        <w:t>.  Topics Included:</w:t>
      </w:r>
    </w:p>
    <w:p w:rsidR="003E311A" w:rsidRPr="00174369" w:rsidRDefault="003E311A" w:rsidP="003E311A">
      <w:pPr>
        <w:pStyle w:val="ListParagraph"/>
        <w:numPr>
          <w:ilvl w:val="0"/>
          <w:numId w:val="6"/>
        </w:numPr>
        <w:rPr>
          <w:rFonts w:ascii="Times New Roman" w:hAnsi="Times New Roman"/>
          <w:b/>
        </w:rPr>
      </w:pPr>
      <w:r w:rsidRPr="00174369">
        <w:rPr>
          <w:rFonts w:ascii="Times New Roman" w:hAnsi="Times New Roman"/>
          <w:b/>
        </w:rPr>
        <w:t>Dragon Dollar Reading Scholar</w:t>
      </w:r>
    </w:p>
    <w:p w:rsidR="003E311A" w:rsidRPr="00174369" w:rsidRDefault="003E311A" w:rsidP="003E311A">
      <w:pPr>
        <w:pStyle w:val="ListParagraph"/>
        <w:numPr>
          <w:ilvl w:val="0"/>
          <w:numId w:val="6"/>
        </w:numPr>
        <w:rPr>
          <w:rFonts w:ascii="Times New Roman" w:hAnsi="Times New Roman"/>
          <w:b/>
        </w:rPr>
      </w:pPr>
      <w:r w:rsidRPr="00174369">
        <w:rPr>
          <w:rFonts w:ascii="Times New Roman" w:hAnsi="Times New Roman"/>
          <w:b/>
        </w:rPr>
        <w:t>Fulfill Our Needs &amp; Help Save Trees</w:t>
      </w:r>
    </w:p>
    <w:p w:rsidR="003E311A" w:rsidRPr="00174369" w:rsidRDefault="003E311A" w:rsidP="003E311A">
      <w:pPr>
        <w:pStyle w:val="ListParagraph"/>
        <w:numPr>
          <w:ilvl w:val="0"/>
          <w:numId w:val="6"/>
        </w:numPr>
        <w:rPr>
          <w:rFonts w:ascii="Times New Roman" w:hAnsi="Times New Roman"/>
          <w:b/>
        </w:rPr>
      </w:pPr>
      <w:r w:rsidRPr="00174369">
        <w:rPr>
          <w:rFonts w:ascii="Times New Roman" w:hAnsi="Times New Roman"/>
          <w:b/>
        </w:rPr>
        <w:t>Holes in Our Boat, the Dragons Can't Stay Afloat</w:t>
      </w:r>
    </w:p>
    <w:p w:rsidR="00174369" w:rsidRPr="00174369" w:rsidRDefault="00174369" w:rsidP="003E311A">
      <w:pPr>
        <w:pStyle w:val="ListParagraph"/>
        <w:numPr>
          <w:ilvl w:val="0"/>
          <w:numId w:val="6"/>
        </w:numPr>
        <w:rPr>
          <w:rFonts w:ascii="Times New Roman" w:hAnsi="Times New Roman"/>
          <w:b/>
        </w:rPr>
      </w:pPr>
      <w:r w:rsidRPr="00174369">
        <w:rPr>
          <w:rFonts w:ascii="Times New Roman" w:hAnsi="Times New Roman"/>
          <w:b/>
        </w:rPr>
        <w:t xml:space="preserve">Mischievous Mice </w:t>
      </w:r>
    </w:p>
    <w:p w:rsidR="003E311A" w:rsidRPr="00174369" w:rsidRDefault="00174369" w:rsidP="003E311A">
      <w:pPr>
        <w:pStyle w:val="ListParagraph"/>
        <w:numPr>
          <w:ilvl w:val="0"/>
          <w:numId w:val="6"/>
        </w:numPr>
        <w:rPr>
          <w:rFonts w:ascii="Times New Roman" w:hAnsi="Times New Roman"/>
          <w:b/>
        </w:rPr>
      </w:pPr>
      <w:r w:rsidRPr="00174369">
        <w:rPr>
          <w:rFonts w:ascii="Times New Roman" w:hAnsi="Times New Roman"/>
          <w:b/>
        </w:rPr>
        <w:t>Our Brains Shall Awake to Jingles that Stimulate</w:t>
      </w:r>
    </w:p>
    <w:p w:rsidR="00174369" w:rsidRPr="003E311A" w:rsidRDefault="00174369" w:rsidP="00174369">
      <w:pPr>
        <w:pStyle w:val="ListParagraph"/>
        <w:ind w:left="2160"/>
        <w:rPr>
          <w:rFonts w:ascii="Times New Roman" w:hAnsi="Times New Roman"/>
          <w:b/>
        </w:rPr>
      </w:pPr>
    </w:p>
    <w:p w:rsidR="004142A5" w:rsidRPr="00734AC7" w:rsidRDefault="004142A5" w:rsidP="004142A5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>Destination Imagination (DI) Manager (2007-Current)</w:t>
      </w:r>
      <w:r w:rsidRPr="00734AC7">
        <w:rPr>
          <w:rFonts w:ascii="Times New Roman" w:hAnsi="Times New Roman"/>
        </w:rPr>
        <w:t>:</w:t>
      </w:r>
    </w:p>
    <w:p w:rsidR="004142A5" w:rsidRDefault="004142A5" w:rsidP="004142A5">
      <w:pPr>
        <w:rPr>
          <w:rFonts w:ascii="Times New Roman" w:hAnsi="Times New Roman"/>
          <w:b/>
        </w:rPr>
      </w:pPr>
      <w:r w:rsidRPr="00313EB8">
        <w:rPr>
          <w:rFonts w:ascii="Times New Roman" w:hAnsi="Times New Roman"/>
        </w:rPr>
        <w:t>Destination Imagination (DI) Manager with multiple teams making it to the State Competition</w:t>
      </w:r>
      <w:r w:rsidRPr="00FA1C46">
        <w:rPr>
          <w:rFonts w:ascii="Times New Roman" w:hAnsi="Times New Roman"/>
          <w:b/>
        </w:rPr>
        <w:t xml:space="preserve"> </w:t>
      </w:r>
    </w:p>
    <w:p w:rsidR="004142A5" w:rsidRDefault="004142A5" w:rsidP="004142A5">
      <w:pPr>
        <w:rPr>
          <w:rFonts w:ascii="Times New Roman" w:hAnsi="Times New Roman"/>
          <w:b/>
        </w:rPr>
      </w:pPr>
    </w:p>
    <w:p w:rsidR="004142A5" w:rsidRPr="00734AC7" w:rsidRDefault="004142A5" w:rsidP="004142A5">
      <w:pPr>
        <w:rPr>
          <w:rFonts w:ascii="Times New Roman" w:hAnsi="Times New Roman"/>
        </w:rPr>
      </w:pPr>
      <w:r w:rsidRPr="00FA1C46">
        <w:rPr>
          <w:rFonts w:ascii="Times New Roman" w:hAnsi="Times New Roman"/>
          <w:b/>
        </w:rPr>
        <w:t>Campu</w:t>
      </w:r>
      <w:r>
        <w:rPr>
          <w:rFonts w:ascii="Times New Roman" w:hAnsi="Times New Roman"/>
          <w:b/>
        </w:rPr>
        <w:t>s Instructional Leadership Team (CILT)</w:t>
      </w:r>
      <w:r w:rsidRPr="00FA1C46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(</w:t>
      </w:r>
      <w:r w:rsidRPr="00FA1C46">
        <w:rPr>
          <w:rFonts w:ascii="Times New Roman" w:hAnsi="Times New Roman"/>
          <w:b/>
        </w:rPr>
        <w:t>200</w:t>
      </w:r>
      <w:r>
        <w:rPr>
          <w:rFonts w:ascii="Times New Roman" w:hAnsi="Times New Roman"/>
          <w:b/>
        </w:rPr>
        <w:t>8</w:t>
      </w:r>
      <w:r w:rsidRPr="00FA1C46">
        <w:rPr>
          <w:rFonts w:ascii="Times New Roman" w:hAnsi="Times New Roman"/>
          <w:b/>
        </w:rPr>
        <w:t>-</w:t>
      </w:r>
      <w:r>
        <w:rPr>
          <w:rFonts w:ascii="Times New Roman" w:hAnsi="Times New Roman"/>
          <w:b/>
        </w:rPr>
        <w:t>2009)</w:t>
      </w:r>
      <w:r w:rsidRPr="00734AC7">
        <w:rPr>
          <w:rFonts w:ascii="Times New Roman" w:hAnsi="Times New Roman"/>
        </w:rPr>
        <w:t>:</w:t>
      </w:r>
    </w:p>
    <w:p w:rsidR="004142A5" w:rsidRDefault="004142A5" w:rsidP="004142A5">
      <w:pPr>
        <w:rPr>
          <w:rFonts w:ascii="Times New Roman" w:hAnsi="Times New Roman"/>
          <w:b/>
        </w:rPr>
      </w:pPr>
      <w:r>
        <w:rPr>
          <w:rFonts w:ascii="Times New Roman" w:hAnsi="Times New Roman"/>
        </w:rPr>
        <w:t>Served as the Reading/Language Arts and Technology Leadership for our campus</w:t>
      </w:r>
      <w:r w:rsidRPr="00FA1C46">
        <w:rPr>
          <w:rFonts w:ascii="Times New Roman" w:hAnsi="Times New Roman"/>
          <w:b/>
        </w:rPr>
        <w:t xml:space="preserve"> </w:t>
      </w:r>
    </w:p>
    <w:p w:rsidR="004142A5" w:rsidRDefault="004142A5" w:rsidP="004142A5">
      <w:pPr>
        <w:rPr>
          <w:rFonts w:ascii="Times New Roman" w:hAnsi="Times New Roman"/>
          <w:b/>
        </w:rPr>
      </w:pPr>
    </w:p>
    <w:p w:rsidR="004142A5" w:rsidRDefault="004142A5" w:rsidP="004142A5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Grade Level Chairperson (2004-2006):</w:t>
      </w:r>
    </w:p>
    <w:p w:rsidR="004142A5" w:rsidRDefault="004142A5" w:rsidP="004142A5">
      <w:pPr>
        <w:rPr>
          <w:rFonts w:ascii="Times New Roman" w:hAnsi="Times New Roman"/>
        </w:rPr>
      </w:pPr>
      <w:r>
        <w:rPr>
          <w:rFonts w:ascii="Times New Roman" w:hAnsi="Times New Roman"/>
        </w:rPr>
        <w:t>Facilitated Grade Level meetings and performed duties related to Grade Level leadership</w:t>
      </w:r>
    </w:p>
    <w:p w:rsidR="004142A5" w:rsidRDefault="004142A5" w:rsidP="004142A5">
      <w:pPr>
        <w:rPr>
          <w:rFonts w:ascii="Times New Roman" w:hAnsi="Times New Roman"/>
          <w:b/>
        </w:rPr>
      </w:pPr>
    </w:p>
    <w:p w:rsidR="004142A5" w:rsidRPr="00734AC7" w:rsidRDefault="00FA1C46" w:rsidP="004142A5">
      <w:pPr>
        <w:rPr>
          <w:rFonts w:ascii="Times New Roman" w:hAnsi="Times New Roman"/>
        </w:rPr>
      </w:pPr>
      <w:r w:rsidRPr="00FA1C46">
        <w:rPr>
          <w:rFonts w:ascii="Times New Roman" w:hAnsi="Times New Roman"/>
          <w:b/>
        </w:rPr>
        <w:t>Campu</w:t>
      </w:r>
      <w:r>
        <w:rPr>
          <w:rFonts w:ascii="Times New Roman" w:hAnsi="Times New Roman"/>
          <w:b/>
        </w:rPr>
        <w:t>s Instructional Leadership Team (CILT)</w:t>
      </w:r>
      <w:r w:rsidRPr="00FA1C46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(</w:t>
      </w:r>
      <w:r w:rsidRPr="00FA1C46">
        <w:rPr>
          <w:rFonts w:ascii="Times New Roman" w:hAnsi="Times New Roman"/>
          <w:b/>
        </w:rPr>
        <w:t>2004-2005</w:t>
      </w:r>
      <w:r>
        <w:rPr>
          <w:rFonts w:ascii="Times New Roman" w:hAnsi="Times New Roman"/>
          <w:b/>
        </w:rPr>
        <w:t>)</w:t>
      </w:r>
      <w:r w:rsidR="00313EB8" w:rsidRPr="00734AC7">
        <w:rPr>
          <w:rFonts w:ascii="Times New Roman" w:hAnsi="Times New Roman"/>
        </w:rPr>
        <w:t>:</w:t>
      </w:r>
    </w:p>
    <w:p w:rsidR="00CB4C59" w:rsidRDefault="00FA1C46" w:rsidP="00CB4C59">
      <w:pPr>
        <w:rPr>
          <w:rFonts w:ascii="Times New Roman" w:hAnsi="Times New Roman"/>
        </w:rPr>
      </w:pPr>
      <w:r>
        <w:rPr>
          <w:rFonts w:ascii="Times New Roman" w:hAnsi="Times New Roman"/>
        </w:rPr>
        <w:t>Served as the Reading/Language Arts and Technology Leadership for our campus</w:t>
      </w:r>
    </w:p>
    <w:p w:rsidR="0068057E" w:rsidRDefault="0068057E" w:rsidP="00CB4C59">
      <w:pPr>
        <w:rPr>
          <w:rFonts w:ascii="Times New Roman" w:hAnsi="Times New Roman"/>
        </w:rPr>
      </w:pPr>
    </w:p>
    <w:p w:rsidR="00CB4C59" w:rsidRDefault="00831433" w:rsidP="00CB4C59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7A263159" wp14:editId="264016E0">
                <wp:simplePos x="0" y="0"/>
                <wp:positionH relativeFrom="column">
                  <wp:posOffset>121920</wp:posOffset>
                </wp:positionH>
                <wp:positionV relativeFrom="paragraph">
                  <wp:posOffset>54610</wp:posOffset>
                </wp:positionV>
                <wp:extent cx="6512560" cy="355600"/>
                <wp:effectExtent l="19050" t="19050" r="21590" b="25400"/>
                <wp:wrapNone/>
                <wp:docPr id="19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2560" cy="355600"/>
                        </a:xfrm>
                        <a:prstGeom prst="flowChartAlternateProcess">
                          <a:avLst/>
                        </a:prstGeom>
                        <a:solidFill>
                          <a:srgbClr val="F2F2F2"/>
                        </a:solidFill>
                        <a:ln w="38100">
                          <a:solidFill>
                            <a:srgbClr val="E5E8F7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1433" w:rsidRPr="00734AC7" w:rsidRDefault="00831433" w:rsidP="00831433">
                            <w:pPr>
                              <w:rPr>
                                <w:rFonts w:ascii="Times New Roman" w:hAnsi="Times New Roman"/>
                                <w:sz w:val="28"/>
                              </w:rPr>
                            </w:pPr>
                            <w:r w:rsidRPr="00734AC7">
                              <w:rPr>
                                <w:rFonts w:ascii="Times New Roman" w:hAnsi="Times New Roman"/>
                                <w:sz w:val="28"/>
                              </w:rPr>
                              <w:t xml:space="preserve">Professional 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</w:rPr>
                              <w:t>Memberships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1" o:spid="_x0000_s1034" type="#_x0000_t176" style="position:absolute;margin-left:9.6pt;margin-top:4.3pt;width:512.8pt;height:28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" fillcolor="#f2f2f2" strokecolor="#e5e8f7" strokeweight="3pt">
                <v:textbox>
                  <w:txbxContent>
                    <w:p w:rsidR="00831433" w:rsidRPr="00734AC7" w:rsidRDefault="00831433" w:rsidP="00831433">
                      <w:pPr>
                        <w:rPr>
                          <w:rFonts w:ascii="Times New Roman" w:hAnsi="Times New Roman"/>
                          <w:sz w:val="28"/>
                        </w:rPr>
                      </w:pPr>
                      <w:r w:rsidRPr="00734AC7">
                        <w:rPr>
                          <w:rFonts w:ascii="Times New Roman" w:hAnsi="Times New Roman"/>
                          <w:sz w:val="28"/>
                        </w:rPr>
                        <w:t xml:space="preserve">Professional </w:t>
                      </w:r>
                      <w:r>
                        <w:rPr>
                          <w:rFonts w:ascii="Times New Roman" w:hAnsi="Times New Roman"/>
                          <w:sz w:val="28"/>
                        </w:rPr>
                        <w:t>Memberships</w:t>
                      </w:r>
                    </w:p>
                  </w:txbxContent>
                </v:textbox>
              </v:shape>
            </w:pict>
          </mc:Fallback>
        </mc:AlternateContent>
      </w:r>
    </w:p>
    <w:p w:rsidR="00831433" w:rsidRPr="00734AC7" w:rsidRDefault="00831433" w:rsidP="00CB4C59">
      <w:pPr>
        <w:rPr>
          <w:rFonts w:ascii="Times New Roman" w:hAnsi="Times New Roman"/>
        </w:rPr>
      </w:pPr>
    </w:p>
    <w:p w:rsidR="00831433" w:rsidRDefault="00831433" w:rsidP="00565D76">
      <w:pPr>
        <w:rPr>
          <w:rFonts w:ascii="Times New Roman" w:hAnsi="Times New Roman"/>
        </w:rPr>
      </w:pPr>
    </w:p>
    <w:p w:rsidR="00831433" w:rsidRDefault="00831433" w:rsidP="00565D76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American Association of School Administrators (AASA)</w:t>
      </w:r>
    </w:p>
    <w:p w:rsidR="00831433" w:rsidRDefault="00BB5F03" w:rsidP="00831433">
      <w:pPr>
        <w:pStyle w:val="NormalWeb"/>
        <w:spacing w:before="0" w:beforeAutospacing="0" w:after="0" w:afterAutospacing="0"/>
      </w:pPr>
      <w:r>
        <w:t>AASA</w:t>
      </w:r>
      <w:r w:rsidR="00831433">
        <w:t xml:space="preserve"> advocates for the highest quality public education for all students, and develops and supports school system leaders.</w:t>
      </w:r>
    </w:p>
    <w:p w:rsidR="00BB5F03" w:rsidRDefault="00BB5F03" w:rsidP="00831433">
      <w:pPr>
        <w:pStyle w:val="NormalWeb"/>
        <w:spacing w:before="0" w:beforeAutospacing="0" w:after="0" w:afterAutospacing="0"/>
      </w:pPr>
    </w:p>
    <w:p w:rsidR="00BB5F03" w:rsidRDefault="00BB5F03" w:rsidP="00831433">
      <w:pPr>
        <w:pStyle w:val="NormalWeb"/>
        <w:spacing w:before="0" w:beforeAutospacing="0" w:after="0" w:afterAutospacing="0"/>
        <w:rPr>
          <w:rStyle w:val="Strong"/>
        </w:rPr>
      </w:pPr>
      <w:r>
        <w:rPr>
          <w:rStyle w:val="Strong"/>
        </w:rPr>
        <w:t>The International Society for Technology in Education (ISTE®)</w:t>
      </w:r>
    </w:p>
    <w:p w:rsidR="00831433" w:rsidRDefault="00BB5F03" w:rsidP="00831433">
      <w:pPr>
        <w:pStyle w:val="NormalWeb"/>
        <w:spacing w:before="0" w:beforeAutospacing="0" w:after="0" w:afterAutospacing="0"/>
      </w:pPr>
      <w:r>
        <w:rPr>
          <w:rStyle w:val="Strong"/>
          <w:b w:val="0"/>
        </w:rPr>
        <w:t>ISTE</w:t>
      </w:r>
      <w:r>
        <w:t xml:space="preserve"> is the premier membership association for educators and education leaders engaged in improving learning and teaching by advancing the effective use of technology in PK–12 and teacher education.</w:t>
      </w:r>
    </w:p>
    <w:p w:rsidR="00BB5F03" w:rsidRPr="00831433" w:rsidRDefault="00BB5F03" w:rsidP="00831433">
      <w:pPr>
        <w:pStyle w:val="NormalWeb"/>
        <w:spacing w:before="0" w:beforeAutospacing="0" w:after="0" w:afterAutospacing="0"/>
      </w:pPr>
    </w:p>
    <w:p w:rsidR="00831433" w:rsidRDefault="00831433" w:rsidP="00565D76">
      <w:pPr>
        <w:rPr>
          <w:rFonts w:ascii="Times New Roman" w:hAnsi="Times New Roman"/>
          <w:b/>
        </w:rPr>
      </w:pPr>
      <w:r w:rsidRPr="00831433">
        <w:rPr>
          <w:rFonts w:ascii="Times New Roman" w:hAnsi="Times New Roman"/>
          <w:b/>
        </w:rPr>
        <w:t>Texas Computer Education Association (TCEA)</w:t>
      </w:r>
    </w:p>
    <w:p w:rsidR="00831433" w:rsidRPr="00841970" w:rsidRDefault="00831433" w:rsidP="00565D76">
      <w:pPr>
        <w:rPr>
          <w:rStyle w:val="Strong"/>
          <w:rFonts w:ascii="Times New Roman" w:eastAsia="Times New Roman" w:hAnsi="Times New Roman"/>
          <w:b w:val="0"/>
          <w:lang w:eastAsia="en-US"/>
        </w:rPr>
      </w:pPr>
      <w:r w:rsidRPr="00841970">
        <w:rPr>
          <w:rStyle w:val="Strong"/>
          <w:rFonts w:ascii="Times New Roman" w:eastAsia="Times New Roman" w:hAnsi="Times New Roman"/>
          <w:b w:val="0"/>
          <w:lang w:eastAsia="en-US"/>
        </w:rPr>
        <w:t>TCEA is the largest state organization devoted to the use of technology in education.</w:t>
      </w:r>
    </w:p>
    <w:p w:rsidR="002F0160" w:rsidRDefault="002F0160">
      <w:pPr>
        <w:rPr>
          <w:rFonts w:ascii="Times New Roman" w:hAnsi="Times New Roman"/>
        </w:rPr>
      </w:pPr>
    </w:p>
    <w:p w:rsidR="00ED3C35" w:rsidRDefault="00ED3C35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0870CAB2" wp14:editId="6A1CB686">
                <wp:simplePos x="0" y="0"/>
                <wp:positionH relativeFrom="column">
                  <wp:posOffset>121920</wp:posOffset>
                </wp:positionH>
                <wp:positionV relativeFrom="paragraph">
                  <wp:posOffset>139065</wp:posOffset>
                </wp:positionV>
                <wp:extent cx="6512560" cy="355600"/>
                <wp:effectExtent l="19050" t="19050" r="21590" b="25400"/>
                <wp:wrapNone/>
                <wp:docPr id="25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2560" cy="355600"/>
                        </a:xfrm>
                        <a:prstGeom prst="flowChartAlternateProcess">
                          <a:avLst/>
                        </a:prstGeom>
                        <a:solidFill>
                          <a:srgbClr val="F2F2F2"/>
                        </a:solidFill>
                        <a:ln w="38100">
                          <a:solidFill>
                            <a:srgbClr val="E5E8F7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3C35" w:rsidRPr="00734AC7" w:rsidRDefault="00ED3C35" w:rsidP="00ED3C35">
                            <w:pPr>
                              <w:rPr>
                                <w:rFonts w:ascii="Times New Roman" w:hAnsi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</w:rPr>
                              <w:t>Publications &amp; Research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5" type="#_x0000_t176" style="position:absolute;margin-left:9.6pt;margin-top:10.95pt;width:512.8pt;height:28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" fillcolor="#f2f2f2" strokecolor="#e5e8f7" strokeweight="3pt">
                <v:textbox>
                  <w:txbxContent>
                    <w:p w:rsidR="00ED3C35" w:rsidRPr="00734AC7" w:rsidRDefault="00ED3C35" w:rsidP="00ED3C35">
                      <w:pPr>
                        <w:rPr>
                          <w:rFonts w:ascii="Times New Roman" w:hAnsi="Times New Roman"/>
                          <w:sz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</w:rPr>
                        <w:t>Publications &amp; Research</w:t>
                      </w:r>
                    </w:p>
                  </w:txbxContent>
                </v:textbox>
              </v:shape>
            </w:pict>
          </mc:Fallback>
        </mc:AlternateContent>
      </w:r>
    </w:p>
    <w:p w:rsidR="00ED3C35" w:rsidRDefault="00ED3C35">
      <w:pPr>
        <w:rPr>
          <w:rFonts w:ascii="Times New Roman" w:hAnsi="Times New Roman"/>
        </w:rPr>
      </w:pPr>
    </w:p>
    <w:p w:rsidR="00ED3C35" w:rsidRDefault="00ED3C35">
      <w:pPr>
        <w:rPr>
          <w:rFonts w:ascii="Times New Roman" w:hAnsi="Times New Roman"/>
        </w:rPr>
      </w:pPr>
    </w:p>
    <w:p w:rsidR="00ED3C35" w:rsidRDefault="00ED3C35">
      <w:pPr>
        <w:rPr>
          <w:rFonts w:ascii="Times New Roman" w:hAnsi="Times New Roman"/>
        </w:rPr>
      </w:pPr>
    </w:p>
    <w:p w:rsidR="000222FA" w:rsidRDefault="000222FA" w:rsidP="000222FA">
      <w:pPr>
        <w:ind w:left="720" w:hanging="720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Zbylut</w:t>
      </w:r>
      <w:proofErr w:type="spellEnd"/>
      <w:r>
        <w:rPr>
          <w:rFonts w:ascii="Times New Roman" w:hAnsi="Times New Roman"/>
        </w:rPr>
        <w:t xml:space="preserve">, A.K. (2012). </w:t>
      </w:r>
      <w:r>
        <w:rPr>
          <w:rFonts w:ascii="Times New Roman" w:hAnsi="Times New Roman"/>
          <w:i/>
        </w:rPr>
        <w:t>Educational t</w:t>
      </w:r>
      <w:r w:rsidRPr="000222FA">
        <w:rPr>
          <w:rFonts w:ascii="Times New Roman" w:hAnsi="Times New Roman"/>
          <w:i/>
        </w:rPr>
        <w:t xml:space="preserve">echnology </w:t>
      </w:r>
      <w:r>
        <w:rPr>
          <w:rFonts w:ascii="Times New Roman" w:hAnsi="Times New Roman"/>
          <w:i/>
        </w:rPr>
        <w:t>l</w:t>
      </w:r>
      <w:r w:rsidRPr="000222FA">
        <w:rPr>
          <w:rFonts w:ascii="Times New Roman" w:hAnsi="Times New Roman"/>
          <w:i/>
        </w:rPr>
        <w:t xml:space="preserve">eadership </w:t>
      </w:r>
      <w:r>
        <w:rPr>
          <w:rFonts w:ascii="Times New Roman" w:hAnsi="Times New Roman"/>
          <w:i/>
        </w:rPr>
        <w:t>c</w:t>
      </w:r>
      <w:r w:rsidRPr="000222FA">
        <w:rPr>
          <w:rFonts w:ascii="Times New Roman" w:hAnsi="Times New Roman"/>
          <w:i/>
        </w:rPr>
        <w:t xml:space="preserve">omprehensive </w:t>
      </w:r>
      <w:r>
        <w:rPr>
          <w:rFonts w:ascii="Times New Roman" w:hAnsi="Times New Roman"/>
          <w:i/>
        </w:rPr>
        <w:t>e</w:t>
      </w:r>
      <w:r w:rsidRPr="000222FA">
        <w:rPr>
          <w:rFonts w:ascii="Times New Roman" w:hAnsi="Times New Roman"/>
          <w:i/>
        </w:rPr>
        <w:t>xamination</w:t>
      </w:r>
      <w:proofErr w:type="gramStart"/>
      <w:r w:rsidRPr="000222FA">
        <w:rPr>
          <w:rFonts w:ascii="Times New Roman" w:eastAsia="Times New Roman" w:hAnsi="Times New Roman"/>
          <w:i/>
          <w:lang w:eastAsia="en-US"/>
        </w:rPr>
        <w:t>.</w:t>
      </w:r>
      <w:r w:rsidRPr="00713A1A">
        <w:rPr>
          <w:rFonts w:ascii="Times New Roman" w:eastAsia="Times New Roman" w:hAnsi="Times New Roman"/>
          <w:lang w:eastAsia="en-US"/>
        </w:rPr>
        <w:t xml:space="preserve"> </w:t>
      </w:r>
      <w:r>
        <w:rPr>
          <w:rFonts w:ascii="Times New Roman" w:hAnsi="Times New Roman"/>
        </w:rPr>
        <w:t>Unpublished manuscript, Lamar University, Beaumont, TX.</w:t>
      </w:r>
      <w:proofErr w:type="gramEnd"/>
    </w:p>
    <w:p w:rsidR="000222FA" w:rsidRDefault="000222FA" w:rsidP="000222FA">
      <w:pPr>
        <w:rPr>
          <w:rFonts w:ascii="Times New Roman" w:hAnsi="Times New Roman"/>
        </w:rPr>
      </w:pPr>
    </w:p>
    <w:p w:rsidR="000222FA" w:rsidRDefault="000222FA" w:rsidP="00432CB9">
      <w:pPr>
        <w:ind w:left="720" w:hanging="720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lastRenderedPageBreak/>
        <w:t>Zbylut</w:t>
      </w:r>
      <w:proofErr w:type="spellEnd"/>
      <w:r>
        <w:rPr>
          <w:rFonts w:ascii="Times New Roman" w:hAnsi="Times New Roman"/>
        </w:rPr>
        <w:t xml:space="preserve">, A.K. (2011). </w:t>
      </w:r>
      <w:r w:rsidR="00BE0D6D">
        <w:rPr>
          <w:rFonts w:ascii="Times New Roman" w:hAnsi="Times New Roman"/>
          <w:i/>
        </w:rPr>
        <w:t>Internet:  Instant access to the answers of curious m</w:t>
      </w:r>
      <w:r w:rsidRPr="000222FA">
        <w:rPr>
          <w:rFonts w:ascii="Times New Roman" w:hAnsi="Times New Roman"/>
          <w:i/>
        </w:rPr>
        <w:t>inds</w:t>
      </w:r>
      <w:proofErr w:type="gramStart"/>
      <w:r w:rsidRPr="00713A1A">
        <w:rPr>
          <w:rFonts w:ascii="Times New Roman" w:eastAsia="Times New Roman" w:hAnsi="Times New Roman"/>
          <w:i/>
          <w:lang w:eastAsia="en-US"/>
        </w:rPr>
        <w:t>.</w:t>
      </w:r>
      <w:r w:rsidRPr="00713A1A">
        <w:rPr>
          <w:rFonts w:ascii="Times New Roman" w:eastAsia="Times New Roman" w:hAnsi="Times New Roman"/>
          <w:lang w:eastAsia="en-US"/>
        </w:rPr>
        <w:t xml:space="preserve"> </w:t>
      </w:r>
      <w:r w:rsidRPr="00713A1A">
        <w:rPr>
          <w:rFonts w:ascii="Times New Roman" w:hAnsi="Times New Roman"/>
        </w:rPr>
        <w:t>Unpublished manuscript.</w:t>
      </w:r>
      <w:proofErr w:type="gramEnd"/>
    </w:p>
    <w:p w:rsidR="000222FA" w:rsidRDefault="000222FA" w:rsidP="000222FA">
      <w:pPr>
        <w:rPr>
          <w:rFonts w:ascii="Times New Roman" w:hAnsi="Times New Roman"/>
        </w:rPr>
      </w:pPr>
      <w:bookmarkStart w:id="0" w:name="_GoBack"/>
      <w:bookmarkEnd w:id="0"/>
    </w:p>
    <w:p w:rsidR="00FB3231" w:rsidRPr="00713A1A" w:rsidRDefault="00FB3231" w:rsidP="00FB3231">
      <w:pPr>
        <w:ind w:left="720" w:hanging="720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Zbylut</w:t>
      </w:r>
      <w:proofErr w:type="spellEnd"/>
      <w:r>
        <w:rPr>
          <w:rFonts w:ascii="Times New Roman" w:hAnsi="Times New Roman"/>
        </w:rPr>
        <w:t xml:space="preserve">, A.K. (2011). </w:t>
      </w:r>
      <w:r w:rsidR="00713A1A">
        <w:rPr>
          <w:rFonts w:ascii="Times New Roman" w:eastAsia="Times New Roman" w:hAnsi="Times New Roman"/>
          <w:i/>
          <w:lang w:eastAsia="en-US"/>
        </w:rPr>
        <w:t>Thanks, to video games:  The w</w:t>
      </w:r>
      <w:r w:rsidR="00713A1A" w:rsidRPr="00713A1A">
        <w:rPr>
          <w:rFonts w:ascii="Times New Roman" w:eastAsia="Times New Roman" w:hAnsi="Times New Roman"/>
          <w:i/>
          <w:lang w:eastAsia="en-US"/>
        </w:rPr>
        <w:t xml:space="preserve">ords of a </w:t>
      </w:r>
      <w:r w:rsidR="00713A1A">
        <w:rPr>
          <w:rFonts w:ascii="Times New Roman" w:eastAsia="Times New Roman" w:hAnsi="Times New Roman"/>
          <w:i/>
          <w:lang w:eastAsia="en-US"/>
        </w:rPr>
        <w:t>nine year o</w:t>
      </w:r>
      <w:r w:rsidR="00713A1A" w:rsidRPr="00713A1A">
        <w:rPr>
          <w:rFonts w:ascii="Times New Roman" w:eastAsia="Times New Roman" w:hAnsi="Times New Roman"/>
          <w:i/>
          <w:lang w:eastAsia="en-US"/>
        </w:rPr>
        <w:t>ld.</w:t>
      </w:r>
      <w:r w:rsidR="00713A1A" w:rsidRPr="00713A1A">
        <w:rPr>
          <w:rFonts w:ascii="Times New Roman" w:eastAsia="Times New Roman" w:hAnsi="Times New Roman"/>
          <w:lang w:eastAsia="en-US"/>
        </w:rPr>
        <w:t xml:space="preserve"> </w:t>
      </w:r>
      <w:proofErr w:type="gramStart"/>
      <w:r w:rsidRPr="00713A1A">
        <w:rPr>
          <w:rFonts w:ascii="Times New Roman" w:hAnsi="Times New Roman"/>
        </w:rPr>
        <w:t>Unpublished manuscript.</w:t>
      </w:r>
      <w:proofErr w:type="gramEnd"/>
    </w:p>
    <w:p w:rsidR="00FB3231" w:rsidRDefault="00FB3231" w:rsidP="00FB3231">
      <w:pPr>
        <w:ind w:left="720" w:hanging="720"/>
        <w:rPr>
          <w:rFonts w:ascii="Times New Roman" w:hAnsi="Times New Roman"/>
        </w:rPr>
      </w:pPr>
    </w:p>
    <w:p w:rsidR="00BE0D6D" w:rsidRDefault="00FB3231" w:rsidP="00FB3231">
      <w:pPr>
        <w:ind w:left="720" w:hanging="720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Zbylut</w:t>
      </w:r>
      <w:proofErr w:type="spellEnd"/>
      <w:r>
        <w:rPr>
          <w:rFonts w:ascii="Times New Roman" w:hAnsi="Times New Roman"/>
        </w:rPr>
        <w:t xml:space="preserve">, A.K. (2011).  </w:t>
      </w:r>
      <w:r w:rsidRPr="00FB3231">
        <w:rPr>
          <w:rFonts w:ascii="Times New Roman" w:eastAsia="Times New Roman" w:hAnsi="Times New Roman"/>
          <w:i/>
          <w:color w:val="000000"/>
        </w:rPr>
        <w:t>What can we do to make PLCs more relevant and effective on our campus?</w:t>
      </w:r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Unpublished manuscript.</w:t>
      </w:r>
      <w:proofErr w:type="gramEnd"/>
    </w:p>
    <w:p w:rsidR="004F7CCF" w:rsidRDefault="004F7CCF" w:rsidP="00FB3231">
      <w:pPr>
        <w:ind w:left="720" w:hanging="720"/>
        <w:rPr>
          <w:rFonts w:ascii="Times New Roman" w:hAnsi="Times New Roman"/>
        </w:rPr>
      </w:pPr>
    </w:p>
    <w:p w:rsidR="00831433" w:rsidRDefault="00831433" w:rsidP="00565D76">
      <w:pPr>
        <w:rPr>
          <w:rFonts w:ascii="Times New Roman" w:hAnsi="Times New Roman"/>
        </w:rPr>
      </w:pPr>
    </w:p>
    <w:p w:rsidR="0008210A" w:rsidRPr="00734AC7" w:rsidRDefault="00FD4053" w:rsidP="00565D76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58420</wp:posOffset>
                </wp:positionH>
                <wp:positionV relativeFrom="paragraph">
                  <wp:posOffset>82550</wp:posOffset>
                </wp:positionV>
                <wp:extent cx="6512560" cy="355600"/>
                <wp:effectExtent l="20320" t="25400" r="20320" b="19050"/>
                <wp:wrapNone/>
                <wp:docPr id="7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2560" cy="355600"/>
                        </a:xfrm>
                        <a:prstGeom prst="flowChartAlternateProcess">
                          <a:avLst/>
                        </a:prstGeom>
                        <a:solidFill>
                          <a:srgbClr val="F2F2F2"/>
                        </a:solidFill>
                        <a:ln w="38100">
                          <a:solidFill>
                            <a:srgbClr val="E5E8F7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210A" w:rsidRPr="00734AC7" w:rsidRDefault="0008210A" w:rsidP="0008210A">
                            <w:pPr>
                              <w:rPr>
                                <w:rFonts w:ascii="Times New Roman" w:hAnsi="Times New Roman"/>
                                <w:sz w:val="28"/>
                              </w:rPr>
                            </w:pPr>
                            <w:r w:rsidRPr="00734AC7">
                              <w:rPr>
                                <w:rFonts w:ascii="Times New Roman" w:hAnsi="Times New Roman"/>
                                <w:sz w:val="28"/>
                              </w:rPr>
                              <w:t>Professional References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6" type="#_x0000_t176" style="position:absolute;margin-left:4.6pt;margin-top:6.5pt;width:512.8pt;height:28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" fillcolor="#f2f2f2" strokecolor="#e5e8f7" strokeweight="3pt">
                <v:textbox>
                  <w:txbxContent>
                    <w:p w:rsidR="0008210A" w:rsidRPr="00734AC7" w:rsidRDefault="0008210A" w:rsidP="0008210A">
                      <w:pPr>
                        <w:rPr>
                          <w:rFonts w:ascii="Times New Roman" w:hAnsi="Times New Roman"/>
                          <w:sz w:val="28"/>
                        </w:rPr>
                      </w:pPr>
                      <w:r w:rsidRPr="00734AC7">
                        <w:rPr>
                          <w:rFonts w:ascii="Times New Roman" w:hAnsi="Times New Roman"/>
                          <w:sz w:val="28"/>
                        </w:rPr>
                        <w:t>Professional References</w:t>
                      </w:r>
                    </w:p>
                  </w:txbxContent>
                </v:textbox>
              </v:shape>
            </w:pict>
          </mc:Fallback>
        </mc:AlternateContent>
      </w:r>
    </w:p>
    <w:p w:rsidR="0008210A" w:rsidRPr="00734AC7" w:rsidRDefault="0008210A" w:rsidP="00565D76">
      <w:pPr>
        <w:rPr>
          <w:rFonts w:ascii="Times New Roman" w:hAnsi="Times New Roman"/>
        </w:rPr>
      </w:pPr>
    </w:p>
    <w:p w:rsidR="0008210A" w:rsidRPr="00734AC7" w:rsidRDefault="0008210A" w:rsidP="00565D76">
      <w:pPr>
        <w:rPr>
          <w:rFonts w:ascii="Times New Roman" w:hAnsi="Times New Roman"/>
        </w:rPr>
      </w:pPr>
    </w:p>
    <w:p w:rsidR="00420926" w:rsidRPr="00734AC7" w:rsidRDefault="00974DD9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322CCEE" wp14:editId="091C91EB">
                <wp:simplePos x="0" y="0"/>
                <wp:positionH relativeFrom="column">
                  <wp:posOffset>59055</wp:posOffset>
                </wp:positionH>
                <wp:positionV relativeFrom="paragraph">
                  <wp:posOffset>-2540</wp:posOffset>
                </wp:positionV>
                <wp:extent cx="2641600" cy="1905000"/>
                <wp:effectExtent l="0" t="0" r="25400" b="19050"/>
                <wp:wrapNone/>
                <wp:docPr id="6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1600" cy="1905000"/>
                        </a:xfrm>
                        <a:prstGeom prst="flowChartAlternateProcess">
                          <a:avLst/>
                        </a:prstGeom>
                        <a:solidFill>
                          <a:srgbClr val="E5E8F7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3023" w:rsidRDefault="000D3023" w:rsidP="000D3023">
                            <w:pPr>
                              <w:widowControl w:val="0"/>
                              <w:jc w:val="center"/>
                              <w:rPr>
                                <w:i/>
                              </w:rPr>
                            </w:pPr>
                          </w:p>
                          <w:p w:rsidR="0008210A" w:rsidRPr="008F67CB" w:rsidRDefault="008F67CB" w:rsidP="000D3023">
                            <w:pPr>
                              <w:widowControl w:val="0"/>
                              <w:jc w:val="center"/>
                              <w:rPr>
                                <w:rFonts w:ascii="Times New Roman" w:hAnsi="Times New Roman"/>
                                <w:i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</w:rPr>
                              <w:t>Tonya Krause</w:t>
                            </w:r>
                          </w:p>
                          <w:p w:rsidR="0008210A" w:rsidRPr="008F67CB" w:rsidRDefault="00BB2A6F" w:rsidP="0008210A">
                            <w:pPr>
                              <w:widowControl w:val="0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Counselor</w:t>
                            </w:r>
                          </w:p>
                          <w:p w:rsidR="0008210A" w:rsidRPr="008F67CB" w:rsidRDefault="008F67CB" w:rsidP="0008210A">
                            <w:pPr>
                              <w:widowControl w:val="0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Central Elementary</w:t>
                            </w:r>
                          </w:p>
                          <w:p w:rsidR="0008210A" w:rsidRPr="008F67CB" w:rsidRDefault="008F67CB" w:rsidP="0008210A">
                            <w:pPr>
                              <w:widowControl w:val="0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902 Shady Lane</w:t>
                            </w:r>
                          </w:p>
                          <w:p w:rsidR="0008210A" w:rsidRPr="008F67CB" w:rsidRDefault="008F67CB" w:rsidP="0008210A">
                            <w:pPr>
                              <w:widowControl w:val="0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Seagoville</w:t>
                            </w:r>
                            <w:r w:rsidR="00273C0D" w:rsidRPr="008F67CB">
                              <w:rPr>
                                <w:rFonts w:ascii="Times New Roman" w:hAnsi="Times New Roman"/>
                              </w:rPr>
                              <w:t xml:space="preserve">, 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Texas</w:t>
                            </w:r>
                            <w:r w:rsidR="00990AD9"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 w:rsidR="00273C0D" w:rsidRPr="008F67CB"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75159</w:t>
                            </w:r>
                          </w:p>
                          <w:p w:rsidR="00420926" w:rsidRPr="008F67CB" w:rsidRDefault="008F67CB" w:rsidP="00420926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tkrause@dallasisd.org</w:t>
                            </w:r>
                          </w:p>
                          <w:p w:rsidR="00420926" w:rsidRDefault="008F67CB" w:rsidP="00420926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(972) 749-6800 phone</w:t>
                            </w:r>
                          </w:p>
                          <w:p w:rsidR="008F67CB" w:rsidRPr="008F67CB" w:rsidRDefault="008F67CB" w:rsidP="00420926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(972) 749-6801 fax</w:t>
                            </w:r>
                          </w:p>
                          <w:p w:rsidR="0008210A" w:rsidRDefault="0008210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2" o:spid="_x0000_s1037" type="#_x0000_t176" style="position:absolute;margin-left:4.65pt;margin-top:-.2pt;width:208pt;height:150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" fillcolor="#e5e8f7">
                <v:textbox>
                  <w:txbxContent>
                    <w:p w:rsidR="000D3023" w:rsidRDefault="000D3023" w:rsidP="000D3023">
                      <w:pPr>
                        <w:widowControl w:val="0"/>
                        <w:jc w:val="center"/>
                        <w:rPr>
                          <w:i/>
                        </w:rPr>
                      </w:pPr>
                    </w:p>
                    <w:p w:rsidR="0008210A" w:rsidRPr="008F67CB" w:rsidRDefault="008F67CB" w:rsidP="000D3023">
                      <w:pPr>
                        <w:widowControl w:val="0"/>
                        <w:jc w:val="center"/>
                        <w:rPr>
                          <w:rFonts w:ascii="Times New Roman" w:hAnsi="Times New Roman"/>
                          <w:i/>
                        </w:rPr>
                      </w:pPr>
                      <w:r>
                        <w:rPr>
                          <w:rFonts w:ascii="Times New Roman" w:hAnsi="Times New Roman"/>
                          <w:i/>
                        </w:rPr>
                        <w:t>Tonya Krause</w:t>
                      </w:r>
                    </w:p>
                    <w:p w:rsidR="0008210A" w:rsidRPr="008F67CB" w:rsidRDefault="00BB2A6F" w:rsidP="0008210A">
                      <w:pPr>
                        <w:widowControl w:val="0"/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Counselor</w:t>
                      </w:r>
                    </w:p>
                    <w:p w:rsidR="0008210A" w:rsidRPr="008F67CB" w:rsidRDefault="008F67CB" w:rsidP="0008210A">
                      <w:pPr>
                        <w:widowControl w:val="0"/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Central Elementary</w:t>
                      </w:r>
                    </w:p>
                    <w:p w:rsidR="0008210A" w:rsidRPr="008F67CB" w:rsidRDefault="008F67CB" w:rsidP="0008210A">
                      <w:pPr>
                        <w:widowControl w:val="0"/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902 Shady Lane</w:t>
                      </w:r>
                    </w:p>
                    <w:p w:rsidR="0008210A" w:rsidRPr="008F67CB" w:rsidRDefault="008F67CB" w:rsidP="0008210A">
                      <w:pPr>
                        <w:widowControl w:val="0"/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Seagoville</w:t>
                      </w:r>
                      <w:r w:rsidR="00273C0D" w:rsidRPr="008F67CB">
                        <w:rPr>
                          <w:rFonts w:ascii="Times New Roman" w:hAnsi="Times New Roman"/>
                        </w:rPr>
                        <w:t xml:space="preserve">, </w:t>
                      </w:r>
                      <w:r>
                        <w:rPr>
                          <w:rFonts w:ascii="Times New Roman" w:hAnsi="Times New Roman"/>
                        </w:rPr>
                        <w:t>Texas</w:t>
                      </w:r>
                      <w:r w:rsidR="00990AD9">
                        <w:rPr>
                          <w:rFonts w:ascii="Times New Roman" w:hAnsi="Times New Roman"/>
                        </w:rPr>
                        <w:t xml:space="preserve"> </w:t>
                      </w:r>
                      <w:r w:rsidR="00273C0D" w:rsidRPr="008F67CB">
                        <w:rPr>
                          <w:rFonts w:ascii="Times New Roman" w:hAnsi="Times New Roman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</w:rPr>
                        <w:t>75159</w:t>
                      </w:r>
                    </w:p>
                    <w:p w:rsidR="00420926" w:rsidRPr="008F67CB" w:rsidRDefault="008F67CB" w:rsidP="00420926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tkrause@dallasisd.org</w:t>
                      </w:r>
                    </w:p>
                    <w:p w:rsidR="00420926" w:rsidRDefault="008F67CB" w:rsidP="00420926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(972) 749-6800 phone</w:t>
                      </w:r>
                    </w:p>
                    <w:p w:rsidR="008F67CB" w:rsidRPr="008F67CB" w:rsidRDefault="008F67CB" w:rsidP="00420926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(972) 749-6801 fax</w:t>
                      </w:r>
                    </w:p>
                    <w:p w:rsidR="0008210A" w:rsidRDefault="0008210A"/>
                  </w:txbxContent>
                </v:textbox>
              </v:shape>
            </w:pict>
          </mc:Fallback>
        </mc:AlternateContent>
      </w:r>
      <w:r w:rsidR="00333D4C">
        <w:rPr>
          <w:rFonts w:ascii="Times New Roman" w:hAnsi="Times New Roman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EC5CDF0" wp14:editId="657A6287">
                <wp:simplePos x="0" y="0"/>
                <wp:positionH relativeFrom="column">
                  <wp:posOffset>3919855</wp:posOffset>
                </wp:positionH>
                <wp:positionV relativeFrom="paragraph">
                  <wp:posOffset>-2540</wp:posOffset>
                </wp:positionV>
                <wp:extent cx="2641600" cy="1905000"/>
                <wp:effectExtent l="0" t="0" r="25400" b="19050"/>
                <wp:wrapNone/>
                <wp:docPr id="5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1600" cy="1905000"/>
                        </a:xfrm>
                        <a:prstGeom prst="flowChartAlternateProcess">
                          <a:avLst/>
                        </a:prstGeom>
                        <a:solidFill>
                          <a:srgbClr val="E7F1D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3023" w:rsidRDefault="000D3023" w:rsidP="000D3023">
                            <w:pPr>
                              <w:widowControl w:val="0"/>
                              <w:jc w:val="center"/>
                              <w:rPr>
                                <w:i/>
                              </w:rPr>
                            </w:pPr>
                          </w:p>
                          <w:p w:rsidR="008F67CB" w:rsidRPr="008F67CB" w:rsidRDefault="008F67CB" w:rsidP="008F67CB">
                            <w:pPr>
                              <w:widowControl w:val="0"/>
                              <w:jc w:val="center"/>
                              <w:rPr>
                                <w:rFonts w:ascii="Times New Roman" w:hAnsi="Times New Roman"/>
                                <w:i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</w:rPr>
                              <w:t>Josie Dennis</w:t>
                            </w:r>
                          </w:p>
                          <w:p w:rsidR="008F67CB" w:rsidRPr="008F67CB" w:rsidRDefault="009961E8" w:rsidP="008F67CB">
                            <w:pPr>
                              <w:widowControl w:val="0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CILT &amp;</w:t>
                            </w:r>
                            <w:r w:rsidR="008F67CB">
                              <w:rPr>
                                <w:rFonts w:ascii="Times New Roman" w:hAnsi="Times New Roman"/>
                              </w:rPr>
                              <w:t xml:space="preserve"> Educator</w:t>
                            </w:r>
                          </w:p>
                          <w:p w:rsidR="008F67CB" w:rsidRPr="008F67CB" w:rsidRDefault="008F67CB" w:rsidP="008F67CB">
                            <w:pPr>
                              <w:widowControl w:val="0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Central Elementary</w:t>
                            </w:r>
                          </w:p>
                          <w:p w:rsidR="008F67CB" w:rsidRPr="008F67CB" w:rsidRDefault="008F67CB" w:rsidP="008F67CB">
                            <w:pPr>
                              <w:widowControl w:val="0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902 Shady Lane</w:t>
                            </w:r>
                          </w:p>
                          <w:p w:rsidR="008F67CB" w:rsidRPr="008F67CB" w:rsidRDefault="008F67CB" w:rsidP="008F67CB">
                            <w:pPr>
                              <w:widowControl w:val="0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Seagoville</w:t>
                            </w:r>
                            <w:r w:rsidRPr="008F67CB">
                              <w:rPr>
                                <w:rFonts w:ascii="Times New Roman" w:hAnsi="Times New Roman"/>
                              </w:rPr>
                              <w:t xml:space="preserve">, 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Texas</w:t>
                            </w:r>
                            <w:r w:rsidR="00990AD9"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 w:rsidRPr="008F67CB"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75159</w:t>
                            </w:r>
                          </w:p>
                          <w:p w:rsidR="008F67CB" w:rsidRPr="008F67CB" w:rsidRDefault="008F67CB" w:rsidP="008F67CB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redennis@dallasisd.org</w:t>
                            </w:r>
                          </w:p>
                          <w:p w:rsidR="008F67CB" w:rsidRDefault="008F67CB" w:rsidP="008F67CB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(972) 749-6800 phone</w:t>
                            </w:r>
                          </w:p>
                          <w:p w:rsidR="008F67CB" w:rsidRPr="008F67CB" w:rsidRDefault="008F67CB" w:rsidP="008F67CB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(972) 749-6801 fax</w:t>
                            </w:r>
                          </w:p>
                          <w:p w:rsidR="000D3023" w:rsidRPr="0008210A" w:rsidRDefault="000D3023" w:rsidP="000D3023">
                            <w:pPr>
                              <w:widowControl w:val="0"/>
                              <w:jc w:val="center"/>
                            </w:pPr>
                          </w:p>
                          <w:p w:rsidR="000D3023" w:rsidRDefault="000D3023" w:rsidP="000D302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" o:spid="_x0000_s1038" type="#_x0000_t176" style="position:absolute;margin-left:308.65pt;margin-top:-.2pt;width:208pt;height:150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" fillcolor="#e7f1d2">
                <v:textbox>
                  <w:txbxContent>
                    <w:p w:rsidR="000D3023" w:rsidRDefault="000D3023" w:rsidP="000D3023">
                      <w:pPr>
                        <w:widowControl w:val="0"/>
                        <w:jc w:val="center"/>
                        <w:rPr>
                          <w:i/>
                        </w:rPr>
                      </w:pPr>
                    </w:p>
                    <w:p w:rsidR="008F67CB" w:rsidRPr="008F67CB" w:rsidRDefault="008F67CB" w:rsidP="008F67CB">
                      <w:pPr>
                        <w:widowControl w:val="0"/>
                        <w:jc w:val="center"/>
                        <w:rPr>
                          <w:rFonts w:ascii="Times New Roman" w:hAnsi="Times New Roman"/>
                          <w:i/>
                        </w:rPr>
                      </w:pPr>
                      <w:r>
                        <w:rPr>
                          <w:rFonts w:ascii="Times New Roman" w:hAnsi="Times New Roman"/>
                          <w:i/>
                        </w:rPr>
                        <w:t>Josie Dennis</w:t>
                      </w:r>
                    </w:p>
                    <w:p w:rsidR="008F67CB" w:rsidRPr="008F67CB" w:rsidRDefault="009961E8" w:rsidP="008F67CB">
                      <w:pPr>
                        <w:widowControl w:val="0"/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CILT &amp;</w:t>
                      </w:r>
                      <w:r w:rsidR="008F67CB">
                        <w:rPr>
                          <w:rFonts w:ascii="Times New Roman" w:hAnsi="Times New Roman"/>
                        </w:rPr>
                        <w:t xml:space="preserve"> Educator</w:t>
                      </w:r>
                    </w:p>
                    <w:p w:rsidR="008F67CB" w:rsidRPr="008F67CB" w:rsidRDefault="008F67CB" w:rsidP="008F67CB">
                      <w:pPr>
                        <w:widowControl w:val="0"/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Central Elementary</w:t>
                      </w:r>
                    </w:p>
                    <w:p w:rsidR="008F67CB" w:rsidRPr="008F67CB" w:rsidRDefault="008F67CB" w:rsidP="008F67CB">
                      <w:pPr>
                        <w:widowControl w:val="0"/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902 Shady Lane</w:t>
                      </w:r>
                    </w:p>
                    <w:p w:rsidR="008F67CB" w:rsidRPr="008F67CB" w:rsidRDefault="008F67CB" w:rsidP="008F67CB">
                      <w:pPr>
                        <w:widowControl w:val="0"/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Seagoville</w:t>
                      </w:r>
                      <w:r w:rsidRPr="008F67CB">
                        <w:rPr>
                          <w:rFonts w:ascii="Times New Roman" w:hAnsi="Times New Roman"/>
                        </w:rPr>
                        <w:t xml:space="preserve">, </w:t>
                      </w:r>
                      <w:r>
                        <w:rPr>
                          <w:rFonts w:ascii="Times New Roman" w:hAnsi="Times New Roman"/>
                        </w:rPr>
                        <w:t>Texas</w:t>
                      </w:r>
                      <w:r w:rsidR="00990AD9">
                        <w:rPr>
                          <w:rFonts w:ascii="Times New Roman" w:hAnsi="Times New Roman"/>
                        </w:rPr>
                        <w:t xml:space="preserve"> </w:t>
                      </w:r>
                      <w:r w:rsidRPr="008F67CB">
                        <w:rPr>
                          <w:rFonts w:ascii="Times New Roman" w:hAnsi="Times New Roman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</w:rPr>
                        <w:t>75159</w:t>
                      </w:r>
                    </w:p>
                    <w:p w:rsidR="008F67CB" w:rsidRPr="008F67CB" w:rsidRDefault="008F67CB" w:rsidP="008F67CB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redennis@dallasisd.org</w:t>
                      </w:r>
                    </w:p>
                    <w:p w:rsidR="008F67CB" w:rsidRDefault="008F67CB" w:rsidP="008F67CB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(972) 749-6800 phone</w:t>
                      </w:r>
                    </w:p>
                    <w:p w:rsidR="008F67CB" w:rsidRPr="008F67CB" w:rsidRDefault="008F67CB" w:rsidP="008F67CB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(972) 749-6801 fax</w:t>
                      </w:r>
                    </w:p>
                    <w:p w:rsidR="000D3023" w:rsidRPr="0008210A" w:rsidRDefault="000D3023" w:rsidP="000D3023">
                      <w:pPr>
                        <w:widowControl w:val="0"/>
                        <w:jc w:val="center"/>
                      </w:pPr>
                    </w:p>
                    <w:p w:rsidR="000D3023" w:rsidRDefault="000D3023" w:rsidP="000D3023"/>
                  </w:txbxContent>
                </v:textbox>
              </v:shape>
            </w:pict>
          </mc:Fallback>
        </mc:AlternateContent>
      </w:r>
    </w:p>
    <w:p w:rsidR="00420926" w:rsidRPr="00734AC7" w:rsidRDefault="00420926">
      <w:pPr>
        <w:rPr>
          <w:rFonts w:ascii="Times New Roman" w:hAnsi="Times New Roman"/>
        </w:rPr>
      </w:pPr>
    </w:p>
    <w:p w:rsidR="00420926" w:rsidRPr="00734AC7" w:rsidRDefault="00420926">
      <w:pPr>
        <w:rPr>
          <w:rFonts w:ascii="Times New Roman" w:hAnsi="Times New Roman"/>
        </w:rPr>
      </w:pPr>
    </w:p>
    <w:p w:rsidR="00420926" w:rsidRPr="00734AC7" w:rsidRDefault="00420926">
      <w:pPr>
        <w:rPr>
          <w:rFonts w:ascii="Times New Roman" w:hAnsi="Times New Roman"/>
        </w:rPr>
      </w:pPr>
    </w:p>
    <w:p w:rsidR="00420926" w:rsidRPr="00734AC7" w:rsidRDefault="00420926">
      <w:pPr>
        <w:rPr>
          <w:rFonts w:ascii="Times New Roman" w:hAnsi="Times New Roman"/>
        </w:rPr>
      </w:pPr>
    </w:p>
    <w:p w:rsidR="00420926" w:rsidRPr="00734AC7" w:rsidRDefault="00420926">
      <w:pPr>
        <w:rPr>
          <w:rFonts w:ascii="Times New Roman" w:hAnsi="Times New Roman"/>
        </w:rPr>
      </w:pPr>
    </w:p>
    <w:p w:rsidR="00420926" w:rsidRPr="00734AC7" w:rsidRDefault="00420926">
      <w:pPr>
        <w:rPr>
          <w:rFonts w:ascii="Times New Roman" w:hAnsi="Times New Roman"/>
        </w:rPr>
      </w:pPr>
    </w:p>
    <w:p w:rsidR="00420926" w:rsidRPr="00734AC7" w:rsidRDefault="00420926">
      <w:pPr>
        <w:rPr>
          <w:rFonts w:ascii="Times New Roman" w:hAnsi="Times New Roman"/>
        </w:rPr>
      </w:pPr>
    </w:p>
    <w:p w:rsidR="00420926" w:rsidRPr="00734AC7" w:rsidRDefault="00420926">
      <w:pPr>
        <w:rPr>
          <w:rFonts w:ascii="Times New Roman" w:hAnsi="Times New Roman"/>
        </w:rPr>
      </w:pPr>
    </w:p>
    <w:p w:rsidR="00420926" w:rsidRPr="00734AC7" w:rsidRDefault="00420926">
      <w:pPr>
        <w:rPr>
          <w:rFonts w:ascii="Times New Roman" w:hAnsi="Times New Roman"/>
        </w:rPr>
      </w:pPr>
    </w:p>
    <w:p w:rsidR="00420926" w:rsidRPr="00734AC7" w:rsidRDefault="00420926">
      <w:pPr>
        <w:rPr>
          <w:rFonts w:ascii="Times New Roman" w:hAnsi="Times New Roman"/>
        </w:rPr>
      </w:pPr>
    </w:p>
    <w:p w:rsidR="00420926" w:rsidRPr="00734AC7" w:rsidRDefault="00974DD9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4812AB32" wp14:editId="0F3E6DCA">
                <wp:simplePos x="0" y="0"/>
                <wp:positionH relativeFrom="column">
                  <wp:posOffset>58420</wp:posOffset>
                </wp:positionH>
                <wp:positionV relativeFrom="paragraph">
                  <wp:posOffset>137795</wp:posOffset>
                </wp:positionV>
                <wp:extent cx="2641600" cy="1859280"/>
                <wp:effectExtent l="0" t="0" r="25400" b="26670"/>
                <wp:wrapNone/>
                <wp:docPr id="3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1600" cy="1859280"/>
                        </a:xfrm>
                        <a:prstGeom prst="flowChartAlternateProcess">
                          <a:avLst/>
                        </a:prstGeom>
                        <a:solidFill>
                          <a:srgbClr val="E7F1D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3023" w:rsidRDefault="000D3023" w:rsidP="000D3023">
                            <w:pPr>
                              <w:widowControl w:val="0"/>
                              <w:jc w:val="center"/>
                              <w:rPr>
                                <w:i/>
                              </w:rPr>
                            </w:pPr>
                          </w:p>
                          <w:p w:rsidR="008F67CB" w:rsidRPr="008F67CB" w:rsidRDefault="008F67CB" w:rsidP="008F67CB">
                            <w:pPr>
                              <w:widowControl w:val="0"/>
                              <w:jc w:val="center"/>
                              <w:rPr>
                                <w:rFonts w:ascii="Times New Roman" w:hAnsi="Times New Roman"/>
                                <w:i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</w:rPr>
                              <w:t>Daniel Salinas</w:t>
                            </w:r>
                          </w:p>
                          <w:p w:rsidR="008F67CB" w:rsidRPr="008F67CB" w:rsidRDefault="008F67CB" w:rsidP="008F67CB">
                            <w:pPr>
                              <w:widowControl w:val="0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Principal</w:t>
                            </w:r>
                          </w:p>
                          <w:p w:rsidR="008F67CB" w:rsidRPr="008F67CB" w:rsidRDefault="008F67CB" w:rsidP="008F67CB">
                            <w:pPr>
                              <w:widowControl w:val="0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Central Elementary</w:t>
                            </w:r>
                          </w:p>
                          <w:p w:rsidR="008F67CB" w:rsidRPr="008F67CB" w:rsidRDefault="008F67CB" w:rsidP="008F67CB">
                            <w:pPr>
                              <w:widowControl w:val="0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902 Shady Lane</w:t>
                            </w:r>
                          </w:p>
                          <w:p w:rsidR="008F67CB" w:rsidRPr="008F67CB" w:rsidRDefault="008F67CB" w:rsidP="008F67CB">
                            <w:pPr>
                              <w:widowControl w:val="0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Seagoville</w:t>
                            </w:r>
                            <w:r w:rsidRPr="008F67CB">
                              <w:rPr>
                                <w:rFonts w:ascii="Times New Roman" w:hAnsi="Times New Roman"/>
                              </w:rPr>
                              <w:t xml:space="preserve">, 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Texas</w:t>
                            </w:r>
                            <w:r w:rsidR="00990AD9"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 w:rsidRPr="008F67CB"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75159</w:t>
                            </w:r>
                          </w:p>
                          <w:p w:rsidR="008F67CB" w:rsidRPr="008F67CB" w:rsidRDefault="008F67CB" w:rsidP="008F67CB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dsalinas@dallasisd.org</w:t>
                            </w:r>
                          </w:p>
                          <w:p w:rsidR="008F67CB" w:rsidRDefault="008F67CB" w:rsidP="008F67CB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(972) 749-6800 phone</w:t>
                            </w:r>
                          </w:p>
                          <w:p w:rsidR="008F67CB" w:rsidRPr="008F67CB" w:rsidRDefault="008F67CB" w:rsidP="008F67CB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(972) 749-6801 fax</w:t>
                            </w:r>
                          </w:p>
                          <w:p w:rsidR="000D3023" w:rsidRPr="0008210A" w:rsidRDefault="000D3023" w:rsidP="000D3023">
                            <w:pPr>
                              <w:widowControl w:val="0"/>
                              <w:jc w:val="center"/>
                            </w:pPr>
                          </w:p>
                          <w:p w:rsidR="000D3023" w:rsidRDefault="000D3023" w:rsidP="000D302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" o:spid="_x0000_s1039" type="#_x0000_t176" style="position:absolute;margin-left:4.6pt;margin-top:10.85pt;width:208pt;height:146.4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" fillcolor="#e7f1d2">
                <v:textbox>
                  <w:txbxContent>
                    <w:p w:rsidR="000D3023" w:rsidRDefault="000D3023" w:rsidP="000D3023">
                      <w:pPr>
                        <w:widowControl w:val="0"/>
                        <w:jc w:val="center"/>
                        <w:rPr>
                          <w:i/>
                        </w:rPr>
                      </w:pPr>
                    </w:p>
                    <w:p w:rsidR="008F67CB" w:rsidRPr="008F67CB" w:rsidRDefault="008F67CB" w:rsidP="008F67CB">
                      <w:pPr>
                        <w:widowControl w:val="0"/>
                        <w:jc w:val="center"/>
                        <w:rPr>
                          <w:rFonts w:ascii="Times New Roman" w:hAnsi="Times New Roman"/>
                          <w:i/>
                        </w:rPr>
                      </w:pPr>
                      <w:r>
                        <w:rPr>
                          <w:rFonts w:ascii="Times New Roman" w:hAnsi="Times New Roman"/>
                          <w:i/>
                        </w:rPr>
                        <w:t>Daniel Salinas</w:t>
                      </w:r>
                    </w:p>
                    <w:p w:rsidR="008F67CB" w:rsidRPr="008F67CB" w:rsidRDefault="008F67CB" w:rsidP="008F67CB">
                      <w:pPr>
                        <w:widowControl w:val="0"/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Principal</w:t>
                      </w:r>
                    </w:p>
                    <w:p w:rsidR="008F67CB" w:rsidRPr="008F67CB" w:rsidRDefault="008F67CB" w:rsidP="008F67CB">
                      <w:pPr>
                        <w:widowControl w:val="0"/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Central Elementary</w:t>
                      </w:r>
                    </w:p>
                    <w:p w:rsidR="008F67CB" w:rsidRPr="008F67CB" w:rsidRDefault="008F67CB" w:rsidP="008F67CB">
                      <w:pPr>
                        <w:widowControl w:val="0"/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902 Shady Lane</w:t>
                      </w:r>
                    </w:p>
                    <w:p w:rsidR="008F67CB" w:rsidRPr="008F67CB" w:rsidRDefault="008F67CB" w:rsidP="008F67CB">
                      <w:pPr>
                        <w:widowControl w:val="0"/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Seagoville</w:t>
                      </w:r>
                      <w:r w:rsidRPr="008F67CB">
                        <w:rPr>
                          <w:rFonts w:ascii="Times New Roman" w:hAnsi="Times New Roman"/>
                        </w:rPr>
                        <w:t xml:space="preserve">, </w:t>
                      </w:r>
                      <w:r>
                        <w:rPr>
                          <w:rFonts w:ascii="Times New Roman" w:hAnsi="Times New Roman"/>
                        </w:rPr>
                        <w:t>Texas</w:t>
                      </w:r>
                      <w:r w:rsidR="00990AD9">
                        <w:rPr>
                          <w:rFonts w:ascii="Times New Roman" w:hAnsi="Times New Roman"/>
                        </w:rPr>
                        <w:t xml:space="preserve"> </w:t>
                      </w:r>
                      <w:r w:rsidRPr="008F67CB">
                        <w:rPr>
                          <w:rFonts w:ascii="Times New Roman" w:hAnsi="Times New Roman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</w:rPr>
                        <w:t>75159</w:t>
                      </w:r>
                    </w:p>
                    <w:p w:rsidR="008F67CB" w:rsidRPr="008F67CB" w:rsidRDefault="008F67CB" w:rsidP="008F67CB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dsalinas@dallasisd.org</w:t>
                      </w:r>
                    </w:p>
                    <w:p w:rsidR="008F67CB" w:rsidRDefault="008F67CB" w:rsidP="008F67CB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(972) 749-6800 phone</w:t>
                      </w:r>
                    </w:p>
                    <w:p w:rsidR="008F67CB" w:rsidRPr="008F67CB" w:rsidRDefault="008F67CB" w:rsidP="008F67CB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(972) 749-6801 fax</w:t>
                      </w:r>
                    </w:p>
                    <w:p w:rsidR="000D3023" w:rsidRPr="0008210A" w:rsidRDefault="000D3023" w:rsidP="000D3023">
                      <w:pPr>
                        <w:widowControl w:val="0"/>
                        <w:jc w:val="center"/>
                      </w:pPr>
                    </w:p>
                    <w:p w:rsidR="000D3023" w:rsidRDefault="000D3023" w:rsidP="000D3023"/>
                  </w:txbxContent>
                </v:textbox>
              </v:shape>
            </w:pict>
          </mc:Fallback>
        </mc:AlternateContent>
      </w:r>
      <w:r w:rsidR="00333D4C">
        <w:rPr>
          <w:rFonts w:ascii="Times New Roman" w:hAnsi="Times New Roman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7EEBAA99" wp14:editId="31FCBE06">
                <wp:simplePos x="0" y="0"/>
                <wp:positionH relativeFrom="column">
                  <wp:posOffset>3924300</wp:posOffset>
                </wp:positionH>
                <wp:positionV relativeFrom="paragraph">
                  <wp:posOffset>137795</wp:posOffset>
                </wp:positionV>
                <wp:extent cx="2641600" cy="1859280"/>
                <wp:effectExtent l="0" t="0" r="25400" b="26670"/>
                <wp:wrapNone/>
                <wp:docPr id="4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1600" cy="1859280"/>
                        </a:xfrm>
                        <a:prstGeom prst="flowChartAlternateProcess">
                          <a:avLst/>
                        </a:prstGeom>
                        <a:solidFill>
                          <a:srgbClr val="E5E8F7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3023" w:rsidRDefault="000D3023" w:rsidP="000D3023">
                            <w:pPr>
                              <w:widowControl w:val="0"/>
                              <w:jc w:val="center"/>
                              <w:rPr>
                                <w:i/>
                              </w:rPr>
                            </w:pPr>
                          </w:p>
                          <w:p w:rsidR="00273C0D" w:rsidRPr="00144577" w:rsidRDefault="00144577" w:rsidP="00273C0D">
                            <w:pPr>
                              <w:widowControl w:val="0"/>
                              <w:jc w:val="center"/>
                              <w:rPr>
                                <w:rFonts w:ascii="Times New Roman" w:hAnsi="Times New Roman"/>
                                <w:i/>
                              </w:rPr>
                            </w:pPr>
                            <w:r w:rsidRPr="00144577">
                              <w:rPr>
                                <w:rFonts w:ascii="Times New Roman" w:hAnsi="Times New Roman"/>
                                <w:i/>
                              </w:rPr>
                              <w:t>Leslie Pinkham</w:t>
                            </w:r>
                          </w:p>
                          <w:p w:rsidR="00273C0D" w:rsidRPr="008F67CB" w:rsidRDefault="00144577" w:rsidP="00BB15D9">
                            <w:pPr>
                              <w:widowControl w:val="0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 xml:space="preserve">District </w:t>
                            </w:r>
                            <w:r w:rsidR="00BB15D9" w:rsidRPr="00BB15D9">
                              <w:rPr>
                                <w:rFonts w:ascii="Times New Roman" w:hAnsi="Times New Roman"/>
                              </w:rPr>
                              <w:t>Technology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 xml:space="preserve"> Coordinator</w:t>
                            </w:r>
                          </w:p>
                          <w:p w:rsidR="00273C0D" w:rsidRDefault="00BB15D9" w:rsidP="00273C0D">
                            <w:pPr>
                              <w:widowControl w:val="0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Dallas ISD</w:t>
                            </w:r>
                          </w:p>
                          <w:p w:rsidR="00BB15D9" w:rsidRPr="008F67CB" w:rsidRDefault="00BB15D9" w:rsidP="00273C0D">
                            <w:pPr>
                              <w:widowControl w:val="0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2909 N. Buckner Blvd</w:t>
                            </w:r>
                          </w:p>
                          <w:p w:rsidR="00273C0D" w:rsidRPr="008F67CB" w:rsidRDefault="00990AD9" w:rsidP="00273C0D">
                            <w:pPr>
                              <w:widowControl w:val="0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 xml:space="preserve">Dallas, Texas  </w:t>
                            </w:r>
                            <w:r w:rsidR="00BB15D9">
                              <w:rPr>
                                <w:rFonts w:ascii="Times New Roman" w:hAnsi="Times New Roman"/>
                              </w:rPr>
                              <w:t>75228</w:t>
                            </w:r>
                          </w:p>
                          <w:p w:rsidR="00273C0D" w:rsidRPr="008F67CB" w:rsidRDefault="00144577" w:rsidP="00273C0D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lpinkham</w:t>
                            </w:r>
                            <w:r w:rsidR="008F67CB">
                              <w:rPr>
                                <w:rFonts w:ascii="Times New Roman" w:hAnsi="Times New Roman"/>
                              </w:rPr>
                              <w:t>@dallasisd.org</w:t>
                            </w:r>
                          </w:p>
                          <w:p w:rsidR="00273C0D" w:rsidRDefault="00144577" w:rsidP="00273C0D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(972) 925-8078</w:t>
                            </w:r>
                            <w:r w:rsidR="00BB15D9">
                              <w:rPr>
                                <w:rFonts w:ascii="Times New Roman" w:hAnsi="Times New Roman"/>
                              </w:rPr>
                              <w:t xml:space="preserve"> phone</w:t>
                            </w:r>
                          </w:p>
                          <w:p w:rsidR="00BB15D9" w:rsidRPr="008F67CB" w:rsidRDefault="00BB15D9" w:rsidP="00273C0D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(972) 794-3539 fax</w:t>
                            </w:r>
                          </w:p>
                          <w:p w:rsidR="000D3023" w:rsidRPr="00420926" w:rsidRDefault="000D3023" w:rsidP="00273C0D">
                            <w:pPr>
                              <w:widowControl w:val="0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" o:spid="_x0000_s1040" type="#_x0000_t176" style="position:absolute;margin-left:309pt;margin-top:10.85pt;width:208pt;height:146.4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" fillcolor="#e5e8f7">
                <v:textbox>
                  <w:txbxContent>
                    <w:p w:rsidR="000D3023" w:rsidRDefault="000D3023" w:rsidP="000D3023">
                      <w:pPr>
                        <w:widowControl w:val="0"/>
                        <w:jc w:val="center"/>
                        <w:rPr>
                          <w:i/>
                        </w:rPr>
                      </w:pPr>
                    </w:p>
                    <w:p w:rsidR="00273C0D" w:rsidRPr="00144577" w:rsidRDefault="00144577" w:rsidP="00273C0D">
                      <w:pPr>
                        <w:widowControl w:val="0"/>
                        <w:jc w:val="center"/>
                        <w:rPr>
                          <w:rFonts w:ascii="Times New Roman" w:hAnsi="Times New Roman"/>
                          <w:i/>
                        </w:rPr>
                      </w:pPr>
                      <w:r w:rsidRPr="00144577">
                        <w:rPr>
                          <w:rFonts w:ascii="Times New Roman" w:hAnsi="Times New Roman"/>
                          <w:i/>
                        </w:rPr>
                        <w:t>Leslie Pinkham</w:t>
                      </w:r>
                    </w:p>
                    <w:p w:rsidR="00273C0D" w:rsidRPr="008F67CB" w:rsidRDefault="00144577" w:rsidP="00BB15D9">
                      <w:pPr>
                        <w:widowControl w:val="0"/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 xml:space="preserve">District </w:t>
                      </w:r>
                      <w:r w:rsidR="00BB15D9" w:rsidRPr="00BB15D9">
                        <w:rPr>
                          <w:rFonts w:ascii="Times New Roman" w:hAnsi="Times New Roman"/>
                        </w:rPr>
                        <w:t>Technology</w:t>
                      </w:r>
                      <w:r>
                        <w:rPr>
                          <w:rFonts w:ascii="Times New Roman" w:hAnsi="Times New Roman"/>
                        </w:rPr>
                        <w:t xml:space="preserve"> Coordinator</w:t>
                      </w:r>
                    </w:p>
                    <w:p w:rsidR="00273C0D" w:rsidRDefault="00BB15D9" w:rsidP="00273C0D">
                      <w:pPr>
                        <w:widowControl w:val="0"/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Dallas ISD</w:t>
                      </w:r>
                    </w:p>
                    <w:p w:rsidR="00BB15D9" w:rsidRPr="008F67CB" w:rsidRDefault="00BB15D9" w:rsidP="00273C0D">
                      <w:pPr>
                        <w:widowControl w:val="0"/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2909 N. Buckner Blvd</w:t>
                      </w:r>
                    </w:p>
                    <w:p w:rsidR="00273C0D" w:rsidRPr="008F67CB" w:rsidRDefault="00990AD9" w:rsidP="00273C0D">
                      <w:pPr>
                        <w:widowControl w:val="0"/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 xml:space="preserve">Dallas, Texas  </w:t>
                      </w:r>
                      <w:r w:rsidR="00BB15D9">
                        <w:rPr>
                          <w:rFonts w:ascii="Times New Roman" w:hAnsi="Times New Roman"/>
                        </w:rPr>
                        <w:t>75228</w:t>
                      </w:r>
                    </w:p>
                    <w:p w:rsidR="00273C0D" w:rsidRPr="008F67CB" w:rsidRDefault="00144577" w:rsidP="00273C0D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lpinkham</w:t>
                      </w:r>
                      <w:r w:rsidR="008F67CB">
                        <w:rPr>
                          <w:rFonts w:ascii="Times New Roman" w:hAnsi="Times New Roman"/>
                        </w:rPr>
                        <w:t>@dallasisd.org</w:t>
                      </w:r>
                    </w:p>
                    <w:p w:rsidR="00273C0D" w:rsidRDefault="00144577" w:rsidP="00273C0D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(972) 925-8078</w:t>
                      </w:r>
                      <w:r w:rsidR="00BB15D9">
                        <w:rPr>
                          <w:rFonts w:ascii="Times New Roman" w:hAnsi="Times New Roman"/>
                        </w:rPr>
                        <w:t xml:space="preserve"> phone</w:t>
                      </w:r>
                    </w:p>
                    <w:p w:rsidR="00BB15D9" w:rsidRPr="008F67CB" w:rsidRDefault="00BB15D9" w:rsidP="00273C0D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(972) 794-3539 fax</w:t>
                      </w:r>
                    </w:p>
                    <w:p w:rsidR="000D3023" w:rsidRPr="00420926" w:rsidRDefault="000D3023" w:rsidP="00273C0D">
                      <w:pPr>
                        <w:widowControl w:val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420926" w:rsidRPr="00734AC7" w:rsidRDefault="00420926">
      <w:pPr>
        <w:rPr>
          <w:rFonts w:ascii="Times New Roman" w:hAnsi="Times New Roman"/>
        </w:rPr>
      </w:pPr>
    </w:p>
    <w:p w:rsidR="00420926" w:rsidRPr="00734AC7" w:rsidRDefault="00420926">
      <w:pPr>
        <w:rPr>
          <w:rFonts w:ascii="Times New Roman" w:hAnsi="Times New Roman"/>
        </w:rPr>
      </w:pPr>
    </w:p>
    <w:p w:rsidR="00420926" w:rsidRPr="00734AC7" w:rsidRDefault="00420926">
      <w:pPr>
        <w:rPr>
          <w:rFonts w:ascii="Times New Roman" w:hAnsi="Times New Roman"/>
        </w:rPr>
      </w:pPr>
    </w:p>
    <w:p w:rsidR="00420926" w:rsidRPr="00734AC7" w:rsidRDefault="00420926">
      <w:pPr>
        <w:rPr>
          <w:rFonts w:ascii="Times New Roman" w:hAnsi="Times New Roman"/>
        </w:rPr>
      </w:pPr>
    </w:p>
    <w:p w:rsidR="00420926" w:rsidRPr="00734AC7" w:rsidRDefault="00420926">
      <w:pPr>
        <w:rPr>
          <w:rFonts w:ascii="Times New Roman" w:hAnsi="Times New Roman"/>
        </w:rPr>
      </w:pPr>
    </w:p>
    <w:p w:rsidR="00420926" w:rsidRPr="00734AC7" w:rsidRDefault="00420926">
      <w:pPr>
        <w:rPr>
          <w:rFonts w:ascii="Times New Roman" w:hAnsi="Times New Roman"/>
        </w:rPr>
      </w:pPr>
    </w:p>
    <w:p w:rsidR="00420926" w:rsidRPr="00734AC7" w:rsidRDefault="00420926">
      <w:pPr>
        <w:rPr>
          <w:rFonts w:ascii="Times New Roman" w:hAnsi="Times New Roman"/>
        </w:rPr>
      </w:pPr>
    </w:p>
    <w:p w:rsidR="00420926" w:rsidRPr="00734AC7" w:rsidRDefault="00420926">
      <w:pPr>
        <w:rPr>
          <w:rFonts w:ascii="Times New Roman" w:hAnsi="Times New Roman"/>
        </w:rPr>
      </w:pPr>
    </w:p>
    <w:p w:rsidR="00420926" w:rsidRPr="00734AC7" w:rsidRDefault="00420926">
      <w:pPr>
        <w:rPr>
          <w:rFonts w:ascii="Times New Roman" w:hAnsi="Times New Roman"/>
        </w:rPr>
      </w:pPr>
    </w:p>
    <w:p w:rsidR="00420926" w:rsidRDefault="00420926">
      <w:pPr>
        <w:rPr>
          <w:rFonts w:ascii="Times New Roman" w:hAnsi="Times New Roman"/>
        </w:rPr>
      </w:pPr>
    </w:p>
    <w:p w:rsidR="0087128A" w:rsidRDefault="0087128A">
      <w:pPr>
        <w:rPr>
          <w:rFonts w:ascii="Times New Roman" w:hAnsi="Times New Roman"/>
        </w:rPr>
      </w:pPr>
    </w:p>
    <w:p w:rsidR="0087128A" w:rsidRPr="00734AC7" w:rsidRDefault="00974DD9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43EE4654" wp14:editId="270CD690">
                <wp:simplePos x="0" y="0"/>
                <wp:positionH relativeFrom="column">
                  <wp:posOffset>58420</wp:posOffset>
                </wp:positionH>
                <wp:positionV relativeFrom="paragraph">
                  <wp:posOffset>41275</wp:posOffset>
                </wp:positionV>
                <wp:extent cx="2641600" cy="1859280"/>
                <wp:effectExtent l="0" t="0" r="25400" b="26670"/>
                <wp:wrapNone/>
                <wp:docPr id="1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1600" cy="1859280"/>
                        </a:xfrm>
                        <a:prstGeom prst="flowChartAlternateProcess">
                          <a:avLst/>
                        </a:prstGeom>
                        <a:solidFill>
                          <a:srgbClr val="E7F1D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128A" w:rsidRDefault="0087128A" w:rsidP="0087128A">
                            <w:pPr>
                              <w:widowControl w:val="0"/>
                              <w:jc w:val="center"/>
                              <w:rPr>
                                <w:i/>
                              </w:rPr>
                            </w:pPr>
                          </w:p>
                          <w:p w:rsidR="0087128A" w:rsidRPr="008F67CB" w:rsidRDefault="0087128A" w:rsidP="0087128A">
                            <w:pPr>
                              <w:widowControl w:val="0"/>
                              <w:jc w:val="center"/>
                              <w:rPr>
                                <w:rFonts w:ascii="Times New Roman" w:hAnsi="Times New Roman"/>
                                <w:i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</w:rPr>
                              <w:t>Loretta Darden</w:t>
                            </w:r>
                          </w:p>
                          <w:p w:rsidR="0087128A" w:rsidRPr="008F67CB" w:rsidRDefault="0087128A" w:rsidP="0087128A">
                            <w:pPr>
                              <w:widowControl w:val="0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Assistant Principal</w:t>
                            </w:r>
                          </w:p>
                          <w:p w:rsidR="0087128A" w:rsidRPr="008F67CB" w:rsidRDefault="0087128A" w:rsidP="0087128A">
                            <w:pPr>
                              <w:widowControl w:val="0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87128A">
                              <w:rPr>
                                <w:rFonts w:ascii="Times New Roman" w:hAnsi="Times New Roman"/>
                              </w:rPr>
                              <w:t>William Anderson Elementary</w:t>
                            </w:r>
                          </w:p>
                          <w:p w:rsidR="0087128A" w:rsidRDefault="0087128A" w:rsidP="0087128A">
                            <w:pPr>
                              <w:widowControl w:val="0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87128A">
                              <w:rPr>
                                <w:rFonts w:ascii="Times New Roman" w:hAnsi="Times New Roman"/>
                              </w:rPr>
                              <w:t xml:space="preserve">620 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North St, Augustine, Route D13</w:t>
                            </w:r>
                          </w:p>
                          <w:p w:rsidR="0087128A" w:rsidRPr="008F67CB" w:rsidRDefault="0087128A" w:rsidP="0087128A">
                            <w:pPr>
                              <w:widowControl w:val="0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Dallas</w:t>
                            </w:r>
                            <w:r w:rsidRPr="008F67CB">
                              <w:rPr>
                                <w:rFonts w:ascii="Times New Roman" w:hAnsi="Times New Roman"/>
                              </w:rPr>
                              <w:t xml:space="preserve">, 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Texas</w:t>
                            </w:r>
                            <w:r w:rsidR="00990AD9"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 w:rsidRPr="008F67CB"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75217</w:t>
                            </w:r>
                          </w:p>
                          <w:p w:rsidR="0087128A" w:rsidRPr="008F67CB" w:rsidRDefault="0087128A" w:rsidP="0087128A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ldarden@dallasisd.org</w:t>
                            </w:r>
                          </w:p>
                          <w:p w:rsidR="0087128A" w:rsidRDefault="004659BD" w:rsidP="0087128A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(972) 749-62</w:t>
                            </w:r>
                            <w:r w:rsidR="0087128A">
                              <w:rPr>
                                <w:rFonts w:ascii="Times New Roman" w:hAnsi="Times New Roman"/>
                              </w:rPr>
                              <w:t>00 phone</w:t>
                            </w:r>
                          </w:p>
                          <w:p w:rsidR="0087128A" w:rsidRPr="008F67CB" w:rsidRDefault="004659BD" w:rsidP="0087128A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(972) 749-62</w:t>
                            </w:r>
                            <w:r w:rsidR="0087128A">
                              <w:rPr>
                                <w:rFonts w:ascii="Times New Roman" w:hAnsi="Times New Roman"/>
                              </w:rPr>
                              <w:t>01 fax</w:t>
                            </w:r>
                          </w:p>
                          <w:p w:rsidR="0087128A" w:rsidRPr="0008210A" w:rsidRDefault="0087128A" w:rsidP="0087128A">
                            <w:pPr>
                              <w:widowControl w:val="0"/>
                              <w:jc w:val="center"/>
                            </w:pPr>
                          </w:p>
                          <w:p w:rsidR="0087128A" w:rsidRDefault="0087128A" w:rsidP="0087128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" o:spid="_x0000_s1041" type="#_x0000_t176" style="position:absolute;margin-left:4.6pt;margin-top:3.25pt;width:208pt;height:146.4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" fillcolor="#e7f1d2">
                <v:textbox>
                  <w:txbxContent>
                    <w:p w:rsidR="0087128A" w:rsidRDefault="0087128A" w:rsidP="0087128A">
                      <w:pPr>
                        <w:widowControl w:val="0"/>
                        <w:jc w:val="center"/>
                        <w:rPr>
                          <w:i/>
                        </w:rPr>
                      </w:pPr>
                    </w:p>
                    <w:p w:rsidR="0087128A" w:rsidRPr="008F67CB" w:rsidRDefault="0087128A" w:rsidP="0087128A">
                      <w:pPr>
                        <w:widowControl w:val="0"/>
                        <w:jc w:val="center"/>
                        <w:rPr>
                          <w:rFonts w:ascii="Times New Roman" w:hAnsi="Times New Roman"/>
                          <w:i/>
                        </w:rPr>
                      </w:pPr>
                      <w:r>
                        <w:rPr>
                          <w:rFonts w:ascii="Times New Roman" w:hAnsi="Times New Roman"/>
                          <w:i/>
                        </w:rPr>
                        <w:t>Loretta Darden</w:t>
                      </w:r>
                    </w:p>
                    <w:p w:rsidR="0087128A" w:rsidRPr="008F67CB" w:rsidRDefault="0087128A" w:rsidP="0087128A">
                      <w:pPr>
                        <w:widowControl w:val="0"/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Assistant Principal</w:t>
                      </w:r>
                    </w:p>
                    <w:p w:rsidR="0087128A" w:rsidRPr="008F67CB" w:rsidRDefault="0087128A" w:rsidP="0087128A">
                      <w:pPr>
                        <w:widowControl w:val="0"/>
                        <w:jc w:val="center"/>
                        <w:rPr>
                          <w:rFonts w:ascii="Times New Roman" w:hAnsi="Times New Roman"/>
                        </w:rPr>
                      </w:pPr>
                      <w:r w:rsidRPr="0087128A">
                        <w:rPr>
                          <w:rFonts w:ascii="Times New Roman" w:hAnsi="Times New Roman"/>
                        </w:rPr>
                        <w:t>William Anderson Elementary</w:t>
                      </w:r>
                    </w:p>
                    <w:p w:rsidR="0087128A" w:rsidRDefault="0087128A" w:rsidP="0087128A">
                      <w:pPr>
                        <w:widowControl w:val="0"/>
                        <w:jc w:val="center"/>
                        <w:rPr>
                          <w:rFonts w:ascii="Times New Roman" w:hAnsi="Times New Roman"/>
                        </w:rPr>
                      </w:pPr>
                      <w:r w:rsidRPr="0087128A">
                        <w:rPr>
                          <w:rFonts w:ascii="Times New Roman" w:hAnsi="Times New Roman"/>
                        </w:rPr>
                        <w:t xml:space="preserve">620 </w:t>
                      </w:r>
                      <w:r>
                        <w:rPr>
                          <w:rFonts w:ascii="Times New Roman" w:hAnsi="Times New Roman"/>
                        </w:rPr>
                        <w:t>North St, Augustine, Route D13</w:t>
                      </w:r>
                    </w:p>
                    <w:p w:rsidR="0087128A" w:rsidRPr="008F67CB" w:rsidRDefault="0087128A" w:rsidP="0087128A">
                      <w:pPr>
                        <w:widowControl w:val="0"/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Dallas</w:t>
                      </w:r>
                      <w:r w:rsidRPr="008F67CB">
                        <w:rPr>
                          <w:rFonts w:ascii="Times New Roman" w:hAnsi="Times New Roman"/>
                        </w:rPr>
                        <w:t xml:space="preserve">, </w:t>
                      </w:r>
                      <w:r>
                        <w:rPr>
                          <w:rFonts w:ascii="Times New Roman" w:hAnsi="Times New Roman"/>
                        </w:rPr>
                        <w:t>Texas</w:t>
                      </w:r>
                      <w:r w:rsidR="00990AD9">
                        <w:rPr>
                          <w:rFonts w:ascii="Times New Roman" w:hAnsi="Times New Roman"/>
                        </w:rPr>
                        <w:t xml:space="preserve"> </w:t>
                      </w:r>
                      <w:r w:rsidRPr="008F67CB">
                        <w:rPr>
                          <w:rFonts w:ascii="Times New Roman" w:hAnsi="Times New Roman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</w:rPr>
                        <w:t>75217</w:t>
                      </w:r>
                    </w:p>
                    <w:p w:rsidR="0087128A" w:rsidRPr="008F67CB" w:rsidRDefault="0087128A" w:rsidP="0087128A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ldarden@dallasisd.org</w:t>
                      </w:r>
                    </w:p>
                    <w:p w:rsidR="0087128A" w:rsidRDefault="004659BD" w:rsidP="0087128A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(972) 749-62</w:t>
                      </w:r>
                      <w:r w:rsidR="0087128A">
                        <w:rPr>
                          <w:rFonts w:ascii="Times New Roman" w:hAnsi="Times New Roman"/>
                        </w:rPr>
                        <w:t>00 phone</w:t>
                      </w:r>
                    </w:p>
                    <w:p w:rsidR="0087128A" w:rsidRPr="008F67CB" w:rsidRDefault="004659BD" w:rsidP="0087128A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(972) 749-62</w:t>
                      </w:r>
                      <w:r w:rsidR="0087128A">
                        <w:rPr>
                          <w:rFonts w:ascii="Times New Roman" w:hAnsi="Times New Roman"/>
                        </w:rPr>
                        <w:t>01 fax</w:t>
                      </w:r>
                    </w:p>
                    <w:p w:rsidR="0087128A" w:rsidRPr="0008210A" w:rsidRDefault="0087128A" w:rsidP="0087128A">
                      <w:pPr>
                        <w:widowControl w:val="0"/>
                        <w:jc w:val="center"/>
                      </w:pPr>
                    </w:p>
                    <w:p w:rsidR="0087128A" w:rsidRDefault="0087128A" w:rsidP="0087128A"/>
                  </w:txbxContent>
                </v:textbox>
              </v:shape>
            </w:pict>
          </mc:Fallback>
        </mc:AlternateContent>
      </w:r>
      <w:r w:rsidR="00333D4C">
        <w:rPr>
          <w:rFonts w:ascii="Times New Roman" w:hAnsi="Times New Roman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40E5D75A" wp14:editId="4C836758">
                <wp:simplePos x="0" y="0"/>
                <wp:positionH relativeFrom="column">
                  <wp:posOffset>3924300</wp:posOffset>
                </wp:positionH>
                <wp:positionV relativeFrom="paragraph">
                  <wp:posOffset>41275</wp:posOffset>
                </wp:positionV>
                <wp:extent cx="2641600" cy="1859280"/>
                <wp:effectExtent l="0" t="0" r="25400" b="26670"/>
                <wp:wrapNone/>
                <wp:docPr id="2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1600" cy="1859280"/>
                        </a:xfrm>
                        <a:prstGeom prst="flowChartAlternateProcess">
                          <a:avLst/>
                        </a:prstGeom>
                        <a:solidFill>
                          <a:srgbClr val="E5E8F7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61E8" w:rsidRDefault="009961E8" w:rsidP="009961E8">
                            <w:pPr>
                              <w:widowControl w:val="0"/>
                              <w:jc w:val="center"/>
                              <w:rPr>
                                <w:i/>
                              </w:rPr>
                            </w:pPr>
                          </w:p>
                          <w:p w:rsidR="009961E8" w:rsidRPr="00144577" w:rsidRDefault="009961E8" w:rsidP="009961E8">
                            <w:pPr>
                              <w:widowControl w:val="0"/>
                              <w:jc w:val="center"/>
                              <w:rPr>
                                <w:rFonts w:ascii="Times New Roman" w:hAnsi="Times New Roman"/>
                                <w:i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</w:rPr>
                              <w:t>Robert Kern</w:t>
                            </w:r>
                          </w:p>
                          <w:p w:rsidR="009961E8" w:rsidRPr="008F67CB" w:rsidRDefault="009961E8" w:rsidP="009961E8">
                            <w:pPr>
                              <w:widowControl w:val="0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Educator</w:t>
                            </w:r>
                          </w:p>
                          <w:p w:rsidR="009961E8" w:rsidRPr="008F67CB" w:rsidRDefault="009961E8" w:rsidP="009961E8">
                            <w:pPr>
                              <w:widowControl w:val="0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Central Elementary</w:t>
                            </w:r>
                          </w:p>
                          <w:p w:rsidR="009961E8" w:rsidRPr="008F67CB" w:rsidRDefault="009961E8" w:rsidP="009961E8">
                            <w:pPr>
                              <w:widowControl w:val="0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902 Shady Lane</w:t>
                            </w:r>
                          </w:p>
                          <w:p w:rsidR="009961E8" w:rsidRPr="008F67CB" w:rsidRDefault="009961E8" w:rsidP="009961E8">
                            <w:pPr>
                              <w:widowControl w:val="0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Seagoville</w:t>
                            </w:r>
                            <w:r w:rsidRPr="008F67CB">
                              <w:rPr>
                                <w:rFonts w:ascii="Times New Roman" w:hAnsi="Times New Roman"/>
                              </w:rPr>
                              <w:t xml:space="preserve">, 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Texas</w:t>
                            </w:r>
                            <w:r w:rsidR="00990AD9"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 w:rsidRPr="008F67CB"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75159</w:t>
                            </w:r>
                          </w:p>
                          <w:p w:rsidR="009961E8" w:rsidRPr="008F67CB" w:rsidRDefault="009961E8" w:rsidP="009961E8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rkern@dallasisd.org</w:t>
                            </w:r>
                          </w:p>
                          <w:p w:rsidR="009961E8" w:rsidRDefault="009961E8" w:rsidP="009961E8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(972) 749-6800 phone</w:t>
                            </w:r>
                          </w:p>
                          <w:p w:rsidR="009961E8" w:rsidRPr="00420926" w:rsidRDefault="009961E8" w:rsidP="009961E8">
                            <w:pPr>
                              <w:widowControl w:val="0"/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(972) 749-6801 fax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" o:spid="_x0000_s1042" type="#_x0000_t176" style="position:absolute;margin-left:309pt;margin-top:3.25pt;width:208pt;height:146.4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" fillcolor="#e5e8f7">
                <v:textbox>
                  <w:txbxContent>
                    <w:p w:rsidR="009961E8" w:rsidRDefault="009961E8" w:rsidP="009961E8">
                      <w:pPr>
                        <w:widowControl w:val="0"/>
                        <w:jc w:val="center"/>
                        <w:rPr>
                          <w:i/>
                        </w:rPr>
                      </w:pPr>
                    </w:p>
                    <w:p w:rsidR="009961E8" w:rsidRPr="00144577" w:rsidRDefault="009961E8" w:rsidP="009961E8">
                      <w:pPr>
                        <w:widowControl w:val="0"/>
                        <w:jc w:val="center"/>
                        <w:rPr>
                          <w:rFonts w:ascii="Times New Roman" w:hAnsi="Times New Roman"/>
                          <w:i/>
                        </w:rPr>
                      </w:pPr>
                      <w:r>
                        <w:rPr>
                          <w:rFonts w:ascii="Times New Roman" w:hAnsi="Times New Roman"/>
                          <w:i/>
                        </w:rPr>
                        <w:t>Robert Kern</w:t>
                      </w:r>
                    </w:p>
                    <w:p w:rsidR="009961E8" w:rsidRPr="008F67CB" w:rsidRDefault="009961E8" w:rsidP="009961E8">
                      <w:pPr>
                        <w:widowControl w:val="0"/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Educator</w:t>
                      </w:r>
                    </w:p>
                    <w:p w:rsidR="009961E8" w:rsidRPr="008F67CB" w:rsidRDefault="009961E8" w:rsidP="009961E8">
                      <w:pPr>
                        <w:widowControl w:val="0"/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Central Elementary</w:t>
                      </w:r>
                    </w:p>
                    <w:p w:rsidR="009961E8" w:rsidRPr="008F67CB" w:rsidRDefault="009961E8" w:rsidP="009961E8">
                      <w:pPr>
                        <w:widowControl w:val="0"/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902 Shady Lane</w:t>
                      </w:r>
                    </w:p>
                    <w:p w:rsidR="009961E8" w:rsidRPr="008F67CB" w:rsidRDefault="009961E8" w:rsidP="009961E8">
                      <w:pPr>
                        <w:widowControl w:val="0"/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Seagoville</w:t>
                      </w:r>
                      <w:r w:rsidRPr="008F67CB">
                        <w:rPr>
                          <w:rFonts w:ascii="Times New Roman" w:hAnsi="Times New Roman"/>
                        </w:rPr>
                        <w:t xml:space="preserve">, </w:t>
                      </w:r>
                      <w:r>
                        <w:rPr>
                          <w:rFonts w:ascii="Times New Roman" w:hAnsi="Times New Roman"/>
                        </w:rPr>
                        <w:t>Texas</w:t>
                      </w:r>
                      <w:r w:rsidR="00990AD9">
                        <w:rPr>
                          <w:rFonts w:ascii="Times New Roman" w:hAnsi="Times New Roman"/>
                        </w:rPr>
                        <w:t xml:space="preserve"> </w:t>
                      </w:r>
                      <w:r w:rsidRPr="008F67CB">
                        <w:rPr>
                          <w:rFonts w:ascii="Times New Roman" w:hAnsi="Times New Roman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</w:rPr>
                        <w:t>75159</w:t>
                      </w:r>
                    </w:p>
                    <w:p w:rsidR="009961E8" w:rsidRPr="008F67CB" w:rsidRDefault="009961E8" w:rsidP="009961E8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rkern@dallasisd.org</w:t>
                      </w:r>
                    </w:p>
                    <w:p w:rsidR="009961E8" w:rsidRDefault="009961E8" w:rsidP="009961E8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(972) 749-6800 phone</w:t>
                      </w:r>
                    </w:p>
                    <w:p w:rsidR="009961E8" w:rsidRPr="00420926" w:rsidRDefault="009961E8" w:rsidP="009961E8">
                      <w:pPr>
                        <w:widowControl w:val="0"/>
                        <w:jc w:val="center"/>
                      </w:pPr>
                      <w:r>
                        <w:rPr>
                          <w:rFonts w:ascii="Times New Roman" w:hAnsi="Times New Roman"/>
                        </w:rPr>
                        <w:t>(972) 749-6801 fax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7128A" w:rsidRPr="00734AC7" w:rsidSect="004A34A7">
      <w:type w:val="continuous"/>
      <w:pgSz w:w="12240" w:h="15840" w:code="1"/>
      <w:pgMar w:top="1440" w:right="1440" w:bottom="1440" w:left="907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3A3" w:rsidRDefault="005963A3" w:rsidP="0059372D">
      <w:r>
        <w:separator/>
      </w:r>
    </w:p>
  </w:endnote>
  <w:endnote w:type="continuationSeparator" w:id="0">
    <w:p w:rsidR="005963A3" w:rsidRDefault="005963A3" w:rsidP="00593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erpetua">
    <w:altName w:val="Baskerville Old Face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Franklin Gothic Book">
    <w:altName w:val="Franklin Gothic Medium"/>
    <w:charset w:val="00"/>
    <w:family w:val="swiss"/>
    <w:pitch w:val="variable"/>
    <w:sig w:usb0="00000001" w:usb1="00000000" w:usb2="00000000" w:usb3="00000000" w:csb0="0000009F" w:csb1="00000000"/>
  </w:font>
  <w:font w:name="MS Shell Dlg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3A3" w:rsidRDefault="005963A3" w:rsidP="0059372D">
      <w:r>
        <w:separator/>
      </w:r>
    </w:p>
  </w:footnote>
  <w:footnote w:type="continuationSeparator" w:id="0">
    <w:p w:rsidR="005963A3" w:rsidRDefault="005963A3" w:rsidP="005937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72D" w:rsidRPr="00734AC7" w:rsidRDefault="00CA7B19" w:rsidP="0059372D">
    <w:pPr>
      <w:pStyle w:val="Header"/>
      <w:pBdr>
        <w:bottom w:val="single" w:sz="4" w:space="1" w:color="D9D9D9"/>
      </w:pBdr>
      <w:jc w:val="right"/>
      <w:rPr>
        <w:rFonts w:ascii="Times New Roman" w:hAnsi="Times New Roman"/>
        <w:b/>
      </w:rPr>
    </w:pPr>
    <w:r w:rsidRPr="00734AC7">
      <w:rPr>
        <w:rFonts w:ascii="Times New Roman" w:hAnsi="Times New Roman"/>
        <w:color w:val="7F7F7F"/>
        <w:spacing w:val="60"/>
      </w:rPr>
      <w:t xml:space="preserve">Amy </w:t>
    </w:r>
    <w:proofErr w:type="spellStart"/>
    <w:r w:rsidRPr="00734AC7">
      <w:rPr>
        <w:rFonts w:ascii="Times New Roman" w:hAnsi="Times New Roman"/>
        <w:color w:val="7F7F7F"/>
        <w:spacing w:val="60"/>
      </w:rPr>
      <w:t>Zbylut</w:t>
    </w:r>
    <w:proofErr w:type="spellEnd"/>
    <w:r w:rsidR="0059372D" w:rsidRPr="00734AC7">
      <w:rPr>
        <w:rFonts w:ascii="Times New Roman" w:hAnsi="Times New Roman"/>
        <w:color w:val="7F7F7F"/>
        <w:spacing w:val="60"/>
      </w:rPr>
      <w:t xml:space="preserve"> </w:t>
    </w:r>
    <w:r w:rsidR="0059372D" w:rsidRPr="00734AC7">
      <w:rPr>
        <w:rFonts w:ascii="Times New Roman" w:hAnsi="Times New Roman"/>
        <w:color w:val="7F7F7F"/>
        <w:spacing w:val="60"/>
      </w:rPr>
      <w:tab/>
      <w:t>Page</w:t>
    </w:r>
    <w:r w:rsidR="0059372D" w:rsidRPr="00734AC7">
      <w:rPr>
        <w:rFonts w:ascii="Times New Roman" w:hAnsi="Times New Roman"/>
      </w:rPr>
      <w:t xml:space="preserve"> | </w:t>
    </w:r>
    <w:r w:rsidR="00A90871" w:rsidRPr="00734AC7">
      <w:rPr>
        <w:rFonts w:ascii="Times New Roman" w:hAnsi="Times New Roman"/>
      </w:rPr>
      <w:fldChar w:fldCharType="begin"/>
    </w:r>
    <w:r w:rsidR="00712B0C" w:rsidRPr="00734AC7">
      <w:rPr>
        <w:rFonts w:ascii="Times New Roman" w:hAnsi="Times New Roman"/>
      </w:rPr>
      <w:instrText xml:space="preserve"> PAGE   \* MERGEFORMAT </w:instrText>
    </w:r>
    <w:r w:rsidR="00A90871" w:rsidRPr="00734AC7">
      <w:rPr>
        <w:rFonts w:ascii="Times New Roman" w:hAnsi="Times New Roman"/>
      </w:rPr>
      <w:fldChar w:fldCharType="separate"/>
    </w:r>
    <w:r w:rsidR="00432CB9" w:rsidRPr="00432CB9">
      <w:rPr>
        <w:rFonts w:ascii="Times New Roman" w:hAnsi="Times New Roman"/>
        <w:b/>
        <w:noProof/>
      </w:rPr>
      <w:t>6</w:t>
    </w:r>
    <w:r w:rsidR="00A90871" w:rsidRPr="00734AC7">
      <w:rPr>
        <w:rFonts w:ascii="Times New Roman" w:hAnsi="Times New Roman"/>
      </w:rPr>
      <w:fldChar w:fldCharType="end"/>
    </w:r>
  </w:p>
  <w:p w:rsidR="0059372D" w:rsidRDefault="0059372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F08EB7C"/>
    <w:lvl w:ilvl="0">
      <w:numFmt w:val="decimal"/>
      <w:lvlText w:val="*"/>
      <w:lvlJc w:val="left"/>
    </w:lvl>
  </w:abstractNum>
  <w:abstractNum w:abstractNumId="1">
    <w:nsid w:val="04D645F9"/>
    <w:multiLevelType w:val="hybridMultilevel"/>
    <w:tmpl w:val="D69CC9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052F0A"/>
    <w:multiLevelType w:val="hybridMultilevel"/>
    <w:tmpl w:val="B98CE9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CA51C62"/>
    <w:multiLevelType w:val="hybridMultilevel"/>
    <w:tmpl w:val="FEB88ED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342C2CEF"/>
    <w:multiLevelType w:val="hybridMultilevel"/>
    <w:tmpl w:val="05F021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62251D"/>
    <w:multiLevelType w:val="hybridMultilevel"/>
    <w:tmpl w:val="FC666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  <w:lvlOverride w:ilvl="0">
      <w:lvl w:ilvl="0">
        <w:start w:val="1"/>
        <w:numFmt w:val="bullet"/>
        <w:lvlText w:val=""/>
        <w:legacy w:legacy="1" w:legacySpace="0" w:legacyIndent="360"/>
        <w:lvlJc w:val="left"/>
        <w:rPr>
          <w:rFonts w:ascii="Wingdings" w:hAnsi="Wingdings" w:cs="Wingdings" w:hint="default"/>
        </w:rPr>
      </w:lvl>
    </w:lvlOverride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>
      <o:colormru v:ext="edit" colors="#e7f1d2,#e5e8f7,#fffee7,#ddf2d2,#fbd68d,#fce2ae,#fef1d6,#fffed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B20"/>
    <w:rsid w:val="000050E2"/>
    <w:rsid w:val="00007610"/>
    <w:rsid w:val="000222FA"/>
    <w:rsid w:val="000239C3"/>
    <w:rsid w:val="00035030"/>
    <w:rsid w:val="0007775F"/>
    <w:rsid w:val="0008210A"/>
    <w:rsid w:val="000D3023"/>
    <w:rsid w:val="0010070C"/>
    <w:rsid w:val="001307C1"/>
    <w:rsid w:val="0013666A"/>
    <w:rsid w:val="00144577"/>
    <w:rsid w:val="00162064"/>
    <w:rsid w:val="00174369"/>
    <w:rsid w:val="00184E4A"/>
    <w:rsid w:val="001A197A"/>
    <w:rsid w:val="001E0EFF"/>
    <w:rsid w:val="001E4304"/>
    <w:rsid w:val="00202448"/>
    <w:rsid w:val="00235426"/>
    <w:rsid w:val="00247770"/>
    <w:rsid w:val="00255B22"/>
    <w:rsid w:val="002624F8"/>
    <w:rsid w:val="00273C0D"/>
    <w:rsid w:val="002960CE"/>
    <w:rsid w:val="002B4628"/>
    <w:rsid w:val="002C1696"/>
    <w:rsid w:val="002F0160"/>
    <w:rsid w:val="002F07E2"/>
    <w:rsid w:val="003078FF"/>
    <w:rsid w:val="00313EB8"/>
    <w:rsid w:val="003211A5"/>
    <w:rsid w:val="00333D4C"/>
    <w:rsid w:val="00336941"/>
    <w:rsid w:val="00364071"/>
    <w:rsid w:val="003B4E2B"/>
    <w:rsid w:val="003D43E6"/>
    <w:rsid w:val="003E311A"/>
    <w:rsid w:val="003E5C37"/>
    <w:rsid w:val="00401541"/>
    <w:rsid w:val="0041273E"/>
    <w:rsid w:val="004142A5"/>
    <w:rsid w:val="00420926"/>
    <w:rsid w:val="00426B20"/>
    <w:rsid w:val="00432CB9"/>
    <w:rsid w:val="00447276"/>
    <w:rsid w:val="004659BD"/>
    <w:rsid w:val="00470E15"/>
    <w:rsid w:val="004967DA"/>
    <w:rsid w:val="004A34A7"/>
    <w:rsid w:val="004B69E3"/>
    <w:rsid w:val="004F5CC5"/>
    <w:rsid w:val="004F7CCF"/>
    <w:rsid w:val="00530AF5"/>
    <w:rsid w:val="005352D9"/>
    <w:rsid w:val="00565D76"/>
    <w:rsid w:val="0059372D"/>
    <w:rsid w:val="005963A3"/>
    <w:rsid w:val="005D1AB6"/>
    <w:rsid w:val="005D79E5"/>
    <w:rsid w:val="00614BB5"/>
    <w:rsid w:val="00632031"/>
    <w:rsid w:val="00660F07"/>
    <w:rsid w:val="00672901"/>
    <w:rsid w:val="0068057E"/>
    <w:rsid w:val="00687138"/>
    <w:rsid w:val="006B37B9"/>
    <w:rsid w:val="006C59EC"/>
    <w:rsid w:val="006D1F33"/>
    <w:rsid w:val="006E0F68"/>
    <w:rsid w:val="00712B0C"/>
    <w:rsid w:val="00713A1A"/>
    <w:rsid w:val="00734AC7"/>
    <w:rsid w:val="00773C47"/>
    <w:rsid w:val="007B7581"/>
    <w:rsid w:val="007C34D8"/>
    <w:rsid w:val="007E249A"/>
    <w:rsid w:val="007E2937"/>
    <w:rsid w:val="00804637"/>
    <w:rsid w:val="00814667"/>
    <w:rsid w:val="008207B9"/>
    <w:rsid w:val="00831433"/>
    <w:rsid w:val="00841970"/>
    <w:rsid w:val="00857DD3"/>
    <w:rsid w:val="0087128A"/>
    <w:rsid w:val="008E2256"/>
    <w:rsid w:val="008F67CB"/>
    <w:rsid w:val="009269CC"/>
    <w:rsid w:val="00951A9E"/>
    <w:rsid w:val="009630A9"/>
    <w:rsid w:val="0096689C"/>
    <w:rsid w:val="009678D9"/>
    <w:rsid w:val="0097076D"/>
    <w:rsid w:val="00974DD9"/>
    <w:rsid w:val="00984106"/>
    <w:rsid w:val="00990AD9"/>
    <w:rsid w:val="00990B4A"/>
    <w:rsid w:val="009961E8"/>
    <w:rsid w:val="009C1AF8"/>
    <w:rsid w:val="009C5824"/>
    <w:rsid w:val="009C7C41"/>
    <w:rsid w:val="00A0114C"/>
    <w:rsid w:val="00A21DF2"/>
    <w:rsid w:val="00A340F6"/>
    <w:rsid w:val="00A53B44"/>
    <w:rsid w:val="00A60835"/>
    <w:rsid w:val="00A661FC"/>
    <w:rsid w:val="00A90871"/>
    <w:rsid w:val="00AA3D6C"/>
    <w:rsid w:val="00B24D66"/>
    <w:rsid w:val="00B474E8"/>
    <w:rsid w:val="00B72C23"/>
    <w:rsid w:val="00B76B66"/>
    <w:rsid w:val="00BA34FE"/>
    <w:rsid w:val="00BB15D9"/>
    <w:rsid w:val="00BB2A6F"/>
    <w:rsid w:val="00BB5F03"/>
    <w:rsid w:val="00BB7350"/>
    <w:rsid w:val="00BC1707"/>
    <w:rsid w:val="00BE0D6D"/>
    <w:rsid w:val="00C263C2"/>
    <w:rsid w:val="00C3207B"/>
    <w:rsid w:val="00C50621"/>
    <w:rsid w:val="00C575C9"/>
    <w:rsid w:val="00C97037"/>
    <w:rsid w:val="00CA6618"/>
    <w:rsid w:val="00CA7B19"/>
    <w:rsid w:val="00CB4C59"/>
    <w:rsid w:val="00CF1357"/>
    <w:rsid w:val="00CF5478"/>
    <w:rsid w:val="00D02B02"/>
    <w:rsid w:val="00D71A16"/>
    <w:rsid w:val="00DD2FF1"/>
    <w:rsid w:val="00E1677D"/>
    <w:rsid w:val="00E35639"/>
    <w:rsid w:val="00E35CA0"/>
    <w:rsid w:val="00E46349"/>
    <w:rsid w:val="00E60DDA"/>
    <w:rsid w:val="00E77486"/>
    <w:rsid w:val="00EA52C8"/>
    <w:rsid w:val="00EB3DC6"/>
    <w:rsid w:val="00ED3C35"/>
    <w:rsid w:val="00F001B1"/>
    <w:rsid w:val="00F33A7C"/>
    <w:rsid w:val="00F57274"/>
    <w:rsid w:val="00FA1C46"/>
    <w:rsid w:val="00FB3231"/>
    <w:rsid w:val="00FC0EED"/>
    <w:rsid w:val="00FC1C37"/>
    <w:rsid w:val="00FD2E93"/>
    <w:rsid w:val="00FD4053"/>
    <w:rsid w:val="00FD48B0"/>
    <w:rsid w:val="00FF4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7f1d2,#e5e8f7,#fffee7,#ddf2d2,#fbd68d,#fce2ae,#fef1d6,#fffed6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Perpetua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E0EFF"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9372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372D"/>
    <w:rPr>
      <w:lang w:eastAsia="ja-JP"/>
    </w:rPr>
  </w:style>
  <w:style w:type="paragraph" w:styleId="Footer">
    <w:name w:val="footer"/>
    <w:basedOn w:val="Normal"/>
    <w:link w:val="FooterChar"/>
    <w:rsid w:val="0059372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59372D"/>
    <w:rPr>
      <w:lang w:eastAsia="ja-JP"/>
    </w:rPr>
  </w:style>
  <w:style w:type="paragraph" w:styleId="BalloonText">
    <w:name w:val="Balloon Text"/>
    <w:basedOn w:val="Normal"/>
    <w:link w:val="BalloonTextChar"/>
    <w:rsid w:val="005937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9372D"/>
    <w:rPr>
      <w:rFonts w:ascii="Tahoma" w:hAnsi="Tahoma" w:cs="Tahoma"/>
      <w:sz w:val="16"/>
      <w:szCs w:val="16"/>
      <w:lang w:eastAsia="ja-JP"/>
    </w:rPr>
  </w:style>
  <w:style w:type="paragraph" w:styleId="BodyText3">
    <w:name w:val="Body Text 3"/>
    <w:link w:val="BodyText3Char"/>
    <w:uiPriority w:val="99"/>
    <w:unhideWhenUsed/>
    <w:rsid w:val="00FF4A14"/>
    <w:pPr>
      <w:spacing w:after="120" w:line="285" w:lineRule="auto"/>
    </w:pPr>
    <w:rPr>
      <w:rFonts w:ascii="Constantia" w:eastAsia="Times New Roman" w:hAnsi="Constantia"/>
      <w:color w:val="000000"/>
      <w:kern w:val="28"/>
      <w:sz w:val="16"/>
      <w:szCs w:val="22"/>
    </w:rPr>
  </w:style>
  <w:style w:type="character" w:customStyle="1" w:styleId="BodyText3Char">
    <w:name w:val="Body Text 3 Char"/>
    <w:basedOn w:val="DefaultParagraphFont"/>
    <w:link w:val="BodyText3"/>
    <w:uiPriority w:val="99"/>
    <w:rsid w:val="00FF4A14"/>
    <w:rPr>
      <w:rFonts w:ascii="Constantia" w:eastAsia="Times New Roman" w:hAnsi="Constantia"/>
      <w:color w:val="000000"/>
      <w:kern w:val="28"/>
      <w:sz w:val="16"/>
      <w:szCs w:val="22"/>
      <w:lang w:val="en-US" w:eastAsia="en-US" w:bidi="ar-SA"/>
    </w:rPr>
  </w:style>
  <w:style w:type="character" w:customStyle="1" w:styleId="apple-style-span">
    <w:name w:val="apple-style-span"/>
    <w:basedOn w:val="DefaultParagraphFont"/>
    <w:rsid w:val="000D3023"/>
  </w:style>
  <w:style w:type="character" w:customStyle="1" w:styleId="apple-converted-space">
    <w:name w:val="apple-converted-space"/>
    <w:basedOn w:val="DefaultParagraphFont"/>
    <w:rsid w:val="000D3023"/>
  </w:style>
  <w:style w:type="character" w:styleId="Hyperlink">
    <w:name w:val="Hyperlink"/>
    <w:basedOn w:val="DefaultParagraphFont"/>
    <w:unhideWhenUsed/>
    <w:rsid w:val="0097076D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31433"/>
    <w:pPr>
      <w:spacing w:before="100" w:beforeAutospacing="1" w:after="100" w:afterAutospacing="1"/>
    </w:pPr>
    <w:rPr>
      <w:rFonts w:ascii="Times New Roman" w:eastAsia="Times New Roman" w:hAnsi="Times New Roman"/>
      <w:lang w:eastAsia="en-US"/>
    </w:rPr>
  </w:style>
  <w:style w:type="character" w:styleId="Strong">
    <w:name w:val="Strong"/>
    <w:basedOn w:val="DefaultParagraphFont"/>
    <w:uiPriority w:val="22"/>
    <w:qFormat/>
    <w:rsid w:val="00BB5F03"/>
    <w:rPr>
      <w:b/>
      <w:bCs/>
    </w:rPr>
  </w:style>
  <w:style w:type="paragraph" w:styleId="ListParagraph">
    <w:name w:val="List Paragraph"/>
    <w:basedOn w:val="Normal"/>
    <w:uiPriority w:val="34"/>
    <w:qFormat/>
    <w:rsid w:val="003E31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Perpetua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E0EFF"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9372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372D"/>
    <w:rPr>
      <w:lang w:eastAsia="ja-JP"/>
    </w:rPr>
  </w:style>
  <w:style w:type="paragraph" w:styleId="Footer">
    <w:name w:val="footer"/>
    <w:basedOn w:val="Normal"/>
    <w:link w:val="FooterChar"/>
    <w:rsid w:val="0059372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59372D"/>
    <w:rPr>
      <w:lang w:eastAsia="ja-JP"/>
    </w:rPr>
  </w:style>
  <w:style w:type="paragraph" w:styleId="BalloonText">
    <w:name w:val="Balloon Text"/>
    <w:basedOn w:val="Normal"/>
    <w:link w:val="BalloonTextChar"/>
    <w:rsid w:val="005937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9372D"/>
    <w:rPr>
      <w:rFonts w:ascii="Tahoma" w:hAnsi="Tahoma" w:cs="Tahoma"/>
      <w:sz w:val="16"/>
      <w:szCs w:val="16"/>
      <w:lang w:eastAsia="ja-JP"/>
    </w:rPr>
  </w:style>
  <w:style w:type="paragraph" w:styleId="BodyText3">
    <w:name w:val="Body Text 3"/>
    <w:link w:val="BodyText3Char"/>
    <w:uiPriority w:val="99"/>
    <w:unhideWhenUsed/>
    <w:rsid w:val="00FF4A14"/>
    <w:pPr>
      <w:spacing w:after="120" w:line="285" w:lineRule="auto"/>
    </w:pPr>
    <w:rPr>
      <w:rFonts w:ascii="Constantia" w:eastAsia="Times New Roman" w:hAnsi="Constantia"/>
      <w:color w:val="000000"/>
      <w:kern w:val="28"/>
      <w:sz w:val="16"/>
      <w:szCs w:val="22"/>
    </w:rPr>
  </w:style>
  <w:style w:type="character" w:customStyle="1" w:styleId="BodyText3Char">
    <w:name w:val="Body Text 3 Char"/>
    <w:basedOn w:val="DefaultParagraphFont"/>
    <w:link w:val="BodyText3"/>
    <w:uiPriority w:val="99"/>
    <w:rsid w:val="00FF4A14"/>
    <w:rPr>
      <w:rFonts w:ascii="Constantia" w:eastAsia="Times New Roman" w:hAnsi="Constantia"/>
      <w:color w:val="000000"/>
      <w:kern w:val="28"/>
      <w:sz w:val="16"/>
      <w:szCs w:val="22"/>
      <w:lang w:val="en-US" w:eastAsia="en-US" w:bidi="ar-SA"/>
    </w:rPr>
  </w:style>
  <w:style w:type="character" w:customStyle="1" w:styleId="apple-style-span">
    <w:name w:val="apple-style-span"/>
    <w:basedOn w:val="DefaultParagraphFont"/>
    <w:rsid w:val="000D3023"/>
  </w:style>
  <w:style w:type="character" w:customStyle="1" w:styleId="apple-converted-space">
    <w:name w:val="apple-converted-space"/>
    <w:basedOn w:val="DefaultParagraphFont"/>
    <w:rsid w:val="000D3023"/>
  </w:style>
  <w:style w:type="character" w:styleId="Hyperlink">
    <w:name w:val="Hyperlink"/>
    <w:basedOn w:val="DefaultParagraphFont"/>
    <w:unhideWhenUsed/>
    <w:rsid w:val="0097076D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31433"/>
    <w:pPr>
      <w:spacing w:before="100" w:beforeAutospacing="1" w:after="100" w:afterAutospacing="1"/>
    </w:pPr>
    <w:rPr>
      <w:rFonts w:ascii="Times New Roman" w:eastAsia="Times New Roman" w:hAnsi="Times New Roman"/>
      <w:lang w:eastAsia="en-US"/>
    </w:rPr>
  </w:style>
  <w:style w:type="character" w:styleId="Strong">
    <w:name w:val="Strong"/>
    <w:basedOn w:val="DefaultParagraphFont"/>
    <w:uiPriority w:val="22"/>
    <w:qFormat/>
    <w:rsid w:val="00BB5F03"/>
    <w:rPr>
      <w:b/>
      <w:bCs/>
    </w:rPr>
  </w:style>
  <w:style w:type="paragraph" w:styleId="ListParagraph">
    <w:name w:val="List Paragraph"/>
    <w:basedOn w:val="Normal"/>
    <w:uiPriority w:val="34"/>
    <w:qFormat/>
    <w:rsid w:val="003E31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3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1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3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59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1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9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0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532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381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0492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2641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3670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5491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4326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477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40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9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6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8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5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2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5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Azbylut77@gmail.com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azbylut@dallasisd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mailto:Azbylut77@gmail.com" TargetMode="Externa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azbylut@dallasisd.org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staff\LOCALS~1\Temp\TS03000481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33" ma:contentTypeDescription="Create a new document." ma:contentTypeScope="" ma:versionID="37d3ec2b48d53e45b233ad8f52fe1b11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7682C-55E3-43E3-8AFB-043AC60A1C6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F05BD4-A0F2-44FA-907F-FBE6BDDB7D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165D41-CA7F-43AE-A24D-618113A8564F}">
  <ds:schemaRefs>
    <ds:schemaRef ds:uri="http://schemas.microsoft.com/office/2006/metadata/contentType"/>
    <ds:schemaRef ds:uri="http://schemas.microsoft.com/office/2006/metadata/properties/metaAttributes"/>
  </ds:schemaRefs>
</ds:datastoreItem>
</file>

<file path=customXml/itemProps4.xml><?xml version="1.0" encoding="utf-8"?>
<ds:datastoreItem xmlns:ds="http://schemas.openxmlformats.org/officeDocument/2006/customXml" ds:itemID="{E7C9FFC9-3A02-4451-8054-75300CA47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TS030004816</Template>
  <TotalTime>103</TotalTime>
  <Pages>6</Pages>
  <Words>1363</Words>
  <Characters>7773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Amy Zbylut CV</vt:lpstr>
    </vt:vector>
  </TitlesOfParts>
  <Company>Dallas ISD</Company>
  <LinksUpToDate>false</LinksUpToDate>
  <CharactersWithSpaces>9118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Amy Zbylut CV</dc:title>
  <dc:creator>AZbylut@dallasisd.org</dc:creator>
  <cp:lastModifiedBy>owner</cp:lastModifiedBy>
  <cp:revision>10</cp:revision>
  <cp:lastPrinted>2012-03-21T15:02:00Z</cp:lastPrinted>
  <dcterms:created xsi:type="dcterms:W3CDTF">2012-03-21T03:16:00Z</dcterms:created>
  <dcterms:modified xsi:type="dcterms:W3CDTF">2012-03-24T01:09:00Z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TC300048169990</vt:lpwstr>
  </property>
</Properties>
</file>